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sdt>
      <w:sdtPr>
        <w:rPr>
          <w:rFonts w:asciiTheme="minorHAnsi" w:hAnsiTheme="minorHAnsi" w:cs="Calibri"/>
          <w:b/>
          <w:kern w:val="2"/>
          <w:sz w:val="22"/>
        </w:rPr>
        <w:alias w:val="Title"/>
        <w:tag w:val=""/>
        <w:id w:val="1589035202"/>
        <w:placeholder>
          <w:docPart w:val="3531348FAF3B4D42B561F92A5BE2730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30186B8E" w14:textId="6760561F" w:rsidR="00B93AA4" w:rsidRPr="000B18EF" w:rsidRDefault="007A6E8D" w:rsidP="00975559">
          <w:pPr>
            <w:widowControl/>
            <w:tabs>
              <w:tab w:val="right" w:pos="8505"/>
            </w:tabs>
            <w:suppressAutoHyphens w:val="0"/>
            <w:spacing w:before="20" w:after="20" w:line="240" w:lineRule="auto"/>
            <w:jc w:val="center"/>
            <w:rPr>
              <w:rFonts w:asciiTheme="minorHAnsi" w:hAnsiTheme="minorHAnsi" w:cs="Calibri"/>
              <w:b/>
              <w:kern w:val="2"/>
              <w:sz w:val="22"/>
            </w:rPr>
          </w:pPr>
          <w:r>
            <w:rPr>
              <w:rFonts w:asciiTheme="minorHAnsi" w:hAnsiTheme="minorHAnsi" w:cs="Calibri"/>
              <w:b/>
              <w:kern w:val="2"/>
              <w:sz w:val="22"/>
            </w:rPr>
            <w:t>Hankeleping</w:t>
          </w:r>
        </w:p>
      </w:sdtContent>
    </w:sdt>
    <w:p w14:paraId="14089D0A" w14:textId="77777777" w:rsidR="001D584E" w:rsidRPr="00AE13B2" w:rsidRDefault="001D584E" w:rsidP="001D584E">
      <w:pPr>
        <w:widowControl/>
        <w:tabs>
          <w:tab w:val="right" w:pos="8505"/>
        </w:tabs>
        <w:suppressAutoHyphens w:val="0"/>
        <w:spacing w:before="20" w:after="20" w:line="240" w:lineRule="auto"/>
        <w:rPr>
          <w:rFonts w:asciiTheme="minorHAnsi" w:hAnsiTheme="minorHAnsi" w:cs="Calibri"/>
          <w:kern w:val="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6"/>
      </w:tblGrid>
      <w:tr w:rsidR="00B93AA4" w:rsidRPr="00AE13B2" w14:paraId="30186B96" w14:textId="77777777" w:rsidTr="00347D95">
        <w:tc>
          <w:tcPr>
            <w:tcW w:w="4605" w:type="dxa"/>
            <w:hideMark/>
          </w:tcPr>
          <w:p w14:paraId="30186B94" w14:textId="17B97C44" w:rsidR="00B93AA4" w:rsidRPr="00206A9D" w:rsidRDefault="00A01BDC" w:rsidP="00347D95">
            <w:pPr>
              <w:widowControl/>
              <w:suppressAutoHyphens w:val="0"/>
              <w:spacing w:before="20" w:after="20" w:line="240" w:lineRule="auto"/>
              <w:ind w:left="-113"/>
              <w:jc w:val="left"/>
              <w:rPr>
                <w:rFonts w:asciiTheme="minorHAnsi" w:hAnsiTheme="minorHAnsi" w:cs="Calibri"/>
                <w:sz w:val="22"/>
              </w:rPr>
            </w:pPr>
            <w:r>
              <w:rPr>
                <w:rFonts w:asciiTheme="minorHAnsi" w:hAnsiTheme="minorHAnsi" w:cs="Calibri"/>
                <w:sz w:val="22"/>
              </w:rPr>
              <w:t>Tallinn</w:t>
            </w:r>
          </w:p>
        </w:tc>
        <w:tc>
          <w:tcPr>
            <w:tcW w:w="4606" w:type="dxa"/>
            <w:hideMark/>
          </w:tcPr>
          <w:p w14:paraId="30186B95" w14:textId="7D691561" w:rsidR="00B93AA4" w:rsidRPr="00AE13B2" w:rsidRDefault="00A034DE" w:rsidP="005C3D76">
            <w:pPr>
              <w:pStyle w:val="Style3"/>
              <w:ind w:left="1388"/>
            </w:pPr>
            <w:sdt>
              <w:sdtPr>
                <w:alias w:val="Registreerimise kuupäev"/>
                <w:tag w:val="RMRegistrationDate"/>
                <w:id w:val="1944973"/>
                <w:lock w:val="contentLocked"/>
                <w:placeholder>
                  <w:docPart w:val="F8319229F7F64A1B95BD76DD3B7D768F"/>
                </w:placeholder>
                <w:showingPlcHdr/>
                <w:dataBinding w:prefixMappings="xmlns:ns0='http://schemas.microsoft.com/office/2006/metadata/properties' xmlns:ns1='http://www.w3.org/2001/XMLSchema-instance' xmlns:ns2='2565869c-cbed-4bbf-bfee-b62dbefec6bf' " w:xpath="/ns0:properties[1]/documentManagement[1]/ns2:RMRegistrationDate[1]" w:storeItemID="{1798DFB9-0E1A-4BDD-93D3-CA86FF38E7AB}"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5C3D76" w:rsidRPr="00674117">
                  <w:rPr>
                    <w:rStyle w:val="PlaceholderText"/>
                  </w:rPr>
                  <w:t>[Registreerimise kuupäev]</w:t>
                </w:r>
              </w:sdtContent>
            </w:sdt>
            <w:r w:rsidR="005C3D76">
              <w:t xml:space="preserve"> </w:t>
            </w:r>
            <w:r w:rsidR="007B3AD4">
              <w:t xml:space="preserve">nr </w:t>
            </w:r>
            <w:sdt>
              <w:sdtPr>
                <w:alias w:val="Registreerimisnumber"/>
                <w:tag w:val="RMReferenceCode"/>
                <w:id w:val="1982038023"/>
                <w:lock w:val="contentLocked"/>
                <w:placeholder>
                  <w:docPart w:val="D7D329D2BA0F45F28D0A778E1822E9A2"/>
                </w:placeholder>
                <w:showingPlcHdr/>
                <w:dataBinding w:prefixMappings="xmlns:ns0='http://schemas.microsoft.com/office/2006/metadata/properties' xmlns:ns1='http://www.w3.org/2001/XMLSchema-instance' xmlns:ns2='2565869c-cbed-4bbf-bfee-b62dbefec6bf' " w:xpath="/ns0:properties[1]/documentManagement[1]/ns2:RMReferenceCode[1]" w:storeItemID="{1798DFB9-0E1A-4BDD-93D3-CA86FF38E7AB}"/>
                <w:text/>
              </w:sdtPr>
              <w:sdtEndPr/>
              <w:sdtContent>
                <w:r w:rsidR="005C3D76" w:rsidRPr="00674117">
                  <w:rPr>
                    <w:rStyle w:val="PlaceholderText"/>
                  </w:rPr>
                  <w:t>[Registreerimisnumber]</w:t>
                </w:r>
              </w:sdtContent>
            </w:sdt>
          </w:p>
        </w:tc>
      </w:tr>
      <w:tr w:rsidR="00677495" w:rsidRPr="00AE13B2" w14:paraId="5065C6E2" w14:textId="77777777" w:rsidTr="00347D95">
        <w:tc>
          <w:tcPr>
            <w:tcW w:w="4605" w:type="dxa"/>
          </w:tcPr>
          <w:p w14:paraId="62C34D7C" w14:textId="77777777" w:rsidR="00677495" w:rsidRPr="00206A9D" w:rsidRDefault="00677495" w:rsidP="00347D95">
            <w:pPr>
              <w:widowControl/>
              <w:suppressAutoHyphens w:val="0"/>
              <w:spacing w:before="20" w:after="20" w:line="240" w:lineRule="auto"/>
              <w:ind w:left="-113"/>
              <w:jc w:val="left"/>
              <w:rPr>
                <w:rFonts w:asciiTheme="minorHAnsi" w:hAnsiTheme="minorHAnsi" w:cs="Calibri"/>
                <w:sz w:val="22"/>
              </w:rPr>
            </w:pPr>
          </w:p>
        </w:tc>
        <w:tc>
          <w:tcPr>
            <w:tcW w:w="4606" w:type="dxa"/>
          </w:tcPr>
          <w:p w14:paraId="79807718" w14:textId="77777777" w:rsidR="00677495" w:rsidRDefault="00677495" w:rsidP="00677495">
            <w:pPr>
              <w:pStyle w:val="Style3"/>
              <w:tabs>
                <w:tab w:val="left" w:pos="2204"/>
              </w:tabs>
            </w:pPr>
          </w:p>
        </w:tc>
      </w:tr>
    </w:tbl>
    <w:p w14:paraId="30186B97" w14:textId="77777777" w:rsidR="00B93AA4" w:rsidRPr="007B3AD4" w:rsidRDefault="00B93AA4" w:rsidP="000521AF">
      <w:pPr>
        <w:widowControl/>
        <w:suppressAutoHyphens w:val="0"/>
        <w:spacing w:before="20" w:after="20" w:line="240" w:lineRule="auto"/>
        <w:jc w:val="left"/>
        <w:rPr>
          <w:rFonts w:asciiTheme="minorHAnsi" w:hAnsiTheme="minorHAnsi" w:cs="Calibri"/>
          <w:kern w:val="2"/>
          <w:sz w:val="22"/>
        </w:rPr>
      </w:pPr>
    </w:p>
    <w:p w14:paraId="05B1B60C" w14:textId="5A20700A" w:rsidR="00ED31C7" w:rsidRPr="00F66087" w:rsidRDefault="00ED31C7" w:rsidP="00ED31C7">
      <w:pPr>
        <w:suppressAutoHyphens w:val="0"/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Calibri"/>
          <w:kern w:val="0"/>
          <w:sz w:val="22"/>
          <w:szCs w:val="22"/>
          <w:lang w:eastAsia="en-US" w:bidi="ar-SA"/>
        </w:rPr>
      </w:pPr>
      <w:r w:rsidRPr="00ED31C7">
        <w:rPr>
          <w:rFonts w:asciiTheme="minorHAnsi" w:eastAsia="Times New Roman" w:hAnsiTheme="minorHAnsi" w:cs="Calibri"/>
          <w:b/>
          <w:kern w:val="0"/>
          <w:sz w:val="22"/>
          <w:szCs w:val="22"/>
          <w:lang w:eastAsia="en-US" w:bidi="ar-SA"/>
        </w:rPr>
        <w:t>Riigi Kaitseinvesteeringute Keskus</w:t>
      </w:r>
      <w:r w:rsidRPr="00ED31C7">
        <w:rPr>
          <w:rFonts w:asciiTheme="minorHAnsi" w:eastAsia="Times New Roman" w:hAnsiTheme="minorHAnsi" w:cs="Calibri"/>
          <w:kern w:val="0"/>
          <w:sz w:val="22"/>
          <w:szCs w:val="22"/>
          <w:lang w:eastAsia="en-US" w:bidi="ar-SA"/>
        </w:rPr>
        <w:t xml:space="preserve"> (registrikood 70009764, asukoht Järve tn 34a, 11314 Kristiine linnaosa, Tallinn, Harju maakond),</w:t>
      </w:r>
      <w:r w:rsidR="00F66087">
        <w:rPr>
          <w:rFonts w:asciiTheme="minorHAnsi" w:eastAsia="Times New Roman" w:hAnsiTheme="minorHAnsi" w:cs="Calibri"/>
          <w:kern w:val="0"/>
          <w:sz w:val="22"/>
          <w:szCs w:val="22"/>
          <w:lang w:eastAsia="en-US" w:bidi="ar-SA"/>
        </w:rPr>
        <w:t xml:space="preserve"> </w:t>
      </w:r>
      <w:r w:rsidRPr="00ED31C7">
        <w:rPr>
          <w:rFonts w:asciiTheme="minorHAnsi" w:eastAsia="Times New Roman" w:hAnsiTheme="minorHAnsi" w:cs="Calibri"/>
          <w:b/>
          <w:kern w:val="0"/>
          <w:sz w:val="22"/>
          <w:szCs w:val="22"/>
          <w:lang w:eastAsia="en-US" w:bidi="ar-SA"/>
        </w:rPr>
        <w:t xml:space="preserve">Kaitsevägi </w:t>
      </w:r>
      <w:r w:rsidRPr="00ED31C7">
        <w:rPr>
          <w:rFonts w:asciiTheme="minorHAnsi" w:eastAsia="Times New Roman" w:hAnsiTheme="minorHAnsi" w:cs="Calibri"/>
          <w:kern w:val="0"/>
          <w:sz w:val="22"/>
          <w:szCs w:val="22"/>
          <w:lang w:eastAsia="en-US" w:bidi="ar-SA"/>
        </w:rPr>
        <w:t xml:space="preserve">(registrikood 70008641, asukoht </w:t>
      </w:r>
      <w:proofErr w:type="spellStart"/>
      <w:r w:rsidRPr="00ED31C7">
        <w:rPr>
          <w:rFonts w:asciiTheme="minorHAnsi" w:eastAsia="Times New Roman" w:hAnsiTheme="minorHAnsi" w:cs="Calibri"/>
          <w:kern w:val="0"/>
          <w:sz w:val="22"/>
          <w:szCs w:val="22"/>
          <w:lang w:eastAsia="en-US" w:bidi="ar-SA"/>
        </w:rPr>
        <w:t>Juhkentali</w:t>
      </w:r>
      <w:proofErr w:type="spellEnd"/>
      <w:r w:rsidRPr="00ED31C7">
        <w:rPr>
          <w:rFonts w:asciiTheme="minorHAnsi" w:eastAsia="Times New Roman" w:hAnsiTheme="minorHAnsi" w:cs="Calibri"/>
          <w:kern w:val="0"/>
          <w:sz w:val="22"/>
          <w:szCs w:val="22"/>
          <w:lang w:eastAsia="en-US" w:bidi="ar-SA"/>
        </w:rPr>
        <w:t xml:space="preserve"> tn 58, 15007 Kesklinna linnaosa, Tallinn, Harju maakond),</w:t>
      </w:r>
      <w:r w:rsidR="00F66087">
        <w:rPr>
          <w:rFonts w:asciiTheme="minorHAnsi" w:eastAsia="Times New Roman" w:hAnsiTheme="minorHAnsi" w:cs="Calibri"/>
          <w:kern w:val="0"/>
          <w:sz w:val="22"/>
          <w:szCs w:val="22"/>
          <w:lang w:eastAsia="en-US" w:bidi="ar-SA"/>
        </w:rPr>
        <w:t xml:space="preserve"> </w:t>
      </w:r>
      <w:r w:rsidRPr="00ED31C7">
        <w:rPr>
          <w:rFonts w:asciiTheme="minorHAnsi" w:eastAsia="Times New Roman" w:hAnsiTheme="minorHAnsi" w:cs="Calibri"/>
          <w:bCs/>
          <w:kern w:val="0"/>
          <w:sz w:val="22"/>
          <w:szCs w:val="22"/>
          <w:lang w:eastAsia="en-US" w:bidi="ar-SA"/>
        </w:rPr>
        <w:t>mida esindab direktori 07.12.2020 käskkirja nr 77 alusel Riigi Kaitseinvesteeringute Keskuse hangete osakonna juhataja Ivar Janson,</w:t>
      </w:r>
      <w:r w:rsidRPr="00ED31C7">
        <w:rPr>
          <w:rFonts w:asciiTheme="minorHAnsi" w:eastAsia="Times New Roman" w:hAnsiTheme="minorHAnsi" w:cs="Calibri"/>
          <w:kern w:val="0"/>
          <w:sz w:val="22"/>
          <w:szCs w:val="22"/>
          <w:lang w:eastAsia="en-US" w:bidi="ar-SA"/>
        </w:rPr>
        <w:t xml:space="preserve"> (edaspidi nimetatud </w:t>
      </w:r>
      <w:r w:rsidRPr="00ED31C7">
        <w:rPr>
          <w:rFonts w:asciiTheme="minorHAnsi" w:eastAsia="Times New Roman" w:hAnsiTheme="minorHAnsi" w:cs="Calibri"/>
          <w:b/>
          <w:kern w:val="0"/>
          <w:sz w:val="22"/>
          <w:szCs w:val="22"/>
          <w:lang w:eastAsia="en-US" w:bidi="ar-SA"/>
        </w:rPr>
        <w:t>ostja</w:t>
      </w:r>
      <w:r w:rsidRPr="00F66087">
        <w:rPr>
          <w:rFonts w:asciiTheme="minorHAnsi" w:eastAsia="Times New Roman" w:hAnsiTheme="minorHAnsi" w:cs="Calibri"/>
          <w:kern w:val="0"/>
          <w:sz w:val="22"/>
          <w:szCs w:val="22"/>
          <w:lang w:eastAsia="en-US" w:bidi="ar-SA"/>
        </w:rPr>
        <w:t>), ühelt poolt</w:t>
      </w:r>
    </w:p>
    <w:p w14:paraId="0DA193F3" w14:textId="77777777" w:rsidR="00ED31C7" w:rsidRPr="00ED31C7" w:rsidRDefault="00ED31C7" w:rsidP="00ED31C7">
      <w:pPr>
        <w:tabs>
          <w:tab w:val="left" w:pos="1134"/>
        </w:tabs>
        <w:suppressAutoHyphens w:val="0"/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Calibri"/>
          <w:kern w:val="0"/>
          <w:sz w:val="22"/>
          <w:szCs w:val="22"/>
          <w:lang w:eastAsia="en-US" w:bidi="ar-SA"/>
        </w:rPr>
      </w:pPr>
    </w:p>
    <w:p w14:paraId="0AB57D7D" w14:textId="77777777" w:rsidR="00ED31C7" w:rsidRPr="00ED31C7" w:rsidRDefault="00ED31C7" w:rsidP="00ED31C7">
      <w:pPr>
        <w:spacing w:line="240" w:lineRule="auto"/>
        <w:rPr>
          <w:rFonts w:asciiTheme="minorHAnsi" w:hAnsiTheme="minorHAnsi" w:cs="Calibri"/>
          <w:sz w:val="22"/>
          <w:szCs w:val="22"/>
        </w:rPr>
      </w:pPr>
      <w:r w:rsidRPr="00ED31C7">
        <w:rPr>
          <w:rFonts w:asciiTheme="minorHAnsi" w:hAnsiTheme="minorHAnsi" w:cs="Calibri"/>
          <w:sz w:val="22"/>
          <w:szCs w:val="22"/>
        </w:rPr>
        <w:t xml:space="preserve">ja </w:t>
      </w:r>
    </w:p>
    <w:p w14:paraId="6F9BDE54" w14:textId="77777777" w:rsidR="00ED31C7" w:rsidRPr="00ED31C7" w:rsidRDefault="00ED31C7" w:rsidP="00ED31C7">
      <w:pPr>
        <w:spacing w:line="240" w:lineRule="auto"/>
        <w:rPr>
          <w:rFonts w:asciiTheme="minorHAnsi" w:hAnsiTheme="minorHAnsi" w:cs="Calibri"/>
          <w:sz w:val="22"/>
          <w:szCs w:val="22"/>
        </w:rPr>
      </w:pPr>
    </w:p>
    <w:p w14:paraId="49AD2604" w14:textId="77777777" w:rsidR="00ED31C7" w:rsidRPr="00ED31C7" w:rsidRDefault="00ED31C7" w:rsidP="00ED31C7">
      <w:pPr>
        <w:spacing w:line="240" w:lineRule="auto"/>
        <w:rPr>
          <w:rFonts w:asciiTheme="minorHAnsi" w:hAnsiTheme="minorHAnsi" w:cs="Calibri"/>
          <w:sz w:val="22"/>
          <w:szCs w:val="22"/>
        </w:rPr>
      </w:pPr>
      <w:r w:rsidRPr="00ED31C7">
        <w:rPr>
          <w:rFonts w:asciiTheme="minorHAnsi" w:hAnsiTheme="minorHAnsi" w:cs="Calibri"/>
          <w:b/>
          <w:sz w:val="22"/>
          <w:szCs w:val="22"/>
        </w:rPr>
        <w:t>BAUHOF GROUP AS</w:t>
      </w:r>
      <w:r w:rsidRPr="00ED31C7">
        <w:rPr>
          <w:rFonts w:asciiTheme="minorHAnsi" w:hAnsiTheme="minorHAnsi" w:cs="Calibri"/>
          <w:sz w:val="22"/>
          <w:szCs w:val="22"/>
        </w:rPr>
        <w:t>,</w:t>
      </w:r>
      <w:r w:rsidRPr="00ED31C7">
        <w:rPr>
          <w:rFonts w:asciiTheme="minorHAnsi" w:hAnsiTheme="minorHAnsi" w:cs="Calibri"/>
          <w:b/>
          <w:sz w:val="22"/>
          <w:szCs w:val="22"/>
        </w:rPr>
        <w:t xml:space="preserve"> </w:t>
      </w:r>
      <w:r w:rsidRPr="00ED31C7">
        <w:rPr>
          <w:rFonts w:asciiTheme="minorHAnsi" w:hAnsiTheme="minorHAnsi" w:cs="Calibri"/>
          <w:sz w:val="22"/>
          <w:szCs w:val="22"/>
        </w:rPr>
        <w:t>registrikood</w:t>
      </w:r>
      <w:r w:rsidRPr="00ED31C7">
        <w:t xml:space="preserve"> </w:t>
      </w:r>
      <w:r w:rsidRPr="00ED31C7">
        <w:rPr>
          <w:rFonts w:asciiTheme="minorHAnsi" w:hAnsiTheme="minorHAnsi" w:cs="Calibri"/>
          <w:sz w:val="22"/>
          <w:szCs w:val="22"/>
        </w:rPr>
        <w:t>10636638 , asukoht J. Smuuli tee 41, 11415,</w:t>
      </w:r>
      <w:r w:rsidRPr="00ED31C7">
        <w:t xml:space="preserve"> </w:t>
      </w:r>
      <w:r w:rsidRPr="00ED31C7">
        <w:rPr>
          <w:rFonts w:asciiTheme="minorHAnsi" w:hAnsiTheme="minorHAnsi" w:cs="Calibri"/>
          <w:sz w:val="22"/>
          <w:szCs w:val="22"/>
        </w:rPr>
        <w:t xml:space="preserve">Lasnamäe linnaosa, Tallinn, mida esindab põhikirja alusel juhatuse liige </w:t>
      </w:r>
      <w:proofErr w:type="spellStart"/>
      <w:r w:rsidRPr="00ED31C7">
        <w:rPr>
          <w:rFonts w:asciiTheme="minorHAnsi" w:hAnsiTheme="minorHAnsi" w:cs="Calibri"/>
          <w:sz w:val="22"/>
          <w:szCs w:val="22"/>
        </w:rPr>
        <w:t>Edvinas</w:t>
      </w:r>
      <w:proofErr w:type="spellEnd"/>
      <w:r w:rsidRPr="00ED31C7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ED31C7">
        <w:rPr>
          <w:rFonts w:asciiTheme="minorHAnsi" w:hAnsiTheme="minorHAnsi" w:cs="Calibri"/>
          <w:sz w:val="22"/>
          <w:szCs w:val="22"/>
        </w:rPr>
        <w:t>Volkas</w:t>
      </w:r>
      <w:proofErr w:type="spellEnd"/>
      <w:r w:rsidRPr="00ED31C7">
        <w:rPr>
          <w:rFonts w:asciiTheme="minorHAnsi" w:hAnsiTheme="minorHAnsi" w:cs="Calibri"/>
          <w:sz w:val="22"/>
          <w:szCs w:val="22"/>
        </w:rPr>
        <w:t xml:space="preserve"> (edaspidi nimetatud </w:t>
      </w:r>
      <w:r w:rsidRPr="00ED31C7">
        <w:rPr>
          <w:rFonts w:asciiTheme="minorHAnsi" w:hAnsiTheme="minorHAnsi" w:cs="Calibri"/>
          <w:b/>
          <w:sz w:val="22"/>
          <w:szCs w:val="22"/>
        </w:rPr>
        <w:t>müüja</w:t>
      </w:r>
      <w:r w:rsidRPr="00ED31C7">
        <w:rPr>
          <w:rFonts w:asciiTheme="minorHAnsi" w:hAnsiTheme="minorHAnsi" w:cs="Calibri"/>
          <w:sz w:val="22"/>
          <w:szCs w:val="22"/>
        </w:rPr>
        <w:t>), teiselt poolt, eraldi nimetatud kui pool ja ühiselt kui pooled, on sõlminud järgmise lepingu.</w:t>
      </w:r>
    </w:p>
    <w:p w14:paraId="129837B4" w14:textId="77777777" w:rsidR="00ED31C7" w:rsidRPr="00ED31C7" w:rsidRDefault="00ED31C7" w:rsidP="00ED31C7">
      <w:pPr>
        <w:rPr>
          <w:rFonts w:asciiTheme="minorHAnsi" w:hAnsiTheme="minorHAnsi" w:cs="Calibri"/>
          <w:sz w:val="22"/>
          <w:szCs w:val="22"/>
        </w:rPr>
      </w:pPr>
    </w:p>
    <w:p w14:paraId="749DBC78" w14:textId="721943CE" w:rsidR="00ED31C7" w:rsidRPr="00F66087" w:rsidRDefault="00ED31C7" w:rsidP="00F66087">
      <w:pPr>
        <w:widowControl/>
        <w:numPr>
          <w:ilvl w:val="0"/>
          <w:numId w:val="2"/>
        </w:numPr>
        <w:suppressAutoHyphens w:val="0"/>
        <w:spacing w:line="240" w:lineRule="auto"/>
        <w:ind w:left="426" w:hanging="426"/>
        <w:contextualSpacing/>
        <w:rPr>
          <w:rFonts w:asciiTheme="minorHAnsi" w:hAnsiTheme="minorHAnsi" w:cs="Calibri"/>
          <w:kern w:val="2"/>
          <w:sz w:val="22"/>
          <w:szCs w:val="22"/>
        </w:rPr>
      </w:pPr>
      <w:r w:rsidRPr="00ED31C7">
        <w:rPr>
          <w:rFonts w:asciiTheme="minorHAnsi" w:hAnsiTheme="minorHAnsi" w:cs="Calibri"/>
          <w:sz w:val="22"/>
          <w:szCs w:val="22"/>
          <w:lang w:eastAsia="x-none"/>
        </w:rPr>
        <w:t>Leping on sõlmitud riigihanke „Ehitus- ja korrashoiu tagamiseks vajalikud materjalid ning tarvikud“</w:t>
      </w:r>
      <w:r w:rsidRPr="00ED31C7">
        <w:rPr>
          <w:rFonts w:asciiTheme="minorHAnsi" w:hAnsiTheme="minorHAnsi" w:cs="Calibri"/>
          <w:sz w:val="22"/>
          <w:szCs w:val="22"/>
          <w:lang w:eastAsia="et-EE"/>
        </w:rPr>
        <w:t xml:space="preserve"> (viitenumber </w:t>
      </w:r>
      <w:r w:rsidRPr="00ED31C7">
        <w:rPr>
          <w:rFonts w:asciiTheme="minorHAnsi" w:hAnsiTheme="minorHAnsi" w:cs="Calibri"/>
          <w:bCs/>
          <w:sz w:val="22"/>
          <w:szCs w:val="22"/>
          <w:lang w:eastAsia="et-EE"/>
        </w:rPr>
        <w:t>222366</w:t>
      </w:r>
      <w:r w:rsidRPr="00ED31C7">
        <w:rPr>
          <w:rFonts w:asciiTheme="minorHAnsi" w:hAnsiTheme="minorHAnsi" w:cs="Calibri"/>
          <w:sz w:val="22"/>
          <w:szCs w:val="22"/>
          <w:lang w:eastAsia="et-EE"/>
        </w:rPr>
        <w:t>)</w:t>
      </w:r>
      <w:r w:rsidRPr="00ED31C7">
        <w:rPr>
          <w:rFonts w:asciiTheme="minorHAnsi" w:hAnsiTheme="minorHAnsi" w:cs="Calibri"/>
          <w:sz w:val="22"/>
          <w:szCs w:val="22"/>
        </w:rPr>
        <w:t xml:space="preserve"> tulemusel sõlmitud raamlepingu nr 2-2/20/945-1 alusel läbiviidud minikonkursi </w:t>
      </w:r>
      <w:r w:rsidR="00A06B9D">
        <w:rPr>
          <w:rFonts w:asciiTheme="minorHAnsi" w:hAnsiTheme="minorHAnsi" w:cs="Calibri"/>
          <w:sz w:val="22"/>
          <w:szCs w:val="22"/>
        </w:rPr>
        <w:t>(</w:t>
      </w:r>
      <w:r w:rsidRPr="00ED31C7">
        <w:rPr>
          <w:rFonts w:asciiTheme="minorHAnsi" w:hAnsiTheme="minorHAnsi" w:cs="Calibri"/>
          <w:sz w:val="22"/>
          <w:szCs w:val="22"/>
        </w:rPr>
        <w:t>viitenumber 283212</w:t>
      </w:r>
      <w:r w:rsidR="00A06B9D">
        <w:rPr>
          <w:rFonts w:asciiTheme="minorHAnsi" w:hAnsiTheme="minorHAnsi" w:cs="Calibri"/>
          <w:sz w:val="22"/>
          <w:szCs w:val="22"/>
        </w:rPr>
        <w:t>)</w:t>
      </w:r>
      <w:r w:rsidRPr="00ED31C7">
        <w:rPr>
          <w:rFonts w:asciiTheme="minorHAnsi" w:hAnsiTheme="minorHAnsi" w:cs="Calibri"/>
          <w:sz w:val="22"/>
          <w:szCs w:val="22"/>
        </w:rPr>
        <w:t xml:space="preserve">  „Erinevate kaupade</w:t>
      </w:r>
      <w:r w:rsidR="00A06B9D">
        <w:rPr>
          <w:rFonts w:asciiTheme="minorHAnsi" w:hAnsiTheme="minorHAnsi" w:cs="Calibri"/>
          <w:sz w:val="22"/>
          <w:szCs w:val="22"/>
        </w:rPr>
        <w:t xml:space="preserve"> ostmine“ tulemusena minikonkur</w:t>
      </w:r>
      <w:r w:rsidRPr="00ED31C7">
        <w:rPr>
          <w:rFonts w:asciiTheme="minorHAnsi" w:hAnsiTheme="minorHAnsi" w:cs="Calibri"/>
          <w:sz w:val="22"/>
          <w:szCs w:val="22"/>
        </w:rPr>
        <w:t xml:space="preserve">si osades 2 ja 4. </w:t>
      </w:r>
    </w:p>
    <w:p w14:paraId="4E4B342A" w14:textId="77777777" w:rsidR="00F66087" w:rsidRPr="00ED31C7" w:rsidRDefault="00F66087" w:rsidP="00F66087">
      <w:pPr>
        <w:widowControl/>
        <w:suppressAutoHyphens w:val="0"/>
        <w:spacing w:line="240" w:lineRule="auto"/>
        <w:ind w:left="426"/>
        <w:contextualSpacing/>
        <w:rPr>
          <w:rFonts w:asciiTheme="minorHAnsi" w:hAnsiTheme="minorHAnsi" w:cs="Calibri"/>
          <w:kern w:val="2"/>
          <w:sz w:val="22"/>
          <w:szCs w:val="22"/>
        </w:rPr>
      </w:pPr>
    </w:p>
    <w:p w14:paraId="62543DC1" w14:textId="77777777" w:rsidR="00ED31C7" w:rsidRPr="00ED31C7" w:rsidRDefault="00ED31C7" w:rsidP="00F66087">
      <w:pPr>
        <w:widowControl/>
        <w:numPr>
          <w:ilvl w:val="0"/>
          <w:numId w:val="2"/>
        </w:numPr>
        <w:tabs>
          <w:tab w:val="left" w:pos="567"/>
        </w:tabs>
        <w:suppressAutoHyphens w:val="0"/>
        <w:spacing w:line="240" w:lineRule="auto"/>
        <w:ind w:left="426" w:hanging="426"/>
        <w:contextualSpacing/>
        <w:rPr>
          <w:rFonts w:asciiTheme="minorHAnsi" w:hAnsiTheme="minorHAnsi" w:cs="Calibri"/>
          <w:sz w:val="22"/>
          <w:szCs w:val="22"/>
        </w:rPr>
      </w:pPr>
      <w:r w:rsidRPr="00ED31C7">
        <w:rPr>
          <w:rFonts w:asciiTheme="minorHAnsi" w:hAnsiTheme="minorHAnsi" w:cs="Calibri"/>
          <w:sz w:val="22"/>
          <w:szCs w:val="22"/>
        </w:rPr>
        <w:t>Lepingu sõlmimisel lähtutakse raamlepingust tulenevatest tingimustest.</w:t>
      </w:r>
    </w:p>
    <w:p w14:paraId="54D2002F" w14:textId="77777777" w:rsidR="00ED31C7" w:rsidRPr="00ED31C7" w:rsidRDefault="00ED31C7" w:rsidP="00F66087">
      <w:pPr>
        <w:spacing w:line="240" w:lineRule="auto"/>
        <w:rPr>
          <w:rFonts w:asciiTheme="minorHAnsi" w:hAnsiTheme="minorHAnsi" w:cs="Calibri"/>
          <w:sz w:val="22"/>
          <w:szCs w:val="22"/>
        </w:rPr>
      </w:pPr>
    </w:p>
    <w:p w14:paraId="175DFA92" w14:textId="153EF052" w:rsidR="00ED31C7" w:rsidRPr="00ED31C7" w:rsidRDefault="00A06B9D" w:rsidP="00F66087">
      <w:pPr>
        <w:widowControl/>
        <w:numPr>
          <w:ilvl w:val="0"/>
          <w:numId w:val="2"/>
        </w:numPr>
        <w:tabs>
          <w:tab w:val="left" w:pos="567"/>
        </w:tabs>
        <w:suppressAutoHyphens w:val="0"/>
        <w:spacing w:line="240" w:lineRule="auto"/>
        <w:ind w:left="426" w:hanging="426"/>
        <w:contextualSpacing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Kauba</w:t>
      </w:r>
      <w:r w:rsidR="00ED31C7" w:rsidRPr="00ED31C7">
        <w:rPr>
          <w:rFonts w:asciiTheme="minorHAnsi" w:hAnsiTheme="minorHAnsi" w:cs="Calibri"/>
          <w:sz w:val="22"/>
          <w:szCs w:val="22"/>
        </w:rPr>
        <w:t xml:space="preserve"> nimetus, maksumus, spetsifikatsioon ja sellele esitatavad nõuded, on toodud lepingu lisades 2 ja 4. </w:t>
      </w:r>
    </w:p>
    <w:p w14:paraId="0B62714F" w14:textId="77777777" w:rsidR="00ED31C7" w:rsidRPr="00ED31C7" w:rsidRDefault="00ED31C7" w:rsidP="00F66087">
      <w:pPr>
        <w:spacing w:line="240" w:lineRule="auto"/>
        <w:rPr>
          <w:rFonts w:asciiTheme="minorHAnsi" w:hAnsiTheme="minorHAnsi" w:cs="Calibri"/>
          <w:sz w:val="22"/>
          <w:szCs w:val="22"/>
        </w:rPr>
      </w:pPr>
    </w:p>
    <w:p w14:paraId="5AA19500" w14:textId="77777777" w:rsidR="00ED31C7" w:rsidRPr="00ED31C7" w:rsidRDefault="00ED31C7" w:rsidP="00F66087">
      <w:pPr>
        <w:widowControl/>
        <w:numPr>
          <w:ilvl w:val="0"/>
          <w:numId w:val="2"/>
        </w:numPr>
        <w:suppressAutoHyphens w:val="0"/>
        <w:spacing w:line="240" w:lineRule="auto"/>
        <w:ind w:left="426" w:hanging="426"/>
        <w:contextualSpacing/>
        <w:rPr>
          <w:rFonts w:asciiTheme="minorHAnsi" w:hAnsiTheme="minorHAnsi" w:cs="Calibri"/>
          <w:sz w:val="22"/>
          <w:szCs w:val="22"/>
        </w:rPr>
      </w:pPr>
      <w:r w:rsidRPr="00ED31C7">
        <w:rPr>
          <w:rFonts w:asciiTheme="minorHAnsi" w:hAnsiTheme="minorHAnsi" w:cs="Calibri"/>
          <w:sz w:val="22"/>
          <w:szCs w:val="22"/>
        </w:rPr>
        <w:t xml:space="preserve">Tellimused edastatakse ostutellimusena vähemalt kirjalikku </w:t>
      </w:r>
      <w:proofErr w:type="spellStart"/>
      <w:r w:rsidRPr="00ED31C7">
        <w:rPr>
          <w:rFonts w:asciiTheme="minorHAnsi" w:hAnsiTheme="minorHAnsi" w:cs="Calibri"/>
          <w:sz w:val="22"/>
          <w:szCs w:val="22"/>
        </w:rPr>
        <w:t>taasesitamist</w:t>
      </w:r>
      <w:proofErr w:type="spellEnd"/>
      <w:r w:rsidRPr="00ED31C7">
        <w:rPr>
          <w:rFonts w:asciiTheme="minorHAnsi" w:hAnsiTheme="minorHAnsi" w:cs="Calibri"/>
          <w:sz w:val="22"/>
          <w:szCs w:val="22"/>
        </w:rPr>
        <w:t xml:space="preserve"> võimaldavas vormis.</w:t>
      </w:r>
    </w:p>
    <w:p w14:paraId="03DE0EC6" w14:textId="77777777" w:rsidR="00ED31C7" w:rsidRPr="00ED31C7" w:rsidRDefault="00ED31C7" w:rsidP="00F66087">
      <w:pPr>
        <w:spacing w:line="240" w:lineRule="auto"/>
        <w:ind w:left="567"/>
        <w:contextualSpacing/>
        <w:rPr>
          <w:rFonts w:asciiTheme="minorHAnsi" w:hAnsiTheme="minorHAnsi" w:cs="Calibri"/>
          <w:sz w:val="22"/>
          <w:szCs w:val="22"/>
        </w:rPr>
      </w:pPr>
    </w:p>
    <w:p w14:paraId="78E97960" w14:textId="77777777" w:rsidR="00ED31C7" w:rsidRPr="00ED31C7" w:rsidRDefault="00ED31C7" w:rsidP="00F66087">
      <w:pPr>
        <w:widowControl/>
        <w:numPr>
          <w:ilvl w:val="0"/>
          <w:numId w:val="2"/>
        </w:numPr>
        <w:suppressAutoHyphens w:val="0"/>
        <w:spacing w:line="240" w:lineRule="auto"/>
        <w:ind w:left="426" w:hanging="426"/>
        <w:contextualSpacing/>
        <w:rPr>
          <w:rFonts w:asciiTheme="minorHAnsi" w:hAnsiTheme="minorHAnsi" w:cs="Calibri"/>
          <w:sz w:val="22"/>
          <w:szCs w:val="22"/>
        </w:rPr>
      </w:pPr>
      <w:r w:rsidRPr="00ED31C7">
        <w:rPr>
          <w:rFonts w:asciiTheme="minorHAnsi" w:hAnsiTheme="minorHAnsi" w:cs="Calibri"/>
          <w:sz w:val="22"/>
          <w:szCs w:val="22"/>
        </w:rPr>
        <w:t>Kauba tarnekoht on Loode 5, Tapa, 45107 ja Kose tee 3a, 65603, Võru</w:t>
      </w:r>
    </w:p>
    <w:p w14:paraId="2FE2419A" w14:textId="77777777" w:rsidR="00ED31C7" w:rsidRPr="00ED31C7" w:rsidRDefault="00ED31C7" w:rsidP="00F66087">
      <w:pPr>
        <w:spacing w:line="240" w:lineRule="auto"/>
        <w:ind w:left="720"/>
        <w:contextualSpacing/>
        <w:rPr>
          <w:rFonts w:asciiTheme="minorHAnsi" w:hAnsiTheme="minorHAnsi" w:cs="Calibri"/>
          <w:sz w:val="22"/>
          <w:szCs w:val="22"/>
        </w:rPr>
      </w:pPr>
    </w:p>
    <w:p w14:paraId="3C6A4F75" w14:textId="4DF9C3BC" w:rsidR="00F66087" w:rsidRDefault="00ED31C7" w:rsidP="00F66087">
      <w:pPr>
        <w:widowControl/>
        <w:numPr>
          <w:ilvl w:val="0"/>
          <w:numId w:val="2"/>
        </w:numPr>
        <w:suppressAutoHyphens w:val="0"/>
        <w:spacing w:line="240" w:lineRule="auto"/>
        <w:ind w:left="426" w:hanging="426"/>
        <w:contextualSpacing/>
        <w:rPr>
          <w:rFonts w:asciiTheme="minorHAnsi" w:hAnsiTheme="minorHAnsi" w:cs="Calibri"/>
          <w:sz w:val="22"/>
          <w:szCs w:val="22"/>
        </w:rPr>
      </w:pPr>
      <w:r w:rsidRPr="00ED31C7">
        <w:rPr>
          <w:rFonts w:asciiTheme="minorHAnsi" w:hAnsiTheme="minorHAnsi" w:cs="Calibri"/>
          <w:sz w:val="22"/>
          <w:szCs w:val="22"/>
        </w:rPr>
        <w:t xml:space="preserve">Ostja kontaktisik: </w:t>
      </w:r>
    </w:p>
    <w:p w14:paraId="01D6D8DE" w14:textId="77777777" w:rsidR="00F66087" w:rsidRDefault="00F66087" w:rsidP="00F66087">
      <w:pPr>
        <w:widowControl/>
        <w:suppressAutoHyphens w:val="0"/>
        <w:spacing w:line="240" w:lineRule="auto"/>
        <w:ind w:left="426"/>
        <w:contextualSpacing/>
        <w:rPr>
          <w:rFonts w:asciiTheme="minorHAnsi" w:hAnsiTheme="minorHAnsi" w:cs="Calibri"/>
          <w:sz w:val="22"/>
          <w:szCs w:val="22"/>
        </w:rPr>
      </w:pPr>
    </w:p>
    <w:p w14:paraId="4CAAD759" w14:textId="37B2E3F1" w:rsidR="00F66087" w:rsidRDefault="00ED31C7" w:rsidP="00F66087">
      <w:pPr>
        <w:widowControl/>
        <w:numPr>
          <w:ilvl w:val="1"/>
          <w:numId w:val="2"/>
        </w:numPr>
        <w:suppressAutoHyphens w:val="0"/>
        <w:spacing w:line="240" w:lineRule="auto"/>
        <w:ind w:left="1134" w:hanging="708"/>
        <w:contextualSpacing/>
        <w:rPr>
          <w:rFonts w:asciiTheme="minorHAnsi" w:hAnsiTheme="minorHAnsi" w:cs="Calibri"/>
          <w:sz w:val="22"/>
          <w:szCs w:val="22"/>
        </w:rPr>
      </w:pPr>
      <w:r w:rsidRPr="00ED31C7">
        <w:rPr>
          <w:rFonts w:asciiTheme="minorHAnsi" w:hAnsiTheme="minorHAnsi" w:cs="Calibri"/>
          <w:sz w:val="22"/>
          <w:szCs w:val="22"/>
        </w:rPr>
        <w:t xml:space="preserve">Liina </w:t>
      </w:r>
      <w:proofErr w:type="spellStart"/>
      <w:r w:rsidRPr="00ED31C7">
        <w:rPr>
          <w:rFonts w:asciiTheme="minorHAnsi" w:hAnsiTheme="minorHAnsi" w:cs="Calibri"/>
          <w:sz w:val="22"/>
          <w:szCs w:val="22"/>
        </w:rPr>
        <w:t>Mesults</w:t>
      </w:r>
      <w:proofErr w:type="spellEnd"/>
      <w:r w:rsidRPr="00ED31C7">
        <w:rPr>
          <w:rFonts w:asciiTheme="minorHAnsi" w:hAnsiTheme="minorHAnsi" w:cs="Calibri"/>
          <w:sz w:val="22"/>
          <w:szCs w:val="22"/>
        </w:rPr>
        <w:t xml:space="preserve">, +372 5344 2368,  </w:t>
      </w:r>
      <w:hyperlink r:id="rId11" w:history="1">
        <w:r w:rsidRPr="00F66087">
          <w:rPr>
            <w:rFonts w:asciiTheme="minorHAnsi" w:hAnsiTheme="minorHAnsi" w:cs="Calibri"/>
            <w:sz w:val="22"/>
            <w:szCs w:val="22"/>
            <w:u w:val="single"/>
          </w:rPr>
          <w:t>liina.mesults@mil.ee</w:t>
        </w:r>
      </w:hyperlink>
      <w:r w:rsidR="00F66087">
        <w:rPr>
          <w:rFonts w:asciiTheme="minorHAnsi" w:hAnsiTheme="minorHAnsi" w:cs="Calibri"/>
          <w:sz w:val="22"/>
          <w:szCs w:val="22"/>
        </w:rPr>
        <w:t>.</w:t>
      </w:r>
    </w:p>
    <w:p w14:paraId="387079B4" w14:textId="64DF713C" w:rsidR="00F66087" w:rsidRDefault="00ED31C7" w:rsidP="00F66087">
      <w:pPr>
        <w:widowControl/>
        <w:numPr>
          <w:ilvl w:val="1"/>
          <w:numId w:val="2"/>
        </w:numPr>
        <w:suppressAutoHyphens w:val="0"/>
        <w:spacing w:line="240" w:lineRule="auto"/>
        <w:ind w:left="1134" w:hanging="708"/>
        <w:contextualSpacing/>
        <w:rPr>
          <w:rFonts w:asciiTheme="minorHAnsi" w:hAnsiTheme="minorHAnsi" w:cs="Calibri"/>
          <w:sz w:val="22"/>
          <w:szCs w:val="22"/>
        </w:rPr>
      </w:pPr>
      <w:r w:rsidRPr="00F66087">
        <w:rPr>
          <w:rFonts w:asciiTheme="minorHAnsi" w:hAnsiTheme="minorHAnsi" w:cs="Calibri"/>
          <w:sz w:val="22"/>
          <w:szCs w:val="22"/>
        </w:rPr>
        <w:t xml:space="preserve">Aivar </w:t>
      </w:r>
      <w:proofErr w:type="spellStart"/>
      <w:r w:rsidRPr="00F66087">
        <w:rPr>
          <w:rFonts w:asciiTheme="minorHAnsi" w:hAnsiTheme="minorHAnsi" w:cs="Calibri"/>
          <w:sz w:val="22"/>
          <w:szCs w:val="22"/>
        </w:rPr>
        <w:t>Voronov</w:t>
      </w:r>
      <w:proofErr w:type="spellEnd"/>
      <w:r w:rsidRPr="00F66087">
        <w:rPr>
          <w:rFonts w:asciiTheme="minorHAnsi" w:hAnsiTheme="minorHAnsi" w:cs="Calibri"/>
          <w:sz w:val="22"/>
          <w:szCs w:val="22"/>
        </w:rPr>
        <w:t xml:space="preserve">, +372 526 1905, </w:t>
      </w:r>
      <w:r w:rsidRPr="00F66087">
        <w:rPr>
          <w:rFonts w:asciiTheme="minorHAnsi" w:hAnsiTheme="minorHAnsi" w:cs="Calibri"/>
          <w:sz w:val="22"/>
          <w:szCs w:val="22"/>
          <w:u w:val="single"/>
        </w:rPr>
        <w:t>aivar.voronov@mil.ee</w:t>
      </w:r>
      <w:r w:rsidR="00F66087">
        <w:rPr>
          <w:rFonts w:asciiTheme="minorHAnsi" w:hAnsiTheme="minorHAnsi" w:cs="Calibri"/>
          <w:sz w:val="22"/>
          <w:szCs w:val="22"/>
        </w:rPr>
        <w:t>.</w:t>
      </w:r>
      <w:r w:rsidRPr="00F66087">
        <w:rPr>
          <w:rFonts w:asciiTheme="minorHAnsi" w:hAnsiTheme="minorHAnsi" w:cs="Calibri"/>
          <w:sz w:val="22"/>
          <w:szCs w:val="22"/>
        </w:rPr>
        <w:t xml:space="preserve"> </w:t>
      </w:r>
    </w:p>
    <w:p w14:paraId="33BD010D" w14:textId="2CD1C53C" w:rsidR="00ED31C7" w:rsidRPr="00F66087" w:rsidRDefault="00ED31C7" w:rsidP="00F66087">
      <w:pPr>
        <w:widowControl/>
        <w:numPr>
          <w:ilvl w:val="1"/>
          <w:numId w:val="2"/>
        </w:numPr>
        <w:suppressAutoHyphens w:val="0"/>
        <w:spacing w:line="240" w:lineRule="auto"/>
        <w:ind w:left="1134" w:hanging="708"/>
        <w:contextualSpacing/>
        <w:rPr>
          <w:rFonts w:asciiTheme="minorHAnsi" w:hAnsiTheme="minorHAnsi" w:cs="Calibri"/>
          <w:sz w:val="22"/>
          <w:szCs w:val="22"/>
        </w:rPr>
      </w:pPr>
      <w:r w:rsidRPr="00F66087">
        <w:rPr>
          <w:rFonts w:asciiTheme="minorHAnsi" w:hAnsiTheme="minorHAnsi" w:cs="Calibri"/>
          <w:sz w:val="22"/>
          <w:szCs w:val="22"/>
        </w:rPr>
        <w:t xml:space="preserve">Elina Kohv, +372 511 4006,  </w:t>
      </w:r>
      <w:r w:rsidRPr="00F66087">
        <w:rPr>
          <w:rFonts w:asciiTheme="minorHAnsi" w:hAnsiTheme="minorHAnsi" w:cs="Calibri"/>
          <w:sz w:val="22"/>
          <w:szCs w:val="22"/>
          <w:u w:val="single"/>
        </w:rPr>
        <w:t>elina.kohv@mil.ee</w:t>
      </w:r>
      <w:r w:rsidR="00F66087">
        <w:rPr>
          <w:rFonts w:asciiTheme="minorHAnsi" w:hAnsiTheme="minorHAnsi" w:cs="Calibri"/>
          <w:sz w:val="22"/>
          <w:szCs w:val="22"/>
        </w:rPr>
        <w:t>.</w:t>
      </w:r>
    </w:p>
    <w:p w14:paraId="74DE3087" w14:textId="77777777" w:rsidR="00ED31C7" w:rsidRPr="00ED31C7" w:rsidRDefault="00ED31C7" w:rsidP="00F66087">
      <w:pPr>
        <w:spacing w:line="240" w:lineRule="auto"/>
        <w:ind w:left="720"/>
        <w:contextualSpacing/>
        <w:rPr>
          <w:rFonts w:asciiTheme="minorHAnsi" w:hAnsiTheme="minorHAnsi" w:cs="Calibri"/>
          <w:sz w:val="22"/>
          <w:szCs w:val="22"/>
        </w:rPr>
      </w:pPr>
    </w:p>
    <w:p w14:paraId="0AF89EF6" w14:textId="77777777" w:rsidR="00ED31C7" w:rsidRPr="00ED31C7" w:rsidRDefault="00ED31C7" w:rsidP="00F66087">
      <w:pPr>
        <w:widowControl/>
        <w:numPr>
          <w:ilvl w:val="0"/>
          <w:numId w:val="2"/>
        </w:numPr>
        <w:suppressAutoHyphens w:val="0"/>
        <w:spacing w:line="240" w:lineRule="auto"/>
        <w:ind w:left="426" w:hanging="426"/>
        <w:contextualSpacing/>
        <w:rPr>
          <w:rFonts w:asciiTheme="minorHAnsi" w:hAnsiTheme="minorHAnsi" w:cs="Calibri"/>
          <w:sz w:val="22"/>
          <w:szCs w:val="22"/>
        </w:rPr>
      </w:pPr>
      <w:r w:rsidRPr="00ED31C7">
        <w:rPr>
          <w:rFonts w:asciiTheme="minorHAnsi" w:hAnsiTheme="minorHAnsi" w:cs="Calibri"/>
          <w:sz w:val="22"/>
          <w:szCs w:val="22"/>
        </w:rPr>
        <w:t xml:space="preserve">Müüja kontaktisik: Kaido Heinsalu, +372 5344 6056,  </w:t>
      </w:r>
      <w:hyperlink r:id="rId12" w:history="1">
        <w:r w:rsidRPr="00F66087">
          <w:rPr>
            <w:rFonts w:asciiTheme="minorHAnsi" w:hAnsiTheme="minorHAnsi" w:cs="Calibri"/>
            <w:sz w:val="22"/>
            <w:szCs w:val="22"/>
            <w:u w:val="single"/>
          </w:rPr>
          <w:t>kaido.heinsalu@bauhof.ee</w:t>
        </w:r>
      </w:hyperlink>
    </w:p>
    <w:p w14:paraId="7EF6F6D7" w14:textId="77777777" w:rsidR="00ED31C7" w:rsidRPr="00ED31C7" w:rsidRDefault="00ED31C7" w:rsidP="00F66087">
      <w:pPr>
        <w:widowControl/>
        <w:suppressAutoHyphens w:val="0"/>
        <w:spacing w:line="240" w:lineRule="auto"/>
        <w:ind w:left="426"/>
        <w:contextualSpacing/>
        <w:rPr>
          <w:rFonts w:asciiTheme="minorHAnsi" w:hAnsiTheme="minorHAnsi" w:cs="Calibri"/>
          <w:sz w:val="22"/>
          <w:szCs w:val="22"/>
        </w:rPr>
      </w:pPr>
    </w:p>
    <w:p w14:paraId="63688E24" w14:textId="77777777" w:rsidR="00ED31C7" w:rsidRPr="00ED31C7" w:rsidRDefault="00ED31C7" w:rsidP="00F66087">
      <w:pPr>
        <w:widowControl/>
        <w:numPr>
          <w:ilvl w:val="0"/>
          <w:numId w:val="2"/>
        </w:numPr>
        <w:suppressAutoHyphens w:val="0"/>
        <w:spacing w:line="240" w:lineRule="auto"/>
        <w:ind w:left="426" w:hanging="426"/>
        <w:contextualSpacing/>
        <w:rPr>
          <w:rFonts w:asciiTheme="minorHAnsi" w:hAnsiTheme="minorHAnsi" w:cs="Calibri"/>
          <w:sz w:val="22"/>
          <w:szCs w:val="22"/>
        </w:rPr>
      </w:pPr>
      <w:r w:rsidRPr="00ED31C7">
        <w:rPr>
          <w:rFonts w:asciiTheme="minorHAnsi" w:hAnsiTheme="minorHAnsi" w:cs="Calibri"/>
          <w:bCs/>
          <w:sz w:val="22"/>
          <w:szCs w:val="22"/>
        </w:rPr>
        <w:t>Kontaktisikute muutumisel tuleb sellest viivitamatult teist poolt kirjalikult teavitada. Nimetatud teade lisatakse lepingu juurde ning ei käsitleta lepingu muudatusena.</w:t>
      </w:r>
    </w:p>
    <w:p w14:paraId="3D21D49E" w14:textId="77777777" w:rsidR="00ED31C7" w:rsidRPr="00ED31C7" w:rsidRDefault="00ED31C7" w:rsidP="00F66087">
      <w:pPr>
        <w:spacing w:line="240" w:lineRule="auto"/>
        <w:rPr>
          <w:rFonts w:asciiTheme="minorHAnsi" w:hAnsiTheme="minorHAnsi" w:cs="Calibri"/>
          <w:sz w:val="22"/>
          <w:szCs w:val="22"/>
        </w:rPr>
      </w:pPr>
    </w:p>
    <w:p w14:paraId="55E68D8F" w14:textId="0C68641B" w:rsidR="00ED31C7" w:rsidRDefault="00ED31C7" w:rsidP="00F66087">
      <w:pPr>
        <w:numPr>
          <w:ilvl w:val="0"/>
          <w:numId w:val="2"/>
        </w:numPr>
        <w:tabs>
          <w:tab w:val="left" w:pos="4320"/>
        </w:tabs>
        <w:spacing w:line="240" w:lineRule="auto"/>
        <w:ind w:left="426" w:hanging="426"/>
        <w:contextualSpacing/>
        <w:rPr>
          <w:rFonts w:asciiTheme="minorHAnsi" w:hAnsiTheme="minorHAnsi" w:cs="Calibri"/>
          <w:sz w:val="22"/>
          <w:szCs w:val="22"/>
        </w:rPr>
      </w:pPr>
      <w:r w:rsidRPr="00ED31C7">
        <w:rPr>
          <w:rFonts w:asciiTheme="minorHAnsi" w:hAnsiTheme="minorHAnsi" w:cs="Calibri"/>
          <w:sz w:val="22"/>
          <w:szCs w:val="22"/>
        </w:rPr>
        <w:t>Arve esitamine</w:t>
      </w:r>
    </w:p>
    <w:p w14:paraId="1BD50BB8" w14:textId="77777777" w:rsidR="00F66087" w:rsidRPr="00ED31C7" w:rsidRDefault="00F66087" w:rsidP="00F66087">
      <w:pPr>
        <w:tabs>
          <w:tab w:val="left" w:pos="4320"/>
        </w:tabs>
        <w:spacing w:line="240" w:lineRule="auto"/>
        <w:ind w:left="426"/>
        <w:contextualSpacing/>
        <w:rPr>
          <w:rFonts w:asciiTheme="minorHAnsi" w:hAnsiTheme="minorHAnsi" w:cs="Calibri"/>
          <w:sz w:val="22"/>
          <w:szCs w:val="22"/>
        </w:rPr>
      </w:pPr>
    </w:p>
    <w:p w14:paraId="2DBD83FE" w14:textId="2AC0F3D4" w:rsidR="00F66087" w:rsidRDefault="001251CE" w:rsidP="00F66087">
      <w:pPr>
        <w:pStyle w:val="ListParagraph"/>
        <w:numPr>
          <w:ilvl w:val="1"/>
          <w:numId w:val="5"/>
        </w:numPr>
        <w:ind w:left="1134" w:right="-2" w:hanging="708"/>
        <w:rPr>
          <w:rFonts w:asciiTheme="minorHAnsi" w:hAnsiTheme="minorHAnsi" w:cs="Calibri"/>
          <w:sz w:val="22"/>
          <w:szCs w:val="22"/>
        </w:rPr>
      </w:pPr>
      <w:r w:rsidRPr="00F66087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="00ED31C7" w:rsidRPr="00F66087">
        <w:rPr>
          <w:rFonts w:asciiTheme="minorHAnsi" w:hAnsiTheme="minorHAnsi" w:cs="Calibri"/>
          <w:sz w:val="22"/>
          <w:szCs w:val="22"/>
        </w:rPr>
        <w:t>Müüja</w:t>
      </w:r>
      <w:proofErr w:type="spellEnd"/>
      <w:r w:rsidR="00ED31C7" w:rsidRPr="00F66087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="00ED31C7" w:rsidRPr="00F66087">
        <w:rPr>
          <w:rFonts w:asciiTheme="minorHAnsi" w:hAnsiTheme="minorHAnsi" w:cs="Calibri"/>
          <w:sz w:val="22"/>
          <w:szCs w:val="22"/>
        </w:rPr>
        <w:t>esitab</w:t>
      </w:r>
      <w:proofErr w:type="spellEnd"/>
      <w:r w:rsidR="00ED31C7" w:rsidRPr="00F66087">
        <w:rPr>
          <w:rFonts w:asciiTheme="minorHAnsi" w:hAnsiTheme="minorHAnsi" w:cs="Calibri"/>
          <w:sz w:val="22"/>
          <w:szCs w:val="22"/>
        </w:rPr>
        <w:t xml:space="preserve"> e-</w:t>
      </w:r>
      <w:proofErr w:type="spellStart"/>
      <w:r w:rsidR="00ED31C7" w:rsidRPr="00F66087">
        <w:rPr>
          <w:rFonts w:asciiTheme="minorHAnsi" w:hAnsiTheme="minorHAnsi" w:cs="Calibri"/>
          <w:sz w:val="22"/>
          <w:szCs w:val="22"/>
        </w:rPr>
        <w:t>arve</w:t>
      </w:r>
      <w:proofErr w:type="spellEnd"/>
      <w:r w:rsidR="00ED31C7" w:rsidRPr="00F66087">
        <w:rPr>
          <w:rFonts w:asciiTheme="minorHAnsi" w:hAnsiTheme="minorHAnsi" w:cs="Calibri"/>
          <w:sz w:val="22"/>
          <w:szCs w:val="22"/>
        </w:rPr>
        <w:t xml:space="preserve"> (XML formaadis </w:t>
      </w:r>
      <w:proofErr w:type="spellStart"/>
      <w:r w:rsidR="00ED31C7" w:rsidRPr="00F66087">
        <w:rPr>
          <w:rFonts w:asciiTheme="minorHAnsi" w:hAnsiTheme="minorHAnsi" w:cs="Calibri"/>
          <w:sz w:val="22"/>
          <w:szCs w:val="22"/>
        </w:rPr>
        <w:t>masintöödeldav</w:t>
      </w:r>
      <w:proofErr w:type="spellEnd"/>
      <w:r w:rsidR="00ED31C7" w:rsidRPr="00F66087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="00ED31C7" w:rsidRPr="00F66087">
        <w:rPr>
          <w:rFonts w:asciiTheme="minorHAnsi" w:hAnsiTheme="minorHAnsi" w:cs="Calibri"/>
          <w:sz w:val="22"/>
          <w:szCs w:val="22"/>
        </w:rPr>
        <w:t>arve</w:t>
      </w:r>
      <w:proofErr w:type="spellEnd"/>
      <w:r w:rsidR="00ED31C7" w:rsidRPr="00F66087">
        <w:rPr>
          <w:rFonts w:asciiTheme="minorHAnsi" w:hAnsiTheme="minorHAnsi" w:cs="Calibri"/>
          <w:sz w:val="22"/>
          <w:szCs w:val="22"/>
        </w:rPr>
        <w:t xml:space="preserve">) </w:t>
      </w:r>
      <w:proofErr w:type="spellStart"/>
      <w:r w:rsidR="00ED31C7" w:rsidRPr="00F66087">
        <w:rPr>
          <w:rFonts w:asciiTheme="minorHAnsi" w:hAnsiTheme="minorHAnsi" w:cs="Calibri"/>
          <w:sz w:val="22"/>
          <w:szCs w:val="22"/>
        </w:rPr>
        <w:t>läbi</w:t>
      </w:r>
      <w:proofErr w:type="spellEnd"/>
      <w:r w:rsidR="00ED31C7" w:rsidRPr="00F66087">
        <w:rPr>
          <w:rFonts w:asciiTheme="minorHAnsi" w:hAnsiTheme="minorHAnsi" w:cs="Calibri"/>
          <w:sz w:val="22"/>
          <w:szCs w:val="22"/>
        </w:rPr>
        <w:t xml:space="preserve"> e-</w:t>
      </w:r>
      <w:proofErr w:type="spellStart"/>
      <w:r w:rsidR="00ED31C7" w:rsidRPr="00F66087">
        <w:rPr>
          <w:rFonts w:asciiTheme="minorHAnsi" w:hAnsiTheme="minorHAnsi" w:cs="Calibri"/>
          <w:sz w:val="22"/>
          <w:szCs w:val="22"/>
        </w:rPr>
        <w:t>arvete</w:t>
      </w:r>
      <w:proofErr w:type="spellEnd"/>
      <w:r w:rsidR="00ED31C7" w:rsidRPr="00F66087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="00ED31C7" w:rsidRPr="00F66087">
        <w:rPr>
          <w:rFonts w:asciiTheme="minorHAnsi" w:hAnsiTheme="minorHAnsi" w:cs="Calibri"/>
          <w:sz w:val="22"/>
          <w:szCs w:val="22"/>
        </w:rPr>
        <w:t>operaatori</w:t>
      </w:r>
      <w:proofErr w:type="spellEnd"/>
      <w:r w:rsidR="00ED31C7" w:rsidRPr="00F66087">
        <w:rPr>
          <w:rFonts w:asciiTheme="minorHAnsi" w:hAnsiTheme="minorHAnsi" w:cs="Calibri"/>
          <w:sz w:val="22"/>
          <w:szCs w:val="22"/>
        </w:rPr>
        <w:t>.</w:t>
      </w:r>
      <w:r w:rsidR="00F66087" w:rsidRPr="00F66087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="00ED31C7" w:rsidRPr="00F66087">
        <w:rPr>
          <w:rFonts w:asciiTheme="minorHAnsi" w:hAnsiTheme="minorHAnsi" w:cs="Calibri"/>
          <w:sz w:val="22"/>
          <w:szCs w:val="22"/>
        </w:rPr>
        <w:t>Arvele</w:t>
      </w:r>
      <w:proofErr w:type="spellEnd"/>
      <w:r w:rsidR="00ED31C7" w:rsidRPr="00F66087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="00ED31C7" w:rsidRPr="00F66087">
        <w:rPr>
          <w:rFonts w:asciiTheme="minorHAnsi" w:hAnsiTheme="minorHAnsi" w:cs="Calibri"/>
          <w:sz w:val="22"/>
          <w:szCs w:val="22"/>
        </w:rPr>
        <w:t>märgitakse</w:t>
      </w:r>
      <w:proofErr w:type="spellEnd"/>
      <w:r w:rsidR="00F66087">
        <w:rPr>
          <w:rFonts w:asciiTheme="minorHAnsi" w:hAnsiTheme="minorHAnsi" w:cs="Calibri"/>
          <w:sz w:val="22"/>
          <w:szCs w:val="22"/>
        </w:rPr>
        <w:t>:</w:t>
      </w:r>
    </w:p>
    <w:p w14:paraId="4756E614" w14:textId="77777777" w:rsidR="00F66087" w:rsidRDefault="00F66087" w:rsidP="00F66087">
      <w:pPr>
        <w:pStyle w:val="ListParagraph"/>
        <w:ind w:left="1134" w:right="-2"/>
        <w:rPr>
          <w:rFonts w:asciiTheme="minorHAnsi" w:hAnsiTheme="minorHAnsi" w:cs="Calibri"/>
          <w:sz w:val="22"/>
          <w:szCs w:val="22"/>
        </w:rPr>
      </w:pPr>
    </w:p>
    <w:p w14:paraId="16E3C294" w14:textId="6B195A5B" w:rsidR="00ED31C7" w:rsidRDefault="00ED31C7" w:rsidP="00F66087">
      <w:pPr>
        <w:pStyle w:val="ListParagraph"/>
        <w:numPr>
          <w:ilvl w:val="2"/>
          <w:numId w:val="5"/>
        </w:numPr>
        <w:ind w:left="1985" w:right="-2" w:hanging="851"/>
        <w:rPr>
          <w:rFonts w:asciiTheme="minorHAnsi" w:hAnsiTheme="minorHAnsi" w:cs="Calibri"/>
          <w:sz w:val="22"/>
          <w:szCs w:val="22"/>
        </w:rPr>
      </w:pPr>
      <w:proofErr w:type="spellStart"/>
      <w:r w:rsidRPr="00F66087">
        <w:rPr>
          <w:rFonts w:asciiTheme="minorHAnsi" w:hAnsiTheme="minorHAnsi" w:cs="Calibri"/>
          <w:b/>
          <w:sz w:val="22"/>
          <w:szCs w:val="22"/>
        </w:rPr>
        <w:t>maksja</w:t>
      </w:r>
      <w:proofErr w:type="spellEnd"/>
      <w:r w:rsidRPr="00F66087">
        <w:rPr>
          <w:rFonts w:asciiTheme="minorHAnsi" w:hAnsiTheme="minorHAnsi" w:cs="Calibri"/>
          <w:sz w:val="22"/>
          <w:szCs w:val="22"/>
        </w:rPr>
        <w:t xml:space="preserve">: </w:t>
      </w:r>
      <w:proofErr w:type="spellStart"/>
      <w:r w:rsidRPr="00F66087">
        <w:rPr>
          <w:rFonts w:asciiTheme="minorHAnsi" w:hAnsiTheme="minorHAnsi" w:cs="Calibri"/>
          <w:sz w:val="22"/>
          <w:szCs w:val="22"/>
        </w:rPr>
        <w:t>Kaitsevägi</w:t>
      </w:r>
      <w:proofErr w:type="spellEnd"/>
      <w:r w:rsidRPr="00F66087">
        <w:rPr>
          <w:rFonts w:asciiTheme="minorHAnsi" w:hAnsiTheme="minorHAnsi" w:cs="Calibri"/>
          <w:sz w:val="22"/>
          <w:szCs w:val="22"/>
        </w:rPr>
        <w:t xml:space="preserve">, </w:t>
      </w:r>
      <w:proofErr w:type="spellStart"/>
      <w:r w:rsidRPr="00F66087">
        <w:rPr>
          <w:rFonts w:asciiTheme="minorHAnsi" w:hAnsiTheme="minorHAnsi" w:cs="Calibri"/>
          <w:sz w:val="22"/>
          <w:szCs w:val="22"/>
        </w:rPr>
        <w:t>asukoht</w:t>
      </w:r>
      <w:proofErr w:type="spellEnd"/>
      <w:r w:rsidRPr="00F66087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F66087">
        <w:rPr>
          <w:rFonts w:asciiTheme="minorHAnsi" w:hAnsiTheme="minorHAnsi" w:cs="Calibri"/>
          <w:sz w:val="22"/>
          <w:szCs w:val="22"/>
        </w:rPr>
        <w:t>Juhkentali</w:t>
      </w:r>
      <w:proofErr w:type="spellEnd"/>
      <w:r w:rsidRPr="00F66087">
        <w:rPr>
          <w:rFonts w:asciiTheme="minorHAnsi" w:hAnsiTheme="minorHAnsi" w:cs="Calibri"/>
          <w:sz w:val="22"/>
          <w:szCs w:val="22"/>
        </w:rPr>
        <w:t xml:space="preserve"> tn 58, 15007 Kesklinna </w:t>
      </w:r>
      <w:proofErr w:type="spellStart"/>
      <w:r w:rsidRPr="00F66087">
        <w:rPr>
          <w:rFonts w:asciiTheme="minorHAnsi" w:hAnsiTheme="minorHAnsi" w:cs="Calibri"/>
          <w:sz w:val="22"/>
          <w:szCs w:val="22"/>
        </w:rPr>
        <w:t>linnaosa</w:t>
      </w:r>
      <w:proofErr w:type="spellEnd"/>
      <w:r w:rsidRPr="00F66087">
        <w:rPr>
          <w:rFonts w:asciiTheme="minorHAnsi" w:hAnsiTheme="minorHAnsi" w:cs="Calibri"/>
          <w:sz w:val="22"/>
          <w:szCs w:val="22"/>
        </w:rPr>
        <w:t xml:space="preserve">, Tallinn, Harju </w:t>
      </w:r>
      <w:proofErr w:type="spellStart"/>
      <w:r w:rsidRPr="00F66087">
        <w:rPr>
          <w:rFonts w:asciiTheme="minorHAnsi" w:hAnsiTheme="minorHAnsi" w:cs="Calibri"/>
          <w:sz w:val="22"/>
          <w:szCs w:val="22"/>
        </w:rPr>
        <w:t>maakond</w:t>
      </w:r>
      <w:proofErr w:type="spellEnd"/>
      <w:r w:rsidR="00F66087">
        <w:rPr>
          <w:rFonts w:asciiTheme="minorHAnsi" w:hAnsiTheme="minorHAnsi" w:cs="Calibri"/>
          <w:sz w:val="22"/>
          <w:szCs w:val="22"/>
        </w:rPr>
        <w:t>;</w:t>
      </w:r>
    </w:p>
    <w:p w14:paraId="3EB7E6B4" w14:textId="710FD575" w:rsidR="00F66087" w:rsidRDefault="00F66087" w:rsidP="00F66087">
      <w:pPr>
        <w:pStyle w:val="ListParagraph"/>
        <w:numPr>
          <w:ilvl w:val="2"/>
          <w:numId w:val="5"/>
        </w:numPr>
        <w:ind w:left="1985" w:right="-2" w:hanging="851"/>
        <w:rPr>
          <w:rFonts w:asciiTheme="minorHAnsi" w:hAnsiTheme="minorHAnsi" w:cs="Calibri"/>
          <w:sz w:val="22"/>
          <w:szCs w:val="22"/>
        </w:rPr>
      </w:pPr>
      <w:proofErr w:type="spellStart"/>
      <w:r w:rsidRPr="00F66087">
        <w:rPr>
          <w:rFonts w:asciiTheme="minorHAnsi" w:hAnsiTheme="minorHAnsi" w:cs="Calibri"/>
          <w:sz w:val="22"/>
          <w:szCs w:val="22"/>
        </w:rPr>
        <w:t>registrikood</w:t>
      </w:r>
      <w:proofErr w:type="spellEnd"/>
      <w:r w:rsidRPr="00F66087">
        <w:rPr>
          <w:rFonts w:asciiTheme="minorHAnsi" w:hAnsiTheme="minorHAnsi" w:cs="Calibri"/>
          <w:sz w:val="22"/>
          <w:szCs w:val="22"/>
        </w:rPr>
        <w:t xml:space="preserve"> 70008641</w:t>
      </w:r>
      <w:r>
        <w:rPr>
          <w:rFonts w:asciiTheme="minorHAnsi" w:hAnsiTheme="minorHAnsi" w:cs="Calibri"/>
          <w:sz w:val="22"/>
          <w:szCs w:val="22"/>
        </w:rPr>
        <w:t>;</w:t>
      </w:r>
      <w:r w:rsidRPr="00F66087">
        <w:rPr>
          <w:rFonts w:asciiTheme="minorHAnsi" w:hAnsiTheme="minorHAnsi" w:cs="Calibri"/>
          <w:sz w:val="22"/>
          <w:szCs w:val="22"/>
        </w:rPr>
        <w:t xml:space="preserve"> </w:t>
      </w:r>
    </w:p>
    <w:p w14:paraId="41AA7C12" w14:textId="12089184" w:rsidR="00F66087" w:rsidRDefault="00F66087" w:rsidP="00F66087">
      <w:pPr>
        <w:pStyle w:val="ListParagraph"/>
        <w:numPr>
          <w:ilvl w:val="2"/>
          <w:numId w:val="5"/>
        </w:numPr>
        <w:ind w:left="1985" w:right="-2" w:hanging="851"/>
        <w:rPr>
          <w:rFonts w:asciiTheme="minorHAnsi" w:hAnsiTheme="minorHAnsi" w:cs="Calibri"/>
          <w:sz w:val="22"/>
          <w:szCs w:val="22"/>
        </w:rPr>
      </w:pPr>
      <w:proofErr w:type="spellStart"/>
      <w:r w:rsidRPr="00F66087">
        <w:rPr>
          <w:rFonts w:asciiTheme="minorHAnsi" w:hAnsiTheme="minorHAnsi" w:cs="Calibri"/>
          <w:sz w:val="22"/>
          <w:szCs w:val="22"/>
        </w:rPr>
        <w:t>kontaktisiku</w:t>
      </w:r>
      <w:proofErr w:type="spellEnd"/>
      <w:r w:rsidRPr="00F66087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F66087">
        <w:rPr>
          <w:rFonts w:asciiTheme="minorHAnsi" w:hAnsiTheme="minorHAnsi" w:cs="Calibri"/>
          <w:sz w:val="22"/>
          <w:szCs w:val="22"/>
        </w:rPr>
        <w:t>nimi</w:t>
      </w:r>
      <w:proofErr w:type="spellEnd"/>
      <w:r w:rsidRPr="00F66087">
        <w:rPr>
          <w:rFonts w:asciiTheme="minorHAnsi" w:hAnsiTheme="minorHAnsi" w:cs="Calibri"/>
          <w:sz w:val="22"/>
          <w:szCs w:val="22"/>
        </w:rPr>
        <w:t xml:space="preserve"> Liina </w:t>
      </w:r>
      <w:proofErr w:type="spellStart"/>
      <w:r w:rsidRPr="00F66087">
        <w:rPr>
          <w:rFonts w:asciiTheme="minorHAnsi" w:hAnsiTheme="minorHAnsi" w:cs="Calibri"/>
          <w:sz w:val="22"/>
          <w:szCs w:val="22"/>
        </w:rPr>
        <w:t>Mesults</w:t>
      </w:r>
      <w:proofErr w:type="spellEnd"/>
      <w:r>
        <w:rPr>
          <w:rFonts w:asciiTheme="minorHAnsi" w:hAnsiTheme="minorHAnsi" w:cs="Calibri"/>
          <w:sz w:val="22"/>
          <w:szCs w:val="22"/>
        </w:rPr>
        <w:t>;</w:t>
      </w:r>
    </w:p>
    <w:p w14:paraId="13506402" w14:textId="5BB11128" w:rsidR="00F66087" w:rsidRDefault="00F66087" w:rsidP="00F66087">
      <w:pPr>
        <w:pStyle w:val="ListParagraph"/>
        <w:numPr>
          <w:ilvl w:val="2"/>
          <w:numId w:val="5"/>
        </w:numPr>
        <w:ind w:left="1985" w:right="-2" w:hanging="851"/>
        <w:rPr>
          <w:rFonts w:asciiTheme="minorHAnsi" w:hAnsiTheme="minorHAnsi" w:cs="Calibri"/>
          <w:sz w:val="22"/>
          <w:szCs w:val="22"/>
        </w:rPr>
      </w:pPr>
      <w:proofErr w:type="spellStart"/>
      <w:r w:rsidRPr="00F66087">
        <w:rPr>
          <w:rFonts w:asciiTheme="minorHAnsi" w:hAnsiTheme="minorHAnsi" w:cs="Calibri"/>
          <w:sz w:val="22"/>
          <w:szCs w:val="22"/>
        </w:rPr>
        <w:t>lepingu</w:t>
      </w:r>
      <w:proofErr w:type="spellEnd"/>
      <w:r w:rsidRPr="00F66087">
        <w:rPr>
          <w:rFonts w:asciiTheme="minorHAnsi" w:hAnsiTheme="minorHAnsi" w:cs="Calibri"/>
          <w:sz w:val="22"/>
          <w:szCs w:val="22"/>
        </w:rPr>
        <w:t xml:space="preserve"> number</w:t>
      </w:r>
      <w:r>
        <w:rPr>
          <w:rFonts w:asciiTheme="minorHAnsi" w:hAnsiTheme="minorHAnsi" w:cs="Calibri"/>
          <w:sz w:val="22"/>
          <w:szCs w:val="22"/>
        </w:rPr>
        <w:t>;</w:t>
      </w:r>
      <w:r w:rsidRPr="00F66087">
        <w:rPr>
          <w:rFonts w:asciiTheme="minorHAnsi" w:hAnsiTheme="minorHAnsi" w:cs="Calibri"/>
          <w:sz w:val="22"/>
          <w:szCs w:val="22"/>
        </w:rPr>
        <w:t xml:space="preserve"> </w:t>
      </w:r>
    </w:p>
    <w:p w14:paraId="46B96340" w14:textId="21907F3F" w:rsidR="00F66087" w:rsidRDefault="00F66087" w:rsidP="00F66087">
      <w:pPr>
        <w:pStyle w:val="ListParagraph"/>
        <w:numPr>
          <w:ilvl w:val="2"/>
          <w:numId w:val="5"/>
        </w:numPr>
        <w:ind w:left="1985" w:right="-2" w:hanging="851"/>
        <w:rPr>
          <w:rFonts w:asciiTheme="minorHAnsi" w:hAnsiTheme="minorHAnsi" w:cs="Calibri"/>
          <w:sz w:val="22"/>
          <w:szCs w:val="22"/>
        </w:rPr>
      </w:pPr>
      <w:proofErr w:type="spellStart"/>
      <w:r w:rsidRPr="00F66087">
        <w:rPr>
          <w:rFonts w:asciiTheme="minorHAnsi" w:hAnsiTheme="minorHAnsi" w:cs="Calibri"/>
          <w:sz w:val="22"/>
          <w:szCs w:val="22"/>
        </w:rPr>
        <w:t>riigihanke</w:t>
      </w:r>
      <w:proofErr w:type="spellEnd"/>
      <w:r w:rsidRPr="00F66087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F66087">
        <w:rPr>
          <w:rFonts w:asciiTheme="minorHAnsi" w:hAnsiTheme="minorHAnsi" w:cs="Calibri"/>
          <w:sz w:val="22"/>
          <w:szCs w:val="22"/>
        </w:rPr>
        <w:t>viitenumber</w:t>
      </w:r>
      <w:proofErr w:type="spellEnd"/>
      <w:r w:rsidRPr="00F66087">
        <w:rPr>
          <w:rFonts w:asciiTheme="minorHAnsi" w:hAnsiTheme="minorHAnsi" w:cs="Calibri"/>
          <w:sz w:val="22"/>
          <w:szCs w:val="22"/>
        </w:rPr>
        <w:t xml:space="preserve"> 283212</w:t>
      </w:r>
      <w:r>
        <w:rPr>
          <w:rFonts w:asciiTheme="minorHAnsi" w:hAnsiTheme="minorHAnsi" w:cs="Calibri"/>
          <w:sz w:val="22"/>
          <w:szCs w:val="22"/>
        </w:rPr>
        <w:t>;</w:t>
      </w:r>
    </w:p>
    <w:p w14:paraId="62033DCD" w14:textId="02D3E4E5" w:rsidR="00F66087" w:rsidRPr="00F66087" w:rsidRDefault="00F66087" w:rsidP="00F66087">
      <w:pPr>
        <w:pStyle w:val="ListParagraph"/>
        <w:numPr>
          <w:ilvl w:val="2"/>
          <w:numId w:val="5"/>
        </w:numPr>
        <w:ind w:left="1985" w:right="-2" w:hanging="851"/>
        <w:rPr>
          <w:rFonts w:asciiTheme="minorHAnsi" w:hAnsiTheme="minorHAnsi" w:cs="Calibri"/>
          <w:sz w:val="22"/>
          <w:szCs w:val="22"/>
        </w:rPr>
      </w:pPr>
      <w:proofErr w:type="spellStart"/>
      <w:r w:rsidRPr="00F66087">
        <w:rPr>
          <w:rFonts w:asciiTheme="minorHAnsi" w:hAnsiTheme="minorHAnsi" w:cs="Calibri"/>
          <w:color w:val="000000" w:themeColor="text1"/>
          <w:sz w:val="22"/>
          <w:szCs w:val="22"/>
        </w:rPr>
        <w:t>Lepinguosa</w:t>
      </w:r>
      <w:proofErr w:type="spellEnd"/>
      <w:r w:rsidRPr="00F66087">
        <w:rPr>
          <w:rFonts w:asciiTheme="minorHAnsi" w:hAnsiTheme="minorHAnsi" w:cs="Calibri"/>
          <w:color w:val="000000" w:themeColor="text1"/>
          <w:sz w:val="22"/>
          <w:szCs w:val="22"/>
        </w:rPr>
        <w:t xml:space="preserve"> </w:t>
      </w:r>
      <w:proofErr w:type="spellStart"/>
      <w:r w:rsidRPr="00F66087">
        <w:rPr>
          <w:rFonts w:asciiTheme="minorHAnsi" w:hAnsiTheme="minorHAnsi" w:cs="Calibri"/>
          <w:color w:val="000000" w:themeColor="text1"/>
          <w:sz w:val="22"/>
          <w:szCs w:val="22"/>
        </w:rPr>
        <w:t>viitenumber</w:t>
      </w:r>
      <w:proofErr w:type="spellEnd"/>
      <w:r w:rsidRPr="00F66087">
        <w:rPr>
          <w:rFonts w:asciiTheme="minorHAnsi" w:hAnsiTheme="minorHAnsi" w:cs="Calibri"/>
          <w:color w:val="000000" w:themeColor="text1"/>
          <w:sz w:val="22"/>
          <w:szCs w:val="22"/>
        </w:rPr>
        <w:t xml:space="preserve"> </w:t>
      </w:r>
      <w:proofErr w:type="spellStart"/>
      <w:r w:rsidRPr="00F66087">
        <w:rPr>
          <w:rFonts w:asciiTheme="minorHAnsi" w:hAnsiTheme="minorHAnsi" w:cs="Calibri"/>
          <w:color w:val="000000" w:themeColor="text1"/>
          <w:sz w:val="22"/>
          <w:szCs w:val="22"/>
        </w:rPr>
        <w:t>osa</w:t>
      </w:r>
      <w:proofErr w:type="spellEnd"/>
      <w:r w:rsidRPr="00F66087">
        <w:rPr>
          <w:rFonts w:asciiTheme="minorHAnsi" w:hAnsiTheme="minorHAnsi" w:cs="Calibri"/>
          <w:color w:val="000000" w:themeColor="text1"/>
          <w:sz w:val="22"/>
          <w:szCs w:val="22"/>
        </w:rPr>
        <w:t xml:space="preserve"> 2: 222366004021002</w:t>
      </w:r>
      <w:r>
        <w:rPr>
          <w:rFonts w:asciiTheme="minorHAnsi" w:hAnsiTheme="minorHAnsi" w:cs="Calibri"/>
          <w:color w:val="000000" w:themeColor="text1"/>
          <w:sz w:val="22"/>
          <w:szCs w:val="22"/>
        </w:rPr>
        <w:t>;</w:t>
      </w:r>
    </w:p>
    <w:p w14:paraId="3166D3E4" w14:textId="2EA46693" w:rsidR="00F66087" w:rsidRPr="00ED31C7" w:rsidRDefault="00F66087" w:rsidP="00F66087">
      <w:pPr>
        <w:widowControl/>
        <w:tabs>
          <w:tab w:val="left" w:pos="2977"/>
        </w:tabs>
        <w:suppressAutoHyphens w:val="0"/>
        <w:spacing w:line="240" w:lineRule="auto"/>
        <w:ind w:left="1985" w:right="-2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ED31C7">
        <w:rPr>
          <w:rFonts w:asciiTheme="minorHAnsi" w:hAnsiTheme="minorHAnsi" w:cs="Calibri"/>
          <w:color w:val="000000" w:themeColor="text1"/>
          <w:sz w:val="22"/>
          <w:szCs w:val="22"/>
        </w:rPr>
        <w:t>Lepinguosa viitenumber osa 4: 222366004021004</w:t>
      </w:r>
      <w:r>
        <w:rPr>
          <w:rFonts w:asciiTheme="minorHAnsi" w:hAnsiTheme="minorHAnsi" w:cs="Calibri"/>
          <w:color w:val="000000" w:themeColor="text1"/>
          <w:sz w:val="22"/>
          <w:szCs w:val="22"/>
        </w:rPr>
        <w:t>;</w:t>
      </w:r>
    </w:p>
    <w:p w14:paraId="50DB9351" w14:textId="77777777" w:rsidR="00F66087" w:rsidRPr="00ED31C7" w:rsidRDefault="00F66087" w:rsidP="00F66087">
      <w:pPr>
        <w:widowControl/>
        <w:numPr>
          <w:ilvl w:val="2"/>
          <w:numId w:val="5"/>
        </w:numPr>
        <w:tabs>
          <w:tab w:val="left" w:pos="2977"/>
        </w:tabs>
        <w:suppressAutoHyphens w:val="0"/>
        <w:spacing w:line="240" w:lineRule="auto"/>
        <w:ind w:left="1985" w:right="-2" w:hanging="851"/>
        <w:rPr>
          <w:rFonts w:asciiTheme="minorHAnsi" w:hAnsiTheme="minorHAnsi" w:cs="Calibri"/>
          <w:sz w:val="22"/>
          <w:szCs w:val="22"/>
        </w:rPr>
      </w:pPr>
      <w:r w:rsidRPr="00ED31C7">
        <w:rPr>
          <w:rFonts w:asciiTheme="minorHAnsi" w:hAnsiTheme="minorHAnsi" w:cs="Calibri"/>
          <w:sz w:val="22"/>
          <w:szCs w:val="22"/>
        </w:rPr>
        <w:t>andmed vastamaks käibemaksuseaduse nõuetele;</w:t>
      </w:r>
    </w:p>
    <w:p w14:paraId="12AF5AD4" w14:textId="77777777" w:rsidR="00F66087" w:rsidRPr="00ED31C7" w:rsidRDefault="00F66087" w:rsidP="00F66087">
      <w:pPr>
        <w:widowControl/>
        <w:numPr>
          <w:ilvl w:val="2"/>
          <w:numId w:val="5"/>
        </w:numPr>
        <w:tabs>
          <w:tab w:val="left" w:pos="2977"/>
        </w:tabs>
        <w:suppressAutoHyphens w:val="0"/>
        <w:spacing w:line="240" w:lineRule="auto"/>
        <w:ind w:left="1985" w:right="-2" w:hanging="851"/>
        <w:rPr>
          <w:rFonts w:asciiTheme="minorHAnsi" w:hAnsiTheme="minorHAnsi" w:cs="Calibri"/>
          <w:sz w:val="22"/>
          <w:szCs w:val="22"/>
        </w:rPr>
      </w:pPr>
      <w:r w:rsidRPr="00ED31C7">
        <w:rPr>
          <w:rFonts w:asciiTheme="minorHAnsi" w:hAnsiTheme="minorHAnsi" w:cs="Calibri"/>
          <w:sz w:val="22"/>
          <w:szCs w:val="22"/>
        </w:rPr>
        <w:t>lisainfona tellitud tööde nimetused, materjali(de) nimetus(</w:t>
      </w:r>
      <w:proofErr w:type="spellStart"/>
      <w:r w:rsidRPr="00ED31C7">
        <w:rPr>
          <w:rFonts w:asciiTheme="minorHAnsi" w:hAnsiTheme="minorHAnsi" w:cs="Calibri"/>
          <w:sz w:val="22"/>
          <w:szCs w:val="22"/>
        </w:rPr>
        <w:t>ed</w:t>
      </w:r>
      <w:proofErr w:type="spellEnd"/>
      <w:r w:rsidRPr="00ED31C7">
        <w:rPr>
          <w:rFonts w:asciiTheme="minorHAnsi" w:hAnsiTheme="minorHAnsi" w:cs="Calibri"/>
          <w:sz w:val="22"/>
          <w:szCs w:val="22"/>
        </w:rPr>
        <w:t>) ja kogus(</w:t>
      </w:r>
      <w:proofErr w:type="spellStart"/>
      <w:r w:rsidRPr="00ED31C7">
        <w:rPr>
          <w:rFonts w:asciiTheme="minorHAnsi" w:hAnsiTheme="minorHAnsi" w:cs="Calibri"/>
          <w:sz w:val="22"/>
          <w:szCs w:val="22"/>
        </w:rPr>
        <w:t>ed</w:t>
      </w:r>
      <w:proofErr w:type="spellEnd"/>
      <w:r w:rsidRPr="00ED31C7">
        <w:rPr>
          <w:rFonts w:asciiTheme="minorHAnsi" w:hAnsiTheme="minorHAnsi" w:cs="Calibri"/>
          <w:sz w:val="22"/>
          <w:szCs w:val="22"/>
        </w:rPr>
        <w:t xml:space="preserve">). </w:t>
      </w:r>
    </w:p>
    <w:p w14:paraId="5E903AF0" w14:textId="77777777" w:rsidR="00F66087" w:rsidRPr="00F66087" w:rsidRDefault="00F66087" w:rsidP="00F66087">
      <w:pPr>
        <w:ind w:left="1134" w:right="-2"/>
        <w:rPr>
          <w:rFonts w:asciiTheme="minorHAnsi" w:hAnsiTheme="minorHAnsi" w:cs="Calibri"/>
          <w:sz w:val="22"/>
          <w:szCs w:val="22"/>
        </w:rPr>
      </w:pPr>
    </w:p>
    <w:p w14:paraId="45B491C4" w14:textId="77777777" w:rsidR="00ED31C7" w:rsidRPr="00ED31C7" w:rsidRDefault="00ED31C7" w:rsidP="00F66087">
      <w:pPr>
        <w:numPr>
          <w:ilvl w:val="0"/>
          <w:numId w:val="2"/>
        </w:numPr>
        <w:spacing w:line="240" w:lineRule="auto"/>
        <w:ind w:left="426" w:hanging="426"/>
        <w:contextualSpacing/>
        <w:rPr>
          <w:rFonts w:asciiTheme="minorHAnsi" w:hAnsiTheme="minorHAnsi" w:cs="Calibri"/>
          <w:sz w:val="22"/>
          <w:szCs w:val="22"/>
        </w:rPr>
      </w:pPr>
      <w:r w:rsidRPr="00ED31C7">
        <w:rPr>
          <w:rFonts w:asciiTheme="minorHAnsi" w:hAnsiTheme="minorHAnsi" w:cs="Calibri"/>
          <w:sz w:val="22"/>
          <w:szCs w:val="22"/>
        </w:rPr>
        <w:t xml:space="preserve">Leping jõustub mõlema poolsest allkirjastamisest ja kehtib kuni 31.12.2024 või kuni lepinguliste kohustuste nõuetekohase täitmiseni. </w:t>
      </w:r>
    </w:p>
    <w:p w14:paraId="3B48D808" w14:textId="77777777" w:rsidR="00ED31C7" w:rsidRPr="00ED31C7" w:rsidRDefault="00ED31C7" w:rsidP="00F66087">
      <w:pPr>
        <w:spacing w:line="240" w:lineRule="auto"/>
        <w:ind w:left="426"/>
        <w:contextualSpacing/>
        <w:rPr>
          <w:rFonts w:asciiTheme="minorHAnsi" w:hAnsiTheme="minorHAnsi" w:cs="Calibri"/>
          <w:sz w:val="22"/>
          <w:szCs w:val="22"/>
        </w:rPr>
      </w:pPr>
    </w:p>
    <w:p w14:paraId="74947DD9" w14:textId="601D91B6" w:rsidR="00ED31C7" w:rsidRPr="00ED31C7" w:rsidRDefault="00F66087" w:rsidP="00F66087">
      <w:pPr>
        <w:numPr>
          <w:ilvl w:val="0"/>
          <w:numId w:val="2"/>
        </w:numPr>
        <w:spacing w:line="240" w:lineRule="auto"/>
        <w:ind w:left="426" w:hanging="426"/>
        <w:contextualSpacing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Lisad</w:t>
      </w:r>
      <w:r w:rsidR="00ED31C7" w:rsidRPr="00ED31C7">
        <w:rPr>
          <w:rFonts w:asciiTheme="minorHAnsi" w:hAnsiTheme="minorHAnsi" w:cs="Calibri"/>
          <w:sz w:val="22"/>
          <w:szCs w:val="22"/>
        </w:rPr>
        <w:tab/>
      </w:r>
    </w:p>
    <w:p w14:paraId="7FACF0F4" w14:textId="77777777" w:rsidR="00ED31C7" w:rsidRPr="00ED31C7" w:rsidRDefault="00ED31C7" w:rsidP="00F66087">
      <w:pPr>
        <w:spacing w:line="240" w:lineRule="auto"/>
        <w:rPr>
          <w:rFonts w:asciiTheme="minorHAnsi" w:hAnsiTheme="minorHAnsi" w:cs="Calibri"/>
          <w:sz w:val="22"/>
          <w:szCs w:val="22"/>
        </w:rPr>
      </w:pPr>
    </w:p>
    <w:p w14:paraId="28A4BC0D" w14:textId="448CCB39" w:rsidR="00ED31C7" w:rsidRPr="001251CE" w:rsidRDefault="00F66087" w:rsidP="00F66087">
      <w:pPr>
        <w:pStyle w:val="ListParagraph"/>
        <w:numPr>
          <w:ilvl w:val="1"/>
          <w:numId w:val="6"/>
        </w:numPr>
        <w:ind w:left="1134" w:hanging="708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Lisa </w:t>
      </w:r>
      <w:r w:rsidR="00ED31C7" w:rsidRPr="001251CE">
        <w:rPr>
          <w:rFonts w:asciiTheme="minorHAnsi" w:hAnsiTheme="minorHAnsi" w:cs="Calibri"/>
          <w:sz w:val="22"/>
          <w:szCs w:val="22"/>
        </w:rPr>
        <w:t>1</w:t>
      </w:r>
      <w:r>
        <w:rPr>
          <w:rFonts w:asciiTheme="minorHAnsi" w:hAnsiTheme="minorHAnsi" w:cs="Calibri"/>
          <w:sz w:val="22"/>
          <w:szCs w:val="22"/>
        </w:rPr>
        <w:t xml:space="preserve">. </w:t>
      </w:r>
      <w:proofErr w:type="spellStart"/>
      <w:r w:rsidR="00ED31C7" w:rsidRPr="001251CE">
        <w:rPr>
          <w:rFonts w:asciiTheme="minorHAnsi" w:hAnsiTheme="minorHAnsi" w:cs="Calibri"/>
          <w:sz w:val="22"/>
          <w:szCs w:val="22"/>
        </w:rPr>
        <w:t>Pakkumuse_vorm_tehniline</w:t>
      </w:r>
      <w:proofErr w:type="spellEnd"/>
      <w:r w:rsidR="00ED31C7" w:rsidRPr="001251CE">
        <w:rPr>
          <w:rFonts w:asciiTheme="minorHAnsi" w:hAnsiTheme="minorHAnsi" w:cs="Calibri"/>
          <w:sz w:val="22"/>
          <w:szCs w:val="22"/>
        </w:rPr>
        <w:t>_ kirjeldus_OSA_2_Üldehitus</w:t>
      </w:r>
    </w:p>
    <w:p w14:paraId="52CEF87E" w14:textId="669C5728" w:rsidR="00ED31C7" w:rsidRPr="001251CE" w:rsidRDefault="00F66087" w:rsidP="00F66087">
      <w:pPr>
        <w:pStyle w:val="ListParagraph"/>
        <w:numPr>
          <w:ilvl w:val="1"/>
          <w:numId w:val="6"/>
        </w:numPr>
        <w:ind w:left="1134" w:hanging="708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Lisa </w:t>
      </w:r>
      <w:r w:rsidR="00ED31C7" w:rsidRPr="001251CE">
        <w:rPr>
          <w:rFonts w:asciiTheme="minorHAnsi" w:hAnsiTheme="minorHAnsi" w:cs="Calibri"/>
          <w:sz w:val="22"/>
          <w:szCs w:val="22"/>
        </w:rPr>
        <w:t>2</w:t>
      </w:r>
      <w:r>
        <w:rPr>
          <w:rFonts w:asciiTheme="minorHAnsi" w:hAnsiTheme="minorHAnsi" w:cs="Calibri"/>
          <w:sz w:val="22"/>
          <w:szCs w:val="22"/>
        </w:rPr>
        <w:t xml:space="preserve">. </w:t>
      </w:r>
      <w:proofErr w:type="spellStart"/>
      <w:r w:rsidR="00ED31C7" w:rsidRPr="001251CE">
        <w:rPr>
          <w:rFonts w:asciiTheme="minorHAnsi" w:hAnsiTheme="minorHAnsi" w:cs="Calibri"/>
          <w:sz w:val="22"/>
          <w:szCs w:val="22"/>
        </w:rPr>
        <w:t>Pakkumuse_vorm_tehniline</w:t>
      </w:r>
      <w:proofErr w:type="spellEnd"/>
      <w:r w:rsidR="00ED31C7" w:rsidRPr="001251CE">
        <w:rPr>
          <w:rFonts w:asciiTheme="minorHAnsi" w:hAnsiTheme="minorHAnsi" w:cs="Calibri"/>
          <w:sz w:val="22"/>
          <w:szCs w:val="22"/>
        </w:rPr>
        <w:t xml:space="preserve">_ kirjeldus_OSA_4_ </w:t>
      </w:r>
      <w:proofErr w:type="spellStart"/>
      <w:r w:rsidR="00ED31C7" w:rsidRPr="001251CE">
        <w:rPr>
          <w:rFonts w:asciiTheme="minorHAnsi" w:hAnsiTheme="minorHAnsi" w:cs="Calibri"/>
          <w:sz w:val="22"/>
          <w:szCs w:val="22"/>
        </w:rPr>
        <w:t>aiakaubad</w:t>
      </w:r>
      <w:proofErr w:type="spellEnd"/>
    </w:p>
    <w:p w14:paraId="3A831FA1" w14:textId="2DC1E382" w:rsidR="00ED31C7" w:rsidRPr="00A034DE" w:rsidRDefault="00ED31C7" w:rsidP="00A034DE">
      <w:pPr>
        <w:pStyle w:val="ListParagraph"/>
        <w:numPr>
          <w:ilvl w:val="1"/>
          <w:numId w:val="6"/>
        </w:numPr>
        <w:ind w:left="1134" w:hanging="708"/>
        <w:rPr>
          <w:rFonts w:asciiTheme="minorHAnsi" w:hAnsiTheme="minorHAnsi" w:cs="Calibri"/>
          <w:sz w:val="22"/>
          <w:szCs w:val="22"/>
        </w:rPr>
      </w:pPr>
      <w:r w:rsidRPr="001251CE">
        <w:rPr>
          <w:rFonts w:asciiTheme="minorHAnsi" w:hAnsiTheme="minorHAnsi" w:cs="Calibri"/>
          <w:sz w:val="22"/>
          <w:szCs w:val="22"/>
        </w:rPr>
        <w:t>Lisa</w:t>
      </w:r>
      <w:r w:rsidR="00F66087">
        <w:rPr>
          <w:rFonts w:asciiTheme="minorHAnsi" w:hAnsiTheme="minorHAnsi" w:cs="Calibri"/>
          <w:sz w:val="22"/>
          <w:szCs w:val="22"/>
        </w:rPr>
        <w:t xml:space="preserve"> </w:t>
      </w:r>
      <w:r w:rsidRPr="001251CE">
        <w:rPr>
          <w:rFonts w:asciiTheme="minorHAnsi" w:hAnsiTheme="minorHAnsi" w:cs="Calibri"/>
          <w:sz w:val="22"/>
          <w:szCs w:val="22"/>
        </w:rPr>
        <w:t>3</w:t>
      </w:r>
      <w:r w:rsidR="00F66087">
        <w:rPr>
          <w:rFonts w:asciiTheme="minorHAnsi" w:hAnsiTheme="minorHAnsi" w:cs="Calibri"/>
          <w:sz w:val="22"/>
          <w:szCs w:val="22"/>
        </w:rPr>
        <w:t xml:space="preserve">. </w:t>
      </w:r>
      <w:proofErr w:type="spellStart"/>
      <w:r w:rsidRPr="001251CE">
        <w:rPr>
          <w:rFonts w:asciiTheme="minorHAnsi" w:hAnsiTheme="minorHAnsi" w:cs="Calibri"/>
          <w:sz w:val="22"/>
          <w:szCs w:val="22"/>
        </w:rPr>
        <w:t>A_RKIK_Julgeolekutingimused</w:t>
      </w:r>
      <w:bookmarkStart w:id="0" w:name="_GoBack"/>
      <w:bookmarkEnd w:id="0"/>
      <w:proofErr w:type="spellEnd"/>
    </w:p>
    <w:p w14:paraId="53613A54" w14:textId="5306FAF2" w:rsidR="00ED31C7" w:rsidRPr="00ED31C7" w:rsidRDefault="00ED31C7" w:rsidP="00F66087">
      <w:pPr>
        <w:tabs>
          <w:tab w:val="left" w:pos="709"/>
          <w:tab w:val="center" w:pos="4677"/>
        </w:tabs>
        <w:spacing w:line="240" w:lineRule="auto"/>
        <w:rPr>
          <w:rFonts w:asciiTheme="minorHAnsi" w:hAnsiTheme="minorHAnsi" w:cs="Calibri"/>
          <w:sz w:val="22"/>
          <w:szCs w:val="22"/>
        </w:rPr>
      </w:pPr>
      <w:r w:rsidRPr="00ED31C7">
        <w:rPr>
          <w:rFonts w:asciiTheme="minorHAnsi" w:hAnsiTheme="minorHAnsi" w:cs="Calibri"/>
          <w:sz w:val="22"/>
          <w:szCs w:val="22"/>
        </w:rPr>
        <w:tab/>
      </w:r>
      <w:r w:rsidR="001251CE">
        <w:rPr>
          <w:rFonts w:asciiTheme="minorHAnsi" w:hAnsiTheme="minorHAnsi" w:cs="Calibri"/>
          <w:sz w:val="22"/>
          <w:szCs w:val="22"/>
        </w:rPr>
        <w:tab/>
      </w:r>
    </w:p>
    <w:p w14:paraId="5407965C" w14:textId="77777777" w:rsidR="00ED31C7" w:rsidRPr="00ED31C7" w:rsidRDefault="00ED31C7" w:rsidP="00F66087">
      <w:pPr>
        <w:numPr>
          <w:ilvl w:val="0"/>
          <w:numId w:val="2"/>
        </w:numPr>
        <w:tabs>
          <w:tab w:val="left" w:pos="993"/>
        </w:tabs>
        <w:spacing w:line="240" w:lineRule="auto"/>
        <w:ind w:left="426" w:hanging="426"/>
        <w:contextualSpacing/>
        <w:rPr>
          <w:rFonts w:asciiTheme="minorHAnsi" w:hAnsiTheme="minorHAnsi" w:cs="Calibri"/>
          <w:sz w:val="22"/>
          <w:szCs w:val="22"/>
        </w:rPr>
      </w:pPr>
      <w:r w:rsidRPr="00ED31C7">
        <w:rPr>
          <w:rFonts w:asciiTheme="minorHAnsi" w:hAnsiTheme="minorHAnsi" w:cs="Calibri"/>
          <w:sz w:val="22"/>
          <w:szCs w:val="22"/>
        </w:rPr>
        <w:t>Poolte kontaktandmed</w:t>
      </w:r>
    </w:p>
    <w:p w14:paraId="42202C33" w14:textId="77777777" w:rsidR="00ED31C7" w:rsidRPr="00ED31C7" w:rsidRDefault="00ED31C7" w:rsidP="00ED31C7">
      <w:pPr>
        <w:contextualSpacing/>
        <w:rPr>
          <w:rFonts w:asciiTheme="minorHAnsi" w:hAnsiTheme="minorHAnsi" w:cs="Calibri"/>
          <w:sz w:val="22"/>
          <w:szCs w:val="22"/>
        </w:rPr>
      </w:pPr>
    </w:p>
    <w:p w14:paraId="674C8621" w14:textId="1FAE9251" w:rsidR="00ED31C7" w:rsidRDefault="00F66087" w:rsidP="00F66087">
      <w:pPr>
        <w:tabs>
          <w:tab w:val="left" w:pos="5387"/>
        </w:tabs>
        <w:contextualSpacing/>
        <w:rPr>
          <w:rFonts w:asciiTheme="minorHAnsi" w:hAnsiTheme="minorHAnsi" w:cs="Calibri"/>
          <w:b/>
          <w:sz w:val="22"/>
          <w:szCs w:val="22"/>
        </w:rPr>
      </w:pPr>
      <w:r>
        <w:rPr>
          <w:rFonts w:asciiTheme="minorHAnsi" w:hAnsiTheme="minorHAnsi" w:cs="Calibri"/>
          <w:b/>
          <w:sz w:val="22"/>
          <w:szCs w:val="22"/>
        </w:rPr>
        <w:t>Ostja</w:t>
      </w:r>
      <w:r w:rsidR="00ED31C7" w:rsidRPr="00ED31C7">
        <w:rPr>
          <w:rFonts w:asciiTheme="minorHAnsi" w:hAnsiTheme="minorHAnsi" w:cs="Calibri"/>
          <w:b/>
          <w:sz w:val="22"/>
          <w:szCs w:val="22"/>
        </w:rPr>
        <w:t>:</w:t>
      </w:r>
      <w:r w:rsidR="00ED31C7" w:rsidRPr="00ED31C7">
        <w:rPr>
          <w:rFonts w:asciiTheme="minorHAnsi" w:hAnsiTheme="minorHAnsi" w:cs="Calibri"/>
          <w:sz w:val="22"/>
          <w:szCs w:val="22"/>
        </w:rPr>
        <w:tab/>
      </w:r>
      <w:r w:rsidR="00ED31C7" w:rsidRPr="00ED31C7"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b/>
          <w:sz w:val="22"/>
          <w:szCs w:val="22"/>
        </w:rPr>
        <w:t>Müüja</w:t>
      </w:r>
      <w:r w:rsidR="00ED31C7" w:rsidRPr="00ED31C7">
        <w:rPr>
          <w:rFonts w:asciiTheme="minorHAnsi" w:hAnsiTheme="minorHAnsi" w:cs="Calibri"/>
          <w:b/>
          <w:sz w:val="22"/>
          <w:szCs w:val="22"/>
        </w:rPr>
        <w:t>:</w:t>
      </w:r>
    </w:p>
    <w:p w14:paraId="1F7926C0" w14:textId="77777777" w:rsidR="00F66087" w:rsidRPr="00ED31C7" w:rsidRDefault="00F66087" w:rsidP="00F66087">
      <w:pPr>
        <w:tabs>
          <w:tab w:val="left" w:pos="5387"/>
        </w:tabs>
        <w:contextualSpacing/>
        <w:rPr>
          <w:rFonts w:asciiTheme="minorHAnsi" w:hAnsiTheme="minorHAnsi" w:cs="Calibri"/>
          <w:sz w:val="22"/>
          <w:szCs w:val="22"/>
        </w:rPr>
      </w:pPr>
    </w:p>
    <w:p w14:paraId="7DC28583" w14:textId="77777777" w:rsidR="00ED31C7" w:rsidRPr="00ED31C7" w:rsidRDefault="00ED31C7" w:rsidP="00F66087">
      <w:pPr>
        <w:tabs>
          <w:tab w:val="left" w:pos="5387"/>
        </w:tabs>
        <w:contextualSpacing/>
        <w:rPr>
          <w:rFonts w:asciiTheme="minorHAnsi" w:hAnsiTheme="minorHAnsi" w:cs="Calibri"/>
          <w:sz w:val="22"/>
          <w:szCs w:val="22"/>
        </w:rPr>
      </w:pPr>
      <w:r w:rsidRPr="00F66087">
        <w:rPr>
          <w:rFonts w:asciiTheme="minorHAnsi" w:hAnsiTheme="minorHAnsi" w:cs="Calibri"/>
          <w:b/>
          <w:kern w:val="0"/>
          <w:sz w:val="22"/>
          <w:szCs w:val="22"/>
          <w:lang w:eastAsia="en-US" w:bidi="ar-SA"/>
        </w:rPr>
        <w:t>Riigi Kaitseinvesteeringute Keskus</w:t>
      </w:r>
      <w:r w:rsidRPr="00ED31C7">
        <w:rPr>
          <w:rFonts w:asciiTheme="minorHAnsi" w:hAnsiTheme="minorHAnsi" w:cs="Calibri"/>
          <w:sz w:val="22"/>
          <w:szCs w:val="22"/>
        </w:rPr>
        <w:tab/>
      </w:r>
      <w:r w:rsidRPr="00ED31C7">
        <w:rPr>
          <w:rFonts w:asciiTheme="minorHAnsi" w:hAnsiTheme="minorHAnsi" w:cs="Calibri"/>
          <w:sz w:val="22"/>
          <w:szCs w:val="22"/>
        </w:rPr>
        <w:tab/>
      </w:r>
      <w:r w:rsidRPr="00F66087">
        <w:rPr>
          <w:rFonts w:asciiTheme="minorHAnsi" w:hAnsiTheme="minorHAnsi" w:cs="Calibri"/>
          <w:b/>
          <w:sz w:val="22"/>
          <w:szCs w:val="22"/>
        </w:rPr>
        <w:t>BAUHOF GROUP AS</w:t>
      </w:r>
    </w:p>
    <w:p w14:paraId="2A88F784" w14:textId="71BCA8B3" w:rsidR="00ED31C7" w:rsidRPr="00ED31C7" w:rsidRDefault="00F66087" w:rsidP="00F66087">
      <w:pPr>
        <w:widowControl/>
        <w:suppressAutoHyphens w:val="0"/>
        <w:autoSpaceDE w:val="0"/>
        <w:autoSpaceDN w:val="0"/>
        <w:spacing w:line="240" w:lineRule="auto"/>
        <w:ind w:right="-2"/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</w:pPr>
      <w:r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>r</w:t>
      </w:r>
      <w:r w:rsidR="00ED31C7" w:rsidRPr="00ED31C7"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>egistrikood 70009764</w:t>
      </w:r>
      <w:r w:rsidR="00ED31C7" w:rsidRPr="00ED31C7"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ab/>
      </w:r>
      <w:r w:rsidR="00ED31C7" w:rsidRPr="00ED31C7"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ab/>
      </w:r>
      <w:r w:rsidR="00ED31C7" w:rsidRPr="00ED31C7"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ab/>
      </w:r>
      <w:r w:rsidR="00ED31C7" w:rsidRPr="00ED31C7"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ab/>
      </w:r>
      <w:r w:rsidR="00ED31C7" w:rsidRPr="00ED31C7"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ab/>
      </w:r>
      <w:r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ab/>
      </w:r>
      <w:r w:rsidR="00ED31C7" w:rsidRPr="00ED31C7"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>registrikood 10636638</w:t>
      </w:r>
    </w:p>
    <w:p w14:paraId="638C3F6B" w14:textId="41767A96" w:rsidR="00ED31C7" w:rsidRPr="00ED31C7" w:rsidRDefault="00ED31C7" w:rsidP="00F66087">
      <w:pPr>
        <w:widowControl/>
        <w:suppressAutoHyphens w:val="0"/>
        <w:autoSpaceDE w:val="0"/>
        <w:autoSpaceDN w:val="0"/>
        <w:spacing w:line="240" w:lineRule="auto"/>
        <w:ind w:right="-2"/>
        <w:rPr>
          <w:rFonts w:asciiTheme="minorHAnsi" w:eastAsia="Times New Roman" w:hAnsiTheme="minorHAnsi" w:cs="Calibri"/>
          <w:kern w:val="0"/>
          <w:sz w:val="22"/>
          <w:szCs w:val="22"/>
          <w:lang w:eastAsia="en-US" w:bidi="ar-SA"/>
        </w:rPr>
      </w:pPr>
      <w:r w:rsidRPr="00ED31C7"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>Järve 34a</w:t>
      </w:r>
      <w:r w:rsidRPr="00ED31C7"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ab/>
      </w:r>
      <w:r w:rsidR="00F66087"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ab/>
      </w:r>
      <w:r w:rsidR="00F66087"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ab/>
      </w:r>
      <w:r w:rsidR="00F66087"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ab/>
      </w:r>
      <w:r w:rsidR="00F66087"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ab/>
      </w:r>
      <w:r w:rsidR="00F66087"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ab/>
      </w:r>
      <w:r w:rsidR="00F66087"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ab/>
        <w:t>J. Smuuli tee 41</w:t>
      </w:r>
    </w:p>
    <w:p w14:paraId="1669DC1E" w14:textId="7D57F22B" w:rsidR="00ED31C7" w:rsidRPr="00ED31C7" w:rsidRDefault="00ED31C7" w:rsidP="00F66087">
      <w:pPr>
        <w:tabs>
          <w:tab w:val="left" w:pos="5670"/>
        </w:tabs>
        <w:contextualSpacing/>
        <w:rPr>
          <w:rFonts w:asciiTheme="minorHAnsi" w:hAnsiTheme="minorHAnsi" w:cs="Calibri"/>
          <w:sz w:val="22"/>
          <w:szCs w:val="22"/>
        </w:rPr>
      </w:pPr>
      <w:r w:rsidRPr="00ED31C7">
        <w:rPr>
          <w:rFonts w:asciiTheme="minorHAnsi" w:hAnsiTheme="minorHAnsi" w:cs="Calibri"/>
          <w:sz w:val="22"/>
          <w:szCs w:val="22"/>
        </w:rPr>
        <w:t>11314 Tallinn</w:t>
      </w:r>
      <w:r w:rsidRPr="00ED31C7">
        <w:rPr>
          <w:rFonts w:asciiTheme="minorHAnsi" w:hAnsiTheme="minorHAnsi" w:cs="Calibri"/>
          <w:sz w:val="22"/>
          <w:szCs w:val="22"/>
        </w:rPr>
        <w:tab/>
      </w:r>
      <w:r w:rsidR="00F66087" w:rsidRPr="00ED31C7">
        <w:rPr>
          <w:rFonts w:asciiTheme="minorHAnsi" w:eastAsia="Times New Roman" w:hAnsiTheme="minorHAnsi" w:cs="Calibri"/>
          <w:noProof/>
          <w:kern w:val="0"/>
          <w:sz w:val="22"/>
          <w:szCs w:val="22"/>
          <w:lang w:val="en-US" w:eastAsia="en-US" w:bidi="ar-SA"/>
        </w:rPr>
        <w:t>11415</w:t>
      </w:r>
      <w:r w:rsidRPr="00ED31C7">
        <w:rPr>
          <w:rFonts w:asciiTheme="minorHAnsi" w:hAnsiTheme="minorHAnsi" w:cs="Calibri"/>
          <w:sz w:val="22"/>
          <w:szCs w:val="22"/>
        </w:rPr>
        <w:t xml:space="preserve"> Tallinn</w:t>
      </w:r>
    </w:p>
    <w:p w14:paraId="762E221E" w14:textId="77777777" w:rsidR="00ED31C7" w:rsidRPr="00ED31C7" w:rsidRDefault="00ED31C7" w:rsidP="00F66087">
      <w:pPr>
        <w:tabs>
          <w:tab w:val="left" w:pos="5387"/>
        </w:tabs>
        <w:contextualSpacing/>
        <w:rPr>
          <w:rFonts w:asciiTheme="minorHAnsi" w:hAnsiTheme="minorHAnsi" w:cs="Calibri"/>
          <w:sz w:val="22"/>
          <w:szCs w:val="22"/>
        </w:rPr>
      </w:pPr>
      <w:r w:rsidRPr="00ED31C7">
        <w:rPr>
          <w:rFonts w:asciiTheme="minorHAnsi" w:hAnsiTheme="minorHAnsi" w:cs="Calibri"/>
          <w:sz w:val="22"/>
          <w:szCs w:val="22"/>
        </w:rPr>
        <w:tab/>
        <w:t xml:space="preserve">    </w:t>
      </w:r>
    </w:p>
    <w:p w14:paraId="62DFD414" w14:textId="77777777" w:rsidR="00ED31C7" w:rsidRPr="00ED31C7" w:rsidRDefault="00ED31C7" w:rsidP="00F66087">
      <w:pPr>
        <w:widowControl/>
        <w:tabs>
          <w:tab w:val="left" w:pos="851"/>
          <w:tab w:val="left" w:pos="1418"/>
          <w:tab w:val="left" w:pos="5387"/>
        </w:tabs>
        <w:suppressAutoHyphens w:val="0"/>
        <w:spacing w:line="240" w:lineRule="auto"/>
        <w:contextualSpacing/>
        <w:rPr>
          <w:rFonts w:asciiTheme="minorHAnsi" w:hAnsiTheme="minorHAnsi" w:cs="Calibri"/>
          <w:kern w:val="0"/>
          <w:sz w:val="22"/>
          <w:szCs w:val="22"/>
          <w:lang w:eastAsia="en-US" w:bidi="ar-SA"/>
        </w:rPr>
      </w:pPr>
    </w:p>
    <w:p w14:paraId="3FD7F4C8" w14:textId="6D906F96" w:rsidR="00ED31C7" w:rsidRDefault="00ED31C7" w:rsidP="00F66087">
      <w:pPr>
        <w:widowControl/>
        <w:tabs>
          <w:tab w:val="left" w:pos="851"/>
          <w:tab w:val="left" w:pos="1418"/>
          <w:tab w:val="left" w:pos="5387"/>
        </w:tabs>
        <w:suppressAutoHyphens w:val="0"/>
        <w:spacing w:line="240" w:lineRule="auto"/>
        <w:contextualSpacing/>
        <w:rPr>
          <w:rFonts w:asciiTheme="minorHAnsi" w:hAnsiTheme="minorHAnsi" w:cs="Calibri"/>
          <w:kern w:val="0"/>
          <w:sz w:val="22"/>
          <w:szCs w:val="22"/>
          <w:lang w:eastAsia="en-US" w:bidi="ar-SA"/>
        </w:rPr>
      </w:pPr>
      <w:r w:rsidRPr="00ED31C7">
        <w:rPr>
          <w:rFonts w:asciiTheme="minorHAnsi" w:hAnsiTheme="minorHAnsi" w:cs="Calibri"/>
          <w:kern w:val="0"/>
          <w:sz w:val="22"/>
          <w:szCs w:val="22"/>
          <w:lang w:eastAsia="en-US" w:bidi="ar-SA"/>
        </w:rPr>
        <w:t>(allkirjastatud digitaalselt)</w:t>
      </w:r>
      <w:r w:rsidRPr="00ED31C7">
        <w:rPr>
          <w:rFonts w:asciiTheme="minorHAnsi" w:hAnsiTheme="minorHAnsi" w:cs="Calibri"/>
          <w:kern w:val="0"/>
          <w:sz w:val="22"/>
          <w:szCs w:val="22"/>
          <w:lang w:eastAsia="en-US" w:bidi="ar-SA"/>
        </w:rPr>
        <w:tab/>
      </w:r>
      <w:r w:rsidRPr="00ED31C7">
        <w:rPr>
          <w:rFonts w:asciiTheme="minorHAnsi" w:hAnsiTheme="minorHAnsi" w:cs="Calibri"/>
          <w:kern w:val="0"/>
          <w:sz w:val="22"/>
          <w:szCs w:val="22"/>
          <w:lang w:eastAsia="en-US" w:bidi="ar-SA"/>
        </w:rPr>
        <w:tab/>
        <w:t>(allkirjastatud digitaalselt)</w:t>
      </w:r>
    </w:p>
    <w:p w14:paraId="5915B172" w14:textId="77777777" w:rsidR="00F66087" w:rsidRPr="00ED31C7" w:rsidRDefault="00F66087" w:rsidP="00F66087">
      <w:pPr>
        <w:widowControl/>
        <w:tabs>
          <w:tab w:val="left" w:pos="851"/>
          <w:tab w:val="left" w:pos="1418"/>
          <w:tab w:val="left" w:pos="5387"/>
        </w:tabs>
        <w:suppressAutoHyphens w:val="0"/>
        <w:spacing w:line="240" w:lineRule="auto"/>
        <w:contextualSpacing/>
        <w:rPr>
          <w:rFonts w:asciiTheme="minorHAnsi" w:hAnsiTheme="minorHAnsi" w:cs="Calibri"/>
          <w:kern w:val="0"/>
          <w:sz w:val="22"/>
          <w:szCs w:val="22"/>
          <w:lang w:eastAsia="en-US" w:bidi="ar-SA"/>
        </w:rPr>
      </w:pPr>
    </w:p>
    <w:p w14:paraId="5AD67D9D" w14:textId="70D32629" w:rsidR="00ED31C7" w:rsidRPr="00ED31C7" w:rsidRDefault="00ED31C7" w:rsidP="00F66087">
      <w:pPr>
        <w:widowControl/>
        <w:tabs>
          <w:tab w:val="left" w:pos="851"/>
          <w:tab w:val="left" w:pos="1418"/>
          <w:tab w:val="left" w:pos="5387"/>
        </w:tabs>
        <w:suppressAutoHyphens w:val="0"/>
        <w:spacing w:line="240" w:lineRule="auto"/>
        <w:contextualSpacing/>
        <w:rPr>
          <w:rFonts w:asciiTheme="minorHAnsi" w:hAnsiTheme="minorHAnsi" w:cs="Calibri"/>
          <w:sz w:val="22"/>
          <w:szCs w:val="22"/>
        </w:rPr>
      </w:pPr>
      <w:r w:rsidRPr="00ED31C7">
        <w:rPr>
          <w:rFonts w:asciiTheme="minorHAnsi" w:hAnsiTheme="minorHAnsi" w:cs="Calibri"/>
          <w:sz w:val="22"/>
          <w:szCs w:val="22"/>
        </w:rPr>
        <w:t>Ivas Janson</w:t>
      </w:r>
      <w:r w:rsidRPr="00ED31C7">
        <w:rPr>
          <w:rFonts w:asciiTheme="minorHAnsi" w:hAnsiTheme="minorHAnsi" w:cs="Calibri"/>
          <w:sz w:val="22"/>
          <w:szCs w:val="22"/>
        </w:rPr>
        <w:tab/>
      </w:r>
      <w:r w:rsidRPr="00ED31C7">
        <w:rPr>
          <w:rFonts w:asciiTheme="minorHAnsi" w:hAnsiTheme="minorHAnsi" w:cs="Calibri"/>
          <w:sz w:val="22"/>
          <w:szCs w:val="22"/>
        </w:rPr>
        <w:tab/>
      </w:r>
      <w:r w:rsidR="00F66087">
        <w:rPr>
          <w:rFonts w:asciiTheme="minorHAnsi" w:hAnsiTheme="minorHAnsi" w:cs="Calibri"/>
          <w:sz w:val="22"/>
          <w:szCs w:val="22"/>
        </w:rPr>
        <w:tab/>
      </w:r>
      <w:proofErr w:type="spellStart"/>
      <w:r w:rsidRPr="00ED31C7">
        <w:rPr>
          <w:rFonts w:asciiTheme="minorHAnsi" w:hAnsiTheme="minorHAnsi" w:cs="Calibri"/>
          <w:sz w:val="22"/>
          <w:szCs w:val="22"/>
        </w:rPr>
        <w:t>Edvinas</w:t>
      </w:r>
      <w:proofErr w:type="spellEnd"/>
      <w:r w:rsidRPr="00ED31C7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ED31C7">
        <w:rPr>
          <w:rFonts w:asciiTheme="minorHAnsi" w:hAnsiTheme="minorHAnsi" w:cs="Calibri"/>
          <w:sz w:val="22"/>
          <w:szCs w:val="22"/>
        </w:rPr>
        <w:t>Volkas</w:t>
      </w:r>
      <w:proofErr w:type="spellEnd"/>
    </w:p>
    <w:p w14:paraId="719DCB85" w14:textId="77777777" w:rsidR="00ED31C7" w:rsidRPr="00ED31C7" w:rsidRDefault="00ED31C7" w:rsidP="00F66087">
      <w:pPr>
        <w:widowControl/>
        <w:tabs>
          <w:tab w:val="left" w:pos="851"/>
          <w:tab w:val="left" w:pos="1418"/>
          <w:tab w:val="left" w:pos="5387"/>
        </w:tabs>
        <w:suppressAutoHyphens w:val="0"/>
        <w:spacing w:line="240" w:lineRule="auto"/>
        <w:contextualSpacing/>
        <w:rPr>
          <w:rFonts w:asciiTheme="minorHAnsi" w:hAnsiTheme="minorHAnsi" w:cs="Calibri"/>
          <w:sz w:val="22"/>
          <w:szCs w:val="22"/>
        </w:rPr>
      </w:pPr>
      <w:r w:rsidRPr="00ED31C7">
        <w:rPr>
          <w:rFonts w:asciiTheme="minorHAnsi" w:hAnsiTheme="minorHAnsi" w:cs="Calibri"/>
          <w:sz w:val="22"/>
          <w:szCs w:val="22"/>
        </w:rPr>
        <w:t>hangete osakonna juhataja</w:t>
      </w:r>
      <w:r w:rsidRPr="00ED31C7">
        <w:rPr>
          <w:rFonts w:asciiTheme="minorHAnsi" w:hAnsiTheme="minorHAnsi" w:cs="Calibri"/>
          <w:sz w:val="22"/>
          <w:szCs w:val="22"/>
        </w:rPr>
        <w:tab/>
      </w:r>
      <w:r w:rsidRPr="00ED31C7">
        <w:rPr>
          <w:rFonts w:asciiTheme="minorHAnsi" w:hAnsiTheme="minorHAnsi" w:cs="Calibri"/>
          <w:sz w:val="22"/>
          <w:szCs w:val="22"/>
        </w:rPr>
        <w:tab/>
        <w:t>juhatuse liige</w:t>
      </w:r>
    </w:p>
    <w:p w14:paraId="4D95A533" w14:textId="77777777" w:rsidR="00ED31C7" w:rsidRPr="00ED31C7" w:rsidRDefault="00ED31C7" w:rsidP="00ED31C7">
      <w:pPr>
        <w:widowControl/>
        <w:tabs>
          <w:tab w:val="left" w:pos="5387"/>
        </w:tabs>
        <w:suppressAutoHyphens w:val="0"/>
        <w:spacing w:before="20" w:after="20" w:line="240" w:lineRule="auto"/>
        <w:rPr>
          <w:rFonts w:asciiTheme="minorHAnsi" w:eastAsia="Times New Roman" w:hAnsiTheme="minorHAnsi" w:cs="Calibri"/>
          <w:kern w:val="0"/>
          <w:sz w:val="22"/>
          <w:szCs w:val="22"/>
          <w:lang w:eastAsia="et-EE" w:bidi="ar-SA"/>
        </w:rPr>
      </w:pPr>
    </w:p>
    <w:p w14:paraId="00EF8759" w14:textId="77777777" w:rsidR="00ED31C7" w:rsidRPr="00ED31C7" w:rsidRDefault="00ED31C7" w:rsidP="00ED31C7">
      <w:pPr>
        <w:widowControl/>
        <w:tabs>
          <w:tab w:val="left" w:pos="5387"/>
        </w:tabs>
        <w:suppressAutoHyphens w:val="0"/>
        <w:spacing w:before="20" w:after="20" w:line="240" w:lineRule="auto"/>
        <w:rPr>
          <w:rFonts w:asciiTheme="minorHAnsi" w:eastAsia="Times New Roman" w:hAnsiTheme="minorHAnsi" w:cs="Calibri"/>
          <w:kern w:val="0"/>
          <w:sz w:val="22"/>
          <w:szCs w:val="22"/>
          <w:lang w:eastAsia="et-EE" w:bidi="ar-SA"/>
        </w:rPr>
      </w:pPr>
    </w:p>
    <w:p w14:paraId="6C72AFA3" w14:textId="06C8F57B" w:rsidR="00677D9F" w:rsidRDefault="00677D9F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667E2D7F" w14:textId="11A45BB9" w:rsidR="00677D9F" w:rsidRDefault="00677D9F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695F81F9" w14:textId="100A2F63" w:rsidR="00677D9F" w:rsidRDefault="00677D9F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71C89B17" w14:textId="37F2AF0D" w:rsidR="00677D9F" w:rsidRDefault="00677D9F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74325C90" w14:textId="4B15EE28" w:rsidR="00677D9F" w:rsidRDefault="00677D9F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235E5976" w14:textId="759AD10A" w:rsidR="00677D9F" w:rsidRDefault="00677D9F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4F527048" w14:textId="28AA598B" w:rsidR="00677D9F" w:rsidRDefault="00677D9F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2934C6C8" w14:textId="347EE12D" w:rsidR="00677D9F" w:rsidRDefault="00677D9F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5C6C9CDB" w14:textId="4DCA5B38" w:rsidR="00677D9F" w:rsidRDefault="00677D9F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671A4F21" w14:textId="775A9261" w:rsidR="00677D9F" w:rsidRDefault="00677D9F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68AE9AEE" w14:textId="0D7A9ADE" w:rsidR="00677D9F" w:rsidRDefault="00677D9F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3393FA89" w14:textId="4EFF22F9" w:rsidR="00677D9F" w:rsidRDefault="00677D9F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p w14:paraId="609E98E1" w14:textId="208F5E76" w:rsidR="00222CB3" w:rsidRPr="00847FD8" w:rsidRDefault="00222CB3" w:rsidP="000521AF">
      <w:pPr>
        <w:widowControl/>
        <w:suppressAutoHyphens w:val="0"/>
        <w:spacing w:before="20" w:after="20" w:line="240" w:lineRule="auto"/>
        <w:rPr>
          <w:rFonts w:asciiTheme="minorHAnsi" w:hAnsiTheme="minorHAnsi" w:cs="Calibri"/>
          <w:sz w:val="22"/>
        </w:rPr>
      </w:pPr>
    </w:p>
    <w:sectPr w:rsidR="00222CB3" w:rsidRPr="00847FD8" w:rsidSect="00347D95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680" w:right="851" w:bottom="680" w:left="1701" w:header="567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BC638" w14:textId="77777777" w:rsidR="00B266B2" w:rsidRDefault="00B266B2" w:rsidP="00DF44DF">
      <w:r>
        <w:separator/>
      </w:r>
    </w:p>
  </w:endnote>
  <w:endnote w:type="continuationSeparator" w:id="0">
    <w:p w14:paraId="567B51F7" w14:textId="77777777" w:rsidR="00B266B2" w:rsidRDefault="00B266B2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0001" w:usb1="00000000" w:usb2="00000000" w:usb3="00000000" w:csb0="0000008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86BA5" w14:textId="07D07E3C" w:rsidR="005552D8" w:rsidRPr="00677D9F" w:rsidRDefault="00DE5AB4" w:rsidP="00DE5AB4">
    <w:pPr>
      <w:pStyle w:val="Footer"/>
      <w:jc w:val="center"/>
      <w:rPr>
        <w:rFonts w:asciiTheme="minorHAnsi" w:hAnsiTheme="minorHAnsi" w:cstheme="minorHAnsi"/>
        <w:sz w:val="18"/>
        <w:szCs w:val="18"/>
      </w:rPr>
    </w:pPr>
    <w:r w:rsidRPr="00677D9F">
      <w:rPr>
        <w:rFonts w:asciiTheme="minorHAnsi" w:hAnsiTheme="minorHAnsi" w:cstheme="minorHAnsi"/>
        <w:sz w:val="18"/>
        <w:szCs w:val="18"/>
      </w:rPr>
      <w:fldChar w:fldCharType="begin"/>
    </w:r>
    <w:r w:rsidRPr="00677D9F">
      <w:rPr>
        <w:rFonts w:asciiTheme="minorHAnsi" w:hAnsiTheme="minorHAnsi" w:cstheme="minorHAnsi"/>
        <w:sz w:val="18"/>
        <w:szCs w:val="18"/>
      </w:rPr>
      <w:instrText xml:space="preserve"> PAGE   \* MERGEFORMAT </w:instrText>
    </w:r>
    <w:r w:rsidRPr="00677D9F">
      <w:rPr>
        <w:rFonts w:asciiTheme="minorHAnsi" w:hAnsiTheme="minorHAnsi" w:cstheme="minorHAnsi"/>
        <w:sz w:val="18"/>
        <w:szCs w:val="18"/>
      </w:rPr>
      <w:fldChar w:fldCharType="separate"/>
    </w:r>
    <w:r w:rsidR="00A034DE">
      <w:rPr>
        <w:rFonts w:asciiTheme="minorHAnsi" w:hAnsiTheme="minorHAnsi" w:cstheme="minorHAnsi"/>
        <w:noProof/>
        <w:sz w:val="18"/>
        <w:szCs w:val="18"/>
      </w:rPr>
      <w:t>2</w:t>
    </w:r>
    <w:r w:rsidRPr="00677D9F">
      <w:rPr>
        <w:rFonts w:asciiTheme="minorHAnsi" w:hAnsiTheme="minorHAnsi" w:cstheme="minorHAnsi"/>
        <w:sz w:val="18"/>
        <w:szCs w:val="18"/>
      </w:rPr>
      <w:fldChar w:fldCharType="end"/>
    </w:r>
    <w:r w:rsidR="00677D9F" w:rsidRPr="00677D9F">
      <w:rPr>
        <w:rFonts w:asciiTheme="minorHAnsi" w:hAnsiTheme="minorHAnsi" w:cstheme="minorHAnsi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E21A7" w14:textId="5F36329D" w:rsidR="00677D9F" w:rsidRDefault="00677D9F">
    <w:pPr>
      <w:pStyle w:val="Footer"/>
      <w:jc w:val="center"/>
    </w:pPr>
  </w:p>
  <w:p w14:paraId="30186BAD" w14:textId="77777777" w:rsidR="005552D8" w:rsidRPr="00DE5AB4" w:rsidRDefault="005552D8" w:rsidP="00DE5AB4">
    <w:pPr>
      <w:pStyle w:val="Footer"/>
      <w:tabs>
        <w:tab w:val="clear" w:pos="4536"/>
        <w:tab w:val="clear" w:pos="9072"/>
      </w:tabs>
      <w:jc w:val="lef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27755F" w14:textId="77777777" w:rsidR="00B266B2" w:rsidRDefault="00B266B2" w:rsidP="00DF44DF">
      <w:r>
        <w:separator/>
      </w:r>
    </w:p>
  </w:footnote>
  <w:footnote w:type="continuationSeparator" w:id="0">
    <w:p w14:paraId="444D3188" w14:textId="77777777" w:rsidR="00B266B2" w:rsidRDefault="00B266B2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04182" w14:textId="16970BAA" w:rsidR="00F66087" w:rsidRDefault="00F66087">
    <w:pPr>
      <w:pStyle w:val="Header"/>
    </w:pPr>
  </w:p>
  <w:p w14:paraId="3BA72DF5" w14:textId="77777777" w:rsidR="00F66087" w:rsidRDefault="00F660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86BA6" w14:textId="77777777" w:rsidR="00D56F85" w:rsidRDefault="00D56F85">
    <w:pPr>
      <w:pStyle w:val="Header"/>
      <w:rPr>
        <w:rFonts w:ascii="Arial" w:hAnsi="Arial" w:cs="Arial"/>
        <w:szCs w:val="24"/>
      </w:rPr>
    </w:pPr>
  </w:p>
  <w:p w14:paraId="30186BAC" w14:textId="290FEB4F" w:rsidR="00974320" w:rsidRDefault="00974320">
    <w:pPr>
      <w:pStyle w:val="Header"/>
      <w:rPr>
        <w:rFonts w:asciiTheme="minorHAnsi" w:hAnsiTheme="minorHAnsi" w:cstheme="minorHAnsi"/>
        <w:sz w:val="18"/>
        <w:szCs w:val="24"/>
      </w:rPr>
    </w:pPr>
  </w:p>
  <w:p w14:paraId="62C30E6A" w14:textId="77777777" w:rsidR="00A01BDC" w:rsidRPr="00CF73AF" w:rsidRDefault="00A01BDC">
    <w:pPr>
      <w:pStyle w:val="Header"/>
      <w:rPr>
        <w:rFonts w:asciiTheme="minorHAnsi" w:hAnsiTheme="minorHAnsi" w:cstheme="minorHAnsi"/>
        <w:sz w:val="18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374DF"/>
    <w:multiLevelType w:val="hybridMultilevel"/>
    <w:tmpl w:val="AA1EBB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DC383B"/>
    <w:multiLevelType w:val="multilevel"/>
    <w:tmpl w:val="4984E5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9841059"/>
    <w:multiLevelType w:val="multilevel"/>
    <w:tmpl w:val="A5C04C7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5DF7171B"/>
    <w:multiLevelType w:val="multilevel"/>
    <w:tmpl w:val="C6D8C360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Times New Roman" w:hint="default"/>
      </w:rPr>
    </w:lvl>
  </w:abstractNum>
  <w:abstractNum w:abstractNumId="4" w15:restartNumberingAfterBreak="0">
    <w:nsid w:val="65F41070"/>
    <w:multiLevelType w:val="multilevel"/>
    <w:tmpl w:val="7C2E71A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 w15:restartNumberingAfterBreak="0">
    <w:nsid w:val="75837E0F"/>
    <w:multiLevelType w:val="multilevel"/>
    <w:tmpl w:val="EE06E9E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10F1C"/>
    <w:rsid w:val="00011AC9"/>
    <w:rsid w:val="00050761"/>
    <w:rsid w:val="000521AF"/>
    <w:rsid w:val="00060947"/>
    <w:rsid w:val="0007427D"/>
    <w:rsid w:val="00090A12"/>
    <w:rsid w:val="000913FC"/>
    <w:rsid w:val="000A17B5"/>
    <w:rsid w:val="000B18EF"/>
    <w:rsid w:val="00124999"/>
    <w:rsid w:val="001251CE"/>
    <w:rsid w:val="00145EFD"/>
    <w:rsid w:val="001523BD"/>
    <w:rsid w:val="00191760"/>
    <w:rsid w:val="0019654D"/>
    <w:rsid w:val="001A7D04"/>
    <w:rsid w:val="001D4CFB"/>
    <w:rsid w:val="001D584E"/>
    <w:rsid w:val="001D762C"/>
    <w:rsid w:val="002008A2"/>
    <w:rsid w:val="00206A9D"/>
    <w:rsid w:val="002159CA"/>
    <w:rsid w:val="00222CB3"/>
    <w:rsid w:val="0027070D"/>
    <w:rsid w:val="002835BB"/>
    <w:rsid w:val="0028449E"/>
    <w:rsid w:val="00293449"/>
    <w:rsid w:val="002946E9"/>
    <w:rsid w:val="002A0917"/>
    <w:rsid w:val="002F254F"/>
    <w:rsid w:val="0034719C"/>
    <w:rsid w:val="00347D95"/>
    <w:rsid w:val="00354059"/>
    <w:rsid w:val="003734A4"/>
    <w:rsid w:val="00375E89"/>
    <w:rsid w:val="00383F19"/>
    <w:rsid w:val="00391645"/>
    <w:rsid w:val="00394DCB"/>
    <w:rsid w:val="003B2A9C"/>
    <w:rsid w:val="003B3912"/>
    <w:rsid w:val="003F630B"/>
    <w:rsid w:val="00435A13"/>
    <w:rsid w:val="0044084D"/>
    <w:rsid w:val="00445A79"/>
    <w:rsid w:val="004536D9"/>
    <w:rsid w:val="00472079"/>
    <w:rsid w:val="00493968"/>
    <w:rsid w:val="004A2412"/>
    <w:rsid w:val="004B68A0"/>
    <w:rsid w:val="004C1391"/>
    <w:rsid w:val="004E1411"/>
    <w:rsid w:val="0050310F"/>
    <w:rsid w:val="00521CF6"/>
    <w:rsid w:val="005251B9"/>
    <w:rsid w:val="005314DF"/>
    <w:rsid w:val="00544656"/>
    <w:rsid w:val="00546204"/>
    <w:rsid w:val="00551E24"/>
    <w:rsid w:val="00553C70"/>
    <w:rsid w:val="00554D52"/>
    <w:rsid w:val="005552D8"/>
    <w:rsid w:val="00557534"/>
    <w:rsid w:val="00560A92"/>
    <w:rsid w:val="00564569"/>
    <w:rsid w:val="00572653"/>
    <w:rsid w:val="005755AE"/>
    <w:rsid w:val="00583048"/>
    <w:rsid w:val="005B4AF9"/>
    <w:rsid w:val="005B5CE1"/>
    <w:rsid w:val="005C3D76"/>
    <w:rsid w:val="005E3AED"/>
    <w:rsid w:val="005E45BB"/>
    <w:rsid w:val="005F4C43"/>
    <w:rsid w:val="00602834"/>
    <w:rsid w:val="00610CDD"/>
    <w:rsid w:val="0062217E"/>
    <w:rsid w:val="00646BB8"/>
    <w:rsid w:val="00653C86"/>
    <w:rsid w:val="006552F3"/>
    <w:rsid w:val="00672FB8"/>
    <w:rsid w:val="00677495"/>
    <w:rsid w:val="00677D9F"/>
    <w:rsid w:val="00680609"/>
    <w:rsid w:val="006A01AC"/>
    <w:rsid w:val="006A1016"/>
    <w:rsid w:val="006C08D0"/>
    <w:rsid w:val="006C3DE3"/>
    <w:rsid w:val="006E16BD"/>
    <w:rsid w:val="006F2203"/>
    <w:rsid w:val="006F3BB9"/>
    <w:rsid w:val="006F72D7"/>
    <w:rsid w:val="006F7AEF"/>
    <w:rsid w:val="007056E1"/>
    <w:rsid w:val="00713327"/>
    <w:rsid w:val="007340DA"/>
    <w:rsid w:val="00743F04"/>
    <w:rsid w:val="00746336"/>
    <w:rsid w:val="0075695A"/>
    <w:rsid w:val="007A1DE8"/>
    <w:rsid w:val="007A6E8D"/>
    <w:rsid w:val="007B3AD4"/>
    <w:rsid w:val="007D54FC"/>
    <w:rsid w:val="007E6EDE"/>
    <w:rsid w:val="007F1853"/>
    <w:rsid w:val="0080601D"/>
    <w:rsid w:val="00824FEF"/>
    <w:rsid w:val="00835858"/>
    <w:rsid w:val="00836D3E"/>
    <w:rsid w:val="00847FD8"/>
    <w:rsid w:val="00886BAD"/>
    <w:rsid w:val="008919F2"/>
    <w:rsid w:val="008A0C62"/>
    <w:rsid w:val="008B041F"/>
    <w:rsid w:val="008C1909"/>
    <w:rsid w:val="008C3D86"/>
    <w:rsid w:val="008D1DAE"/>
    <w:rsid w:val="008D4634"/>
    <w:rsid w:val="008D6BBD"/>
    <w:rsid w:val="008F0B50"/>
    <w:rsid w:val="00907F1C"/>
    <w:rsid w:val="0091786B"/>
    <w:rsid w:val="009179E8"/>
    <w:rsid w:val="009356E7"/>
    <w:rsid w:val="009370A4"/>
    <w:rsid w:val="009443B8"/>
    <w:rsid w:val="00953AEC"/>
    <w:rsid w:val="0095764C"/>
    <w:rsid w:val="00957E74"/>
    <w:rsid w:val="00973234"/>
    <w:rsid w:val="00974320"/>
    <w:rsid w:val="00975559"/>
    <w:rsid w:val="00975F73"/>
    <w:rsid w:val="00983727"/>
    <w:rsid w:val="009D6FA1"/>
    <w:rsid w:val="009E1406"/>
    <w:rsid w:val="009E21B7"/>
    <w:rsid w:val="009E7F4A"/>
    <w:rsid w:val="00A01BDC"/>
    <w:rsid w:val="00A034DE"/>
    <w:rsid w:val="00A06B9D"/>
    <w:rsid w:val="00A10E66"/>
    <w:rsid w:val="00A1244E"/>
    <w:rsid w:val="00A13FDE"/>
    <w:rsid w:val="00A20E08"/>
    <w:rsid w:val="00A6392F"/>
    <w:rsid w:val="00A6761E"/>
    <w:rsid w:val="00A91D3E"/>
    <w:rsid w:val="00AB033C"/>
    <w:rsid w:val="00AC16C2"/>
    <w:rsid w:val="00AC4752"/>
    <w:rsid w:val="00AD2EA7"/>
    <w:rsid w:val="00AE02A8"/>
    <w:rsid w:val="00AE13B2"/>
    <w:rsid w:val="00B24DE5"/>
    <w:rsid w:val="00B266B2"/>
    <w:rsid w:val="00B4599A"/>
    <w:rsid w:val="00B46BBD"/>
    <w:rsid w:val="00B71187"/>
    <w:rsid w:val="00B93AA4"/>
    <w:rsid w:val="00BC1A62"/>
    <w:rsid w:val="00BD078E"/>
    <w:rsid w:val="00BD3CCF"/>
    <w:rsid w:val="00BE0CC9"/>
    <w:rsid w:val="00BE2E9A"/>
    <w:rsid w:val="00BF4162"/>
    <w:rsid w:val="00BF4D7C"/>
    <w:rsid w:val="00BF7AB7"/>
    <w:rsid w:val="00C05823"/>
    <w:rsid w:val="00C105FC"/>
    <w:rsid w:val="00C20D2C"/>
    <w:rsid w:val="00C24F66"/>
    <w:rsid w:val="00C24FB5"/>
    <w:rsid w:val="00C27B07"/>
    <w:rsid w:val="00C3359E"/>
    <w:rsid w:val="00C41FC5"/>
    <w:rsid w:val="00C4652E"/>
    <w:rsid w:val="00C7192C"/>
    <w:rsid w:val="00C83346"/>
    <w:rsid w:val="00CA00AF"/>
    <w:rsid w:val="00CA2BE2"/>
    <w:rsid w:val="00CA583B"/>
    <w:rsid w:val="00CA5F0B"/>
    <w:rsid w:val="00CA65B2"/>
    <w:rsid w:val="00CB3C3D"/>
    <w:rsid w:val="00CD2FA9"/>
    <w:rsid w:val="00CD4C75"/>
    <w:rsid w:val="00CE3212"/>
    <w:rsid w:val="00CF2B77"/>
    <w:rsid w:val="00CF4303"/>
    <w:rsid w:val="00CF73AF"/>
    <w:rsid w:val="00D04132"/>
    <w:rsid w:val="00D13C2B"/>
    <w:rsid w:val="00D40650"/>
    <w:rsid w:val="00D56F85"/>
    <w:rsid w:val="00DE5AB4"/>
    <w:rsid w:val="00DF44DF"/>
    <w:rsid w:val="00E023F6"/>
    <w:rsid w:val="00E03DBB"/>
    <w:rsid w:val="00E04150"/>
    <w:rsid w:val="00E35ABF"/>
    <w:rsid w:val="00E426C0"/>
    <w:rsid w:val="00E63397"/>
    <w:rsid w:val="00E86275"/>
    <w:rsid w:val="00EA445E"/>
    <w:rsid w:val="00EB3AE3"/>
    <w:rsid w:val="00ED2DF6"/>
    <w:rsid w:val="00ED31C7"/>
    <w:rsid w:val="00F02A1C"/>
    <w:rsid w:val="00F14CB5"/>
    <w:rsid w:val="00F15543"/>
    <w:rsid w:val="00F66087"/>
    <w:rsid w:val="00F73691"/>
    <w:rsid w:val="00F84067"/>
    <w:rsid w:val="00F9645B"/>
    <w:rsid w:val="00F9773D"/>
    <w:rsid w:val="00FB4F36"/>
    <w:rsid w:val="00FD2C62"/>
    <w:rsid w:val="00FD709A"/>
    <w:rsid w:val="00FE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0186B8E"/>
  <w14:defaultImageDpi w14:val="0"/>
  <w15:docId w15:val="{E6A70B84-452A-4F3D-884B-E251CA9B1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styleId="Hyperlink">
    <w:name w:val="Hyperlink"/>
    <w:basedOn w:val="DefaultParagraphFont"/>
    <w:uiPriority w:val="99"/>
    <w:rsid w:val="00D40650"/>
    <w:rPr>
      <w:rFonts w:cs="Times New Roman"/>
      <w:color w:val="000080"/>
      <w:u w:val="single"/>
    </w:rPr>
  </w:style>
  <w:style w:type="character" w:customStyle="1" w:styleId="NumberingSymbols">
    <w:name w:val="Numbering Symbols"/>
    <w:rsid w:val="00D40650"/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l"/>
    <w:rsid w:val="00D40650"/>
    <w:pPr>
      <w:suppressLineNumbers/>
    </w:p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835858"/>
    <w:pPr>
      <w:widowControl/>
      <w:suppressAutoHyphens w:val="0"/>
      <w:spacing w:after="560" w:line="240" w:lineRule="auto"/>
      <w:jc w:val="left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paragraph" w:styleId="ListParagraph">
    <w:name w:val="List Paragraph"/>
    <w:basedOn w:val="Normal"/>
    <w:uiPriority w:val="34"/>
    <w:qFormat/>
    <w:rsid w:val="00191760"/>
    <w:pPr>
      <w:widowControl/>
      <w:suppressAutoHyphens w:val="0"/>
      <w:spacing w:line="240" w:lineRule="auto"/>
      <w:ind w:left="720"/>
      <w:contextualSpacing/>
      <w:jc w:val="left"/>
    </w:pPr>
    <w:rPr>
      <w:rFonts w:eastAsia="Times New Roman"/>
      <w:kern w:val="0"/>
      <w:lang w:val="en-GB" w:eastAsia="en-US" w:bidi="ar-SA"/>
    </w:rPr>
  </w:style>
  <w:style w:type="table" w:styleId="TableGrid">
    <w:name w:val="Table Grid"/>
    <w:basedOn w:val="TableNormal"/>
    <w:uiPriority w:val="59"/>
    <w:rsid w:val="00D56F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B3AD4"/>
    <w:rPr>
      <w:color w:val="808080"/>
    </w:rPr>
  </w:style>
  <w:style w:type="paragraph" w:customStyle="1" w:styleId="Style1">
    <w:name w:val="Style1"/>
    <w:basedOn w:val="Normal"/>
    <w:link w:val="Style1Char"/>
    <w:qFormat/>
    <w:rsid w:val="007B3AD4"/>
    <w:pPr>
      <w:widowControl/>
      <w:tabs>
        <w:tab w:val="right" w:pos="8505"/>
      </w:tabs>
      <w:suppressAutoHyphens w:val="0"/>
      <w:spacing w:before="20" w:after="20" w:line="240" w:lineRule="auto"/>
      <w:jc w:val="right"/>
    </w:pPr>
    <w:rPr>
      <w:rFonts w:asciiTheme="minorHAnsi" w:hAnsiTheme="minorHAnsi" w:cs="Calibri"/>
      <w:sz w:val="22"/>
    </w:rPr>
  </w:style>
  <w:style w:type="paragraph" w:customStyle="1" w:styleId="Style2">
    <w:name w:val="Style2"/>
    <w:basedOn w:val="Normal"/>
    <w:link w:val="Style2Char"/>
    <w:qFormat/>
    <w:rsid w:val="007B3AD4"/>
    <w:pPr>
      <w:widowControl/>
      <w:tabs>
        <w:tab w:val="right" w:pos="8505"/>
      </w:tabs>
      <w:suppressAutoHyphens w:val="0"/>
      <w:spacing w:before="20" w:after="20" w:line="240" w:lineRule="auto"/>
      <w:jc w:val="right"/>
    </w:pPr>
    <w:rPr>
      <w:rFonts w:asciiTheme="minorHAnsi" w:hAnsiTheme="minorHAnsi" w:cs="Calibri"/>
      <w:sz w:val="22"/>
    </w:rPr>
  </w:style>
  <w:style w:type="character" w:customStyle="1" w:styleId="Style1Char">
    <w:name w:val="Style1 Char"/>
    <w:basedOn w:val="DefaultParagraphFont"/>
    <w:link w:val="Style1"/>
    <w:rsid w:val="007B3AD4"/>
    <w:rPr>
      <w:rFonts w:asciiTheme="minorHAnsi" w:eastAsia="SimSun" w:hAnsiTheme="minorHAnsi" w:cs="Calibri"/>
      <w:kern w:val="1"/>
      <w:sz w:val="22"/>
      <w:szCs w:val="24"/>
      <w:lang w:eastAsia="zh-CN" w:bidi="hi-IN"/>
    </w:rPr>
  </w:style>
  <w:style w:type="paragraph" w:customStyle="1" w:styleId="Style3">
    <w:name w:val="Style3"/>
    <w:basedOn w:val="Normal"/>
    <w:link w:val="Style3Char"/>
    <w:qFormat/>
    <w:rsid w:val="007B3AD4"/>
    <w:pPr>
      <w:widowControl/>
      <w:suppressAutoHyphens w:val="0"/>
      <w:spacing w:before="20" w:after="20" w:line="240" w:lineRule="auto"/>
      <w:jc w:val="right"/>
    </w:pPr>
    <w:rPr>
      <w:rFonts w:asciiTheme="minorHAnsi" w:hAnsiTheme="minorHAnsi" w:cs="Calibri"/>
      <w:sz w:val="22"/>
    </w:rPr>
  </w:style>
  <w:style w:type="character" w:customStyle="1" w:styleId="Style2Char">
    <w:name w:val="Style2 Char"/>
    <w:basedOn w:val="DefaultParagraphFont"/>
    <w:link w:val="Style2"/>
    <w:rsid w:val="007B3AD4"/>
    <w:rPr>
      <w:rFonts w:asciiTheme="minorHAnsi" w:eastAsia="SimSun" w:hAnsiTheme="minorHAnsi" w:cs="Calibri"/>
      <w:kern w:val="1"/>
      <w:sz w:val="22"/>
      <w:szCs w:val="24"/>
      <w:lang w:eastAsia="zh-CN" w:bidi="hi-IN"/>
    </w:rPr>
  </w:style>
  <w:style w:type="paragraph" w:customStyle="1" w:styleId="Style4">
    <w:name w:val="Style4"/>
    <w:basedOn w:val="Normal"/>
    <w:link w:val="Style4Char"/>
    <w:qFormat/>
    <w:rsid w:val="007B3AD4"/>
    <w:pPr>
      <w:widowControl/>
      <w:suppressAutoHyphens w:val="0"/>
      <w:spacing w:before="20" w:after="20" w:line="240" w:lineRule="auto"/>
    </w:pPr>
    <w:rPr>
      <w:rFonts w:asciiTheme="minorHAnsi" w:hAnsiTheme="minorHAnsi" w:cs="Calibri"/>
      <w:sz w:val="22"/>
    </w:rPr>
  </w:style>
  <w:style w:type="character" w:customStyle="1" w:styleId="Style3Char">
    <w:name w:val="Style3 Char"/>
    <w:basedOn w:val="DefaultParagraphFont"/>
    <w:link w:val="Style3"/>
    <w:rsid w:val="007B3AD4"/>
    <w:rPr>
      <w:rFonts w:asciiTheme="minorHAnsi" w:eastAsia="SimSun" w:hAnsiTheme="minorHAnsi" w:cs="Calibri"/>
      <w:kern w:val="1"/>
      <w:sz w:val="22"/>
      <w:szCs w:val="24"/>
      <w:lang w:eastAsia="zh-CN" w:bidi="hi-IN"/>
    </w:rPr>
  </w:style>
  <w:style w:type="paragraph" w:customStyle="1" w:styleId="Style5">
    <w:name w:val="Style5"/>
    <w:basedOn w:val="Normal"/>
    <w:link w:val="Style5Char"/>
    <w:qFormat/>
    <w:rsid w:val="007B3AD4"/>
    <w:pPr>
      <w:widowControl/>
      <w:suppressAutoHyphens w:val="0"/>
      <w:spacing w:before="20" w:after="20" w:line="240" w:lineRule="auto"/>
      <w:jc w:val="left"/>
    </w:pPr>
    <w:rPr>
      <w:rFonts w:asciiTheme="minorHAnsi" w:hAnsiTheme="minorHAnsi" w:cs="Calibri"/>
      <w:sz w:val="22"/>
    </w:rPr>
  </w:style>
  <w:style w:type="character" w:customStyle="1" w:styleId="Style4Char">
    <w:name w:val="Style4 Char"/>
    <w:basedOn w:val="DefaultParagraphFont"/>
    <w:link w:val="Style4"/>
    <w:rsid w:val="007B3AD4"/>
    <w:rPr>
      <w:rFonts w:asciiTheme="minorHAnsi" w:eastAsia="SimSun" w:hAnsiTheme="minorHAnsi" w:cs="Calibri"/>
      <w:kern w:val="1"/>
      <w:sz w:val="22"/>
      <w:szCs w:val="24"/>
      <w:lang w:eastAsia="zh-CN" w:bidi="hi-IN"/>
    </w:rPr>
  </w:style>
  <w:style w:type="paragraph" w:customStyle="1" w:styleId="Style6">
    <w:name w:val="Style6"/>
    <w:basedOn w:val="Normal"/>
    <w:link w:val="Style6Char"/>
    <w:qFormat/>
    <w:rsid w:val="007B3AD4"/>
    <w:pPr>
      <w:widowControl/>
      <w:suppressAutoHyphens w:val="0"/>
      <w:spacing w:before="20" w:after="20" w:line="240" w:lineRule="auto"/>
      <w:jc w:val="left"/>
    </w:pPr>
    <w:rPr>
      <w:rFonts w:asciiTheme="minorHAnsi" w:hAnsiTheme="minorHAnsi" w:cs="Calibri"/>
      <w:sz w:val="22"/>
    </w:rPr>
  </w:style>
  <w:style w:type="character" w:customStyle="1" w:styleId="Style5Char">
    <w:name w:val="Style5 Char"/>
    <w:basedOn w:val="DefaultParagraphFont"/>
    <w:link w:val="Style5"/>
    <w:rsid w:val="007B3AD4"/>
    <w:rPr>
      <w:rFonts w:asciiTheme="minorHAnsi" w:eastAsia="SimSun" w:hAnsiTheme="minorHAnsi" w:cs="Calibri"/>
      <w:kern w:val="1"/>
      <w:sz w:val="22"/>
      <w:szCs w:val="24"/>
      <w:lang w:eastAsia="zh-CN" w:bidi="hi-IN"/>
    </w:rPr>
  </w:style>
  <w:style w:type="paragraph" w:customStyle="1" w:styleId="Style7">
    <w:name w:val="Style7"/>
    <w:basedOn w:val="Normal"/>
    <w:link w:val="Style7Char"/>
    <w:qFormat/>
    <w:rsid w:val="007B3AD4"/>
    <w:pPr>
      <w:widowControl/>
      <w:suppressAutoHyphens w:val="0"/>
      <w:spacing w:before="20" w:after="20" w:line="240" w:lineRule="auto"/>
      <w:jc w:val="left"/>
    </w:pPr>
    <w:rPr>
      <w:rFonts w:asciiTheme="minorHAnsi" w:hAnsiTheme="minorHAnsi" w:cs="Calibri"/>
      <w:sz w:val="22"/>
    </w:rPr>
  </w:style>
  <w:style w:type="character" w:customStyle="1" w:styleId="Style6Char">
    <w:name w:val="Style6 Char"/>
    <w:basedOn w:val="DefaultParagraphFont"/>
    <w:link w:val="Style6"/>
    <w:rsid w:val="007B3AD4"/>
    <w:rPr>
      <w:rFonts w:asciiTheme="minorHAnsi" w:eastAsia="SimSun" w:hAnsiTheme="minorHAnsi" w:cs="Calibri"/>
      <w:kern w:val="1"/>
      <w:sz w:val="22"/>
      <w:szCs w:val="24"/>
      <w:lang w:eastAsia="zh-CN" w:bidi="hi-IN"/>
    </w:rPr>
  </w:style>
  <w:style w:type="paragraph" w:customStyle="1" w:styleId="Style8">
    <w:name w:val="Style8"/>
    <w:basedOn w:val="Normal"/>
    <w:link w:val="Style8Char"/>
    <w:qFormat/>
    <w:rsid w:val="007B3AD4"/>
    <w:pPr>
      <w:widowControl/>
      <w:suppressAutoHyphens w:val="0"/>
      <w:spacing w:before="20" w:after="20" w:line="240" w:lineRule="auto"/>
      <w:jc w:val="left"/>
    </w:pPr>
    <w:rPr>
      <w:rFonts w:asciiTheme="minorHAnsi" w:hAnsiTheme="minorHAnsi" w:cs="Calibri"/>
      <w:sz w:val="22"/>
    </w:rPr>
  </w:style>
  <w:style w:type="character" w:customStyle="1" w:styleId="Style7Char">
    <w:name w:val="Style7 Char"/>
    <w:basedOn w:val="DefaultParagraphFont"/>
    <w:link w:val="Style7"/>
    <w:rsid w:val="007B3AD4"/>
    <w:rPr>
      <w:rFonts w:asciiTheme="minorHAnsi" w:eastAsia="SimSun" w:hAnsiTheme="minorHAnsi" w:cs="Calibri"/>
      <w:kern w:val="1"/>
      <w:sz w:val="22"/>
      <w:szCs w:val="24"/>
      <w:lang w:eastAsia="zh-CN" w:bidi="hi-IN"/>
    </w:rPr>
  </w:style>
  <w:style w:type="character" w:customStyle="1" w:styleId="Style8Char">
    <w:name w:val="Style8 Char"/>
    <w:basedOn w:val="DefaultParagraphFont"/>
    <w:link w:val="Style8"/>
    <w:rsid w:val="007B3AD4"/>
    <w:rPr>
      <w:rFonts w:asciiTheme="minorHAnsi" w:eastAsia="SimSun" w:hAnsiTheme="minorHAnsi" w:cs="Calibri"/>
      <w:kern w:val="1"/>
      <w:sz w:val="22"/>
      <w:szCs w:val="24"/>
      <w:lang w:eastAsia="zh-CN" w:bidi="hi-IN"/>
    </w:rPr>
  </w:style>
  <w:style w:type="paragraph" w:customStyle="1" w:styleId="Style9">
    <w:name w:val="Style9"/>
    <w:basedOn w:val="Style6"/>
    <w:link w:val="Style9Char"/>
    <w:qFormat/>
    <w:rsid w:val="00743F04"/>
    <w:pPr>
      <w:jc w:val="right"/>
    </w:pPr>
    <w:rPr>
      <w:sz w:val="18"/>
    </w:rPr>
  </w:style>
  <w:style w:type="paragraph" w:customStyle="1" w:styleId="Style10">
    <w:name w:val="Style10"/>
    <w:basedOn w:val="Style1"/>
    <w:link w:val="Style10Char"/>
    <w:qFormat/>
    <w:rsid w:val="00743F04"/>
    <w:rPr>
      <w:sz w:val="18"/>
    </w:rPr>
  </w:style>
  <w:style w:type="character" w:customStyle="1" w:styleId="Style9Char">
    <w:name w:val="Style9 Char"/>
    <w:basedOn w:val="Style6Char"/>
    <w:link w:val="Style9"/>
    <w:rsid w:val="00743F04"/>
    <w:rPr>
      <w:rFonts w:asciiTheme="minorHAnsi" w:eastAsia="SimSun" w:hAnsiTheme="minorHAnsi" w:cs="Calibri"/>
      <w:kern w:val="1"/>
      <w:sz w:val="18"/>
      <w:szCs w:val="24"/>
      <w:lang w:eastAsia="zh-CN" w:bidi="hi-IN"/>
    </w:rPr>
  </w:style>
  <w:style w:type="paragraph" w:customStyle="1" w:styleId="Style11">
    <w:name w:val="Style11"/>
    <w:basedOn w:val="Header"/>
    <w:link w:val="Style11Char"/>
    <w:qFormat/>
    <w:rsid w:val="00743F04"/>
    <w:pPr>
      <w:jc w:val="right"/>
    </w:pPr>
    <w:rPr>
      <w:rFonts w:asciiTheme="minorHAnsi" w:hAnsiTheme="minorHAnsi"/>
      <w:sz w:val="18"/>
    </w:rPr>
  </w:style>
  <w:style w:type="character" w:customStyle="1" w:styleId="Style10Char">
    <w:name w:val="Style10 Char"/>
    <w:basedOn w:val="Style1Char"/>
    <w:link w:val="Style10"/>
    <w:rsid w:val="00743F04"/>
    <w:rPr>
      <w:rFonts w:asciiTheme="minorHAnsi" w:eastAsia="SimSun" w:hAnsiTheme="minorHAnsi" w:cs="Calibri"/>
      <w:kern w:val="1"/>
      <w:sz w:val="18"/>
      <w:szCs w:val="24"/>
      <w:lang w:eastAsia="zh-CN" w:bidi="hi-IN"/>
    </w:rPr>
  </w:style>
  <w:style w:type="paragraph" w:customStyle="1" w:styleId="Style12">
    <w:name w:val="Style12"/>
    <w:basedOn w:val="Normal"/>
    <w:link w:val="Style12Char"/>
    <w:qFormat/>
    <w:rsid w:val="00743F04"/>
    <w:pPr>
      <w:widowControl/>
      <w:tabs>
        <w:tab w:val="right" w:pos="8505"/>
      </w:tabs>
      <w:suppressAutoHyphens w:val="0"/>
      <w:spacing w:before="20" w:after="20" w:line="240" w:lineRule="auto"/>
      <w:ind w:right="-102"/>
      <w:jc w:val="right"/>
    </w:pPr>
    <w:rPr>
      <w:rFonts w:asciiTheme="minorHAnsi" w:hAnsiTheme="minorHAnsi" w:cs="Calibri"/>
      <w:sz w:val="22"/>
    </w:rPr>
  </w:style>
  <w:style w:type="character" w:customStyle="1" w:styleId="Style11Char">
    <w:name w:val="Style11 Char"/>
    <w:basedOn w:val="HeaderChar"/>
    <w:link w:val="Style11"/>
    <w:rsid w:val="00743F04"/>
    <w:rPr>
      <w:rFonts w:asciiTheme="minorHAnsi" w:eastAsia="SimSun" w:hAnsiTheme="minorHAnsi" w:cs="Mangal"/>
      <w:kern w:val="1"/>
      <w:sz w:val="18"/>
      <w:szCs w:val="21"/>
      <w:lang w:val="x-none" w:eastAsia="zh-CN" w:bidi="hi-IN"/>
    </w:rPr>
  </w:style>
  <w:style w:type="paragraph" w:customStyle="1" w:styleId="Style13">
    <w:name w:val="Style13"/>
    <w:basedOn w:val="Style12"/>
    <w:link w:val="Style13Char"/>
    <w:qFormat/>
    <w:rsid w:val="00743F04"/>
  </w:style>
  <w:style w:type="character" w:customStyle="1" w:styleId="Style12Char">
    <w:name w:val="Style12 Char"/>
    <w:basedOn w:val="DefaultParagraphFont"/>
    <w:link w:val="Style12"/>
    <w:rsid w:val="00743F04"/>
    <w:rPr>
      <w:rFonts w:asciiTheme="minorHAnsi" w:eastAsia="SimSun" w:hAnsiTheme="minorHAnsi" w:cs="Calibri"/>
      <w:kern w:val="1"/>
      <w:sz w:val="22"/>
      <w:szCs w:val="24"/>
      <w:lang w:eastAsia="zh-CN" w:bidi="hi-IN"/>
    </w:rPr>
  </w:style>
  <w:style w:type="character" w:customStyle="1" w:styleId="Style13Char">
    <w:name w:val="Style13 Char"/>
    <w:basedOn w:val="Style12Char"/>
    <w:link w:val="Style13"/>
    <w:rsid w:val="00743F04"/>
    <w:rPr>
      <w:rFonts w:asciiTheme="minorHAnsi" w:eastAsia="SimSun" w:hAnsiTheme="minorHAnsi" w:cs="Calibri"/>
      <w:kern w:val="1"/>
      <w:sz w:val="22"/>
      <w:szCs w:val="24"/>
      <w:lang w:eastAsia="zh-CN" w:bidi="hi-IN"/>
    </w:rPr>
  </w:style>
  <w:style w:type="paragraph" w:customStyle="1" w:styleId="Style14">
    <w:name w:val="Style14"/>
    <w:basedOn w:val="Normal"/>
    <w:link w:val="Style14Char"/>
    <w:qFormat/>
    <w:rsid w:val="008C3D86"/>
    <w:pPr>
      <w:widowControl/>
      <w:tabs>
        <w:tab w:val="right" w:pos="8505"/>
      </w:tabs>
      <w:suppressAutoHyphens w:val="0"/>
      <w:spacing w:before="20" w:after="20" w:line="240" w:lineRule="auto"/>
      <w:jc w:val="center"/>
    </w:pPr>
    <w:rPr>
      <w:rFonts w:asciiTheme="minorHAnsi" w:hAnsiTheme="minorHAnsi" w:cs="Calibri"/>
      <w:kern w:val="2"/>
      <w:sz w:val="22"/>
    </w:rPr>
  </w:style>
  <w:style w:type="character" w:customStyle="1" w:styleId="Style14Char">
    <w:name w:val="Style14 Char"/>
    <w:basedOn w:val="DefaultParagraphFont"/>
    <w:link w:val="Style14"/>
    <w:rsid w:val="008C3D86"/>
    <w:rPr>
      <w:rFonts w:asciiTheme="minorHAnsi" w:eastAsia="SimSun" w:hAnsiTheme="minorHAnsi" w:cs="Calibri"/>
      <w:kern w:val="2"/>
      <w:sz w:val="22"/>
      <w:szCs w:val="24"/>
      <w:lang w:eastAsia="zh-CN" w:bidi="hi-IN"/>
    </w:rPr>
  </w:style>
  <w:style w:type="paragraph" w:customStyle="1" w:styleId="Style15">
    <w:name w:val="Style15"/>
    <w:basedOn w:val="Style11"/>
    <w:link w:val="Style15Char"/>
    <w:qFormat/>
    <w:rsid w:val="001D584E"/>
  </w:style>
  <w:style w:type="paragraph" w:customStyle="1" w:styleId="Style16">
    <w:name w:val="Style16"/>
    <w:basedOn w:val="Normal"/>
    <w:link w:val="Style16Char"/>
    <w:qFormat/>
    <w:rsid w:val="00975559"/>
    <w:pPr>
      <w:widowControl/>
      <w:tabs>
        <w:tab w:val="right" w:pos="8505"/>
      </w:tabs>
      <w:suppressAutoHyphens w:val="0"/>
      <w:spacing w:before="20" w:after="20" w:line="240" w:lineRule="auto"/>
      <w:jc w:val="center"/>
    </w:pPr>
    <w:rPr>
      <w:rFonts w:asciiTheme="minorHAnsi" w:hAnsiTheme="minorHAnsi" w:cs="Calibri"/>
      <w:kern w:val="2"/>
      <w:sz w:val="22"/>
    </w:rPr>
  </w:style>
  <w:style w:type="character" w:customStyle="1" w:styleId="Style15Char">
    <w:name w:val="Style15 Char"/>
    <w:basedOn w:val="Style11Char"/>
    <w:link w:val="Style15"/>
    <w:rsid w:val="001D584E"/>
    <w:rPr>
      <w:rFonts w:asciiTheme="minorHAnsi" w:eastAsia="SimSun" w:hAnsiTheme="minorHAnsi" w:cs="Mangal"/>
      <w:kern w:val="1"/>
      <w:sz w:val="18"/>
      <w:szCs w:val="21"/>
      <w:lang w:val="x-none" w:eastAsia="zh-CN" w:bidi="hi-IN"/>
    </w:rPr>
  </w:style>
  <w:style w:type="character" w:customStyle="1" w:styleId="Style16Char">
    <w:name w:val="Style16 Char"/>
    <w:basedOn w:val="DefaultParagraphFont"/>
    <w:link w:val="Style16"/>
    <w:rsid w:val="00975559"/>
    <w:rPr>
      <w:rFonts w:asciiTheme="minorHAnsi" w:eastAsia="SimSun" w:hAnsiTheme="minorHAnsi" w:cs="Calibri"/>
      <w:kern w:val="2"/>
      <w:sz w:val="22"/>
      <w:szCs w:val="24"/>
      <w:lang w:eastAsia="zh-CN" w:bidi="hi-IN"/>
    </w:rPr>
  </w:style>
  <w:style w:type="paragraph" w:customStyle="1" w:styleId="Style17">
    <w:name w:val="Style17"/>
    <w:basedOn w:val="Style15"/>
    <w:link w:val="Style17Char"/>
    <w:qFormat/>
    <w:rsid w:val="00CF73AF"/>
  </w:style>
  <w:style w:type="paragraph" w:customStyle="1" w:styleId="Style18">
    <w:name w:val="Style18"/>
    <w:basedOn w:val="Style17"/>
    <w:link w:val="Style18Char"/>
    <w:qFormat/>
    <w:rsid w:val="00CF73AF"/>
    <w:rPr>
      <w:szCs w:val="18"/>
    </w:rPr>
  </w:style>
  <w:style w:type="character" w:customStyle="1" w:styleId="Style17Char">
    <w:name w:val="Style17 Char"/>
    <w:basedOn w:val="Style15Char"/>
    <w:link w:val="Style17"/>
    <w:rsid w:val="00CF73AF"/>
    <w:rPr>
      <w:rFonts w:asciiTheme="minorHAnsi" w:eastAsia="SimSun" w:hAnsiTheme="minorHAnsi" w:cs="Mangal"/>
      <w:kern w:val="1"/>
      <w:sz w:val="18"/>
      <w:szCs w:val="21"/>
      <w:lang w:val="x-none" w:eastAsia="zh-CN" w:bidi="hi-IN"/>
    </w:rPr>
  </w:style>
  <w:style w:type="character" w:customStyle="1" w:styleId="Style18Char">
    <w:name w:val="Style18 Char"/>
    <w:basedOn w:val="Style17Char"/>
    <w:link w:val="Style18"/>
    <w:rsid w:val="00CF73AF"/>
    <w:rPr>
      <w:rFonts w:asciiTheme="minorHAnsi" w:eastAsia="SimSun" w:hAnsiTheme="minorHAnsi" w:cs="Mangal"/>
      <w:kern w:val="1"/>
      <w:sz w:val="18"/>
      <w:szCs w:val="18"/>
      <w:lang w:val="x-non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09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9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ido.heinsalu@bauhof.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iina.mesults@mil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531348FAF3B4D42B561F92A5BE273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BABD30-DDC1-4CBD-B22B-2E249D018B51}"/>
      </w:docPartPr>
      <w:docPartBody>
        <w:p w:rsidR="00B95E82" w:rsidRDefault="00C84D1B">
          <w:r w:rsidRPr="005621F6">
            <w:rPr>
              <w:rStyle w:val="PlaceholderText"/>
            </w:rPr>
            <w:t>[Title]</w:t>
          </w:r>
        </w:p>
      </w:docPartBody>
    </w:docPart>
    <w:docPart>
      <w:docPartPr>
        <w:name w:val="F8319229F7F64A1B95BD76DD3B7D76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326ADE-F881-4A88-A4A2-D26B0F73C1F6}"/>
      </w:docPartPr>
      <w:docPartBody>
        <w:p w:rsidR="00626442" w:rsidRDefault="00F466DD">
          <w:r w:rsidRPr="00674117">
            <w:rPr>
              <w:rStyle w:val="PlaceholderText"/>
            </w:rPr>
            <w:t>[Registreerimise kuupäev]</w:t>
          </w:r>
        </w:p>
      </w:docPartBody>
    </w:docPart>
    <w:docPart>
      <w:docPartPr>
        <w:name w:val="D7D329D2BA0F45F28D0A778E1822E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F99321-4A9B-4240-B13E-C2C5C2A89848}"/>
      </w:docPartPr>
      <w:docPartBody>
        <w:p w:rsidR="00626442" w:rsidRDefault="00F466DD">
          <w:r w:rsidRPr="00674117">
            <w:rPr>
              <w:rStyle w:val="PlaceholderText"/>
            </w:rPr>
            <w:t>[Registreerimisnumber]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0001" w:usb1="00000000" w:usb2="00000000" w:usb3="00000000" w:csb0="0000008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363"/>
    <w:rsid w:val="0003434E"/>
    <w:rsid w:val="000C78E1"/>
    <w:rsid w:val="002C1139"/>
    <w:rsid w:val="003C3ED1"/>
    <w:rsid w:val="00425A13"/>
    <w:rsid w:val="004452B2"/>
    <w:rsid w:val="00626442"/>
    <w:rsid w:val="00655374"/>
    <w:rsid w:val="0073413F"/>
    <w:rsid w:val="007C6E22"/>
    <w:rsid w:val="008B64AF"/>
    <w:rsid w:val="009D5363"/>
    <w:rsid w:val="00AB24A6"/>
    <w:rsid w:val="00B4130C"/>
    <w:rsid w:val="00B65DCF"/>
    <w:rsid w:val="00B95E82"/>
    <w:rsid w:val="00C21645"/>
    <w:rsid w:val="00C42A85"/>
    <w:rsid w:val="00C84D1B"/>
    <w:rsid w:val="00D65E3C"/>
    <w:rsid w:val="00DC2148"/>
    <w:rsid w:val="00EA107A"/>
    <w:rsid w:val="00EB45DE"/>
    <w:rsid w:val="00F466DD"/>
    <w:rsid w:val="00F9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466DD"/>
    <w:rPr>
      <w:color w:val="808080"/>
    </w:rPr>
  </w:style>
  <w:style w:type="paragraph" w:customStyle="1" w:styleId="07560553B6A34D2FB16EE17B2C7E1B9D">
    <w:name w:val="07560553B6A34D2FB16EE17B2C7E1B9D"/>
    <w:rsid w:val="00AB24A6"/>
  </w:style>
  <w:style w:type="paragraph" w:customStyle="1" w:styleId="5A3DFB50230441F1A4947AF8ADF25A03">
    <w:name w:val="5A3DFB50230441F1A4947AF8ADF25A03"/>
    <w:rsid w:val="00AB24A6"/>
  </w:style>
  <w:style w:type="paragraph" w:customStyle="1" w:styleId="35A69D82442A49948AEFE6A4B0AD69FD">
    <w:name w:val="35A69D82442A49948AEFE6A4B0AD69FD"/>
    <w:rsid w:val="00AB24A6"/>
  </w:style>
  <w:style w:type="paragraph" w:customStyle="1" w:styleId="7C7597DC67464B76AA4FE652C4887AED">
    <w:name w:val="7C7597DC67464B76AA4FE652C4887AED"/>
    <w:rsid w:val="00B4130C"/>
    <w:pPr>
      <w:spacing w:before="20" w:after="20" w:line="240" w:lineRule="auto"/>
      <w:jc w:val="right"/>
    </w:pPr>
    <w:rPr>
      <w:rFonts w:eastAsia="SimSun" w:cs="Calibri"/>
      <w:kern w:val="1"/>
      <w:szCs w:val="24"/>
      <w:lang w:eastAsia="zh-CN" w:bidi="hi-IN"/>
    </w:rPr>
  </w:style>
  <w:style w:type="paragraph" w:customStyle="1" w:styleId="207D5F4AB55042D2AB7CA3DEE461EFA1">
    <w:name w:val="207D5F4AB55042D2AB7CA3DEE461EFA1"/>
    <w:rsid w:val="00B4130C"/>
    <w:pPr>
      <w:spacing w:before="20" w:after="20" w:line="240" w:lineRule="auto"/>
      <w:jc w:val="right"/>
    </w:pPr>
    <w:rPr>
      <w:rFonts w:eastAsia="SimSun" w:cs="Calibri"/>
      <w:kern w:val="1"/>
      <w:szCs w:val="24"/>
      <w:lang w:eastAsia="zh-CN" w:bidi="hi-IN"/>
    </w:rPr>
  </w:style>
  <w:style w:type="paragraph" w:customStyle="1" w:styleId="77841CC2620849CF805670393B7EC330">
    <w:name w:val="77841CC2620849CF805670393B7EC330"/>
    <w:rsid w:val="00B4130C"/>
    <w:pPr>
      <w:spacing w:before="20" w:after="20" w:line="240" w:lineRule="auto"/>
      <w:jc w:val="right"/>
    </w:pPr>
    <w:rPr>
      <w:rFonts w:eastAsia="SimSun" w:cs="Calibri"/>
      <w:kern w:val="1"/>
      <w:sz w:val="18"/>
      <w:szCs w:val="24"/>
      <w:lang w:eastAsia="zh-CN" w:bidi="hi-IN"/>
    </w:rPr>
  </w:style>
  <w:style w:type="paragraph" w:customStyle="1" w:styleId="6571686B960745659B468CBFC980748D">
    <w:name w:val="6571686B960745659B468CBFC980748D"/>
    <w:rsid w:val="00B4130C"/>
    <w:pPr>
      <w:tabs>
        <w:tab w:val="right" w:pos="8505"/>
      </w:tabs>
      <w:spacing w:before="20" w:after="20" w:line="240" w:lineRule="auto"/>
      <w:jc w:val="right"/>
    </w:pPr>
    <w:rPr>
      <w:rFonts w:eastAsia="SimSun" w:cs="Calibri"/>
      <w:kern w:val="1"/>
      <w:sz w:val="18"/>
      <w:szCs w:val="24"/>
      <w:lang w:eastAsia="zh-CN" w:bidi="hi-IN"/>
    </w:rPr>
  </w:style>
  <w:style w:type="paragraph" w:customStyle="1" w:styleId="7B7B7B436AA54F9A9AC1E4E473F1D4F9">
    <w:name w:val="7B7B7B436AA54F9A9AC1E4E473F1D4F9"/>
    <w:rsid w:val="00B4130C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right"/>
    </w:pPr>
    <w:rPr>
      <w:rFonts w:eastAsia="SimSun" w:cs="Mangal"/>
      <w:kern w:val="1"/>
      <w:sz w:val="18"/>
      <w:szCs w:val="21"/>
      <w:lang w:eastAsia="zh-CN" w:bidi="hi-IN"/>
    </w:rPr>
  </w:style>
  <w:style w:type="paragraph" w:customStyle="1" w:styleId="7DD8ACF1264A410784F2F500E642EC97">
    <w:name w:val="7DD8ACF1264A410784F2F500E642EC97"/>
    <w:rsid w:val="00C42A85"/>
  </w:style>
  <w:style w:type="paragraph" w:customStyle="1" w:styleId="BD61BA6B93F2467F9EABCC13DB7A06A2">
    <w:name w:val="BD61BA6B93F2467F9EABCC13DB7A06A2"/>
    <w:rsid w:val="00C42A85"/>
  </w:style>
  <w:style w:type="paragraph" w:customStyle="1" w:styleId="DD6A316F3D2C481F8D5FF2DCE51776B9">
    <w:name w:val="DD6A316F3D2C481F8D5FF2DCE51776B9"/>
    <w:rsid w:val="00C42A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B" ma:contentTypeVersion="580" fp:containerId="228b4970-73de-44a4-83e2-9513be360001" fp:lcid="1061" ma:contentTypeName="Leping">
  <xs:schema xmlns:f="2565869c-cbed-4bbf-bfee-b62dbefec6bf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Lepingu_x0020_liik" minOccurs="0"/>
                <xs:element ref="f:RMRegistrationDate" minOccurs="0"/>
                <xs:element ref="f:RMReferenceCode" minOccurs="0"/>
                <xs:element ref="f:RMTitle" minOccurs="0"/>
                <xs:element ref="f:ADR_x0020_pealkiri" minOccurs="0"/>
                <xs:element ref="f:ADR_x0020_teine_x0020_osapool" minOccurs="0"/>
                <xs:element ref="f:RMAccessRestrictionLevel" minOccurs="0"/>
                <xs:element ref="f:RMAccessRestrictionReason" minOccurs="0"/>
                <xs:element ref="f:RMAccessRestrictionDuration" minOccurs="0"/>
                <xs:element ref="f:RMAccessRestrictedFrom" minOccurs="0"/>
                <xs:element ref="f:RMAccessRestrictedUntil" minOccurs="0"/>
                <xs:element ref="f:RMAccessRestrictionEndEvent" minOccurs="0"/>
                <xs:element ref="f:RMAccessRestrictionDate" minOccurs="0"/>
                <xs:element ref="f:RMAccessRestrictionOwner" minOccurs="0"/>
                <xs:element ref="f:Lepingu_x0020_osapool_x0020_sise" minOccurs="0"/>
                <xs:element ref="f:Asutus" minOccurs="0"/>
                <xs:element ref="f:Allkirjastaja_x0020_ees-_x0020_ja_x0020_perekonnanimi." minOccurs="0"/>
                <xs:element ref="f:Allkirjastaja_x0020_ametinimetus." minOccurs="0"/>
                <xs:element ref="f:Kontaktisik" minOccurs="0"/>
                <xs:element ref="f:Telefoni_x0020_nr._x002F_e-post" minOccurs="0"/>
                <xs:element ref="f:Lepingu_x0020_2._x0020_osapool_x0023_1" minOccurs="0"/>
                <xs:element ref="f:Lepingu_x0020_2._x0020_osapool_x0023_2" minOccurs="0"/>
                <xs:element ref="f:Lepingu_x0020_2._x0020_osapool_x0023_3" minOccurs="0"/>
                <xs:element ref="f:Lepingu_x0020_2._x0020_osapool_x0023_4" minOccurs="0"/>
                <xs:element ref="f:Lepingu_x0020_2._x0020_osapool_x0023_5" minOccurs="0"/>
                <xs:element ref="f:Lepingu_x0020_2._x0020_osapool_x0023_6" minOccurs="0"/>
                <xs:element ref="f:Lepingu_x0020_2._x0020_osapool_x0023_7" minOccurs="0"/>
                <xs:element ref="f:Lepingu_x0020_2._x0020_osapool_x0023_8" minOccurs="0"/>
                <xs:element ref="f:Lepingu_x0020_2._x0020_osapool_x0023_9" minOccurs="0"/>
                <xs:element ref="f:Lepingu_x0020_2._x0020_osapool_x0023_10" minOccurs="0"/>
                <xs:element ref="f:Lepingu_x0020_2._x0020_osapool_x0023_11" minOccurs="0"/>
                <xs:element ref="f:Lepingu_x0020_2._x0020_osapool_x0023_12" minOccurs="0"/>
                <xs:element ref="f:Lepingu_x0020_2._x0020_osapool_x0023_13" minOccurs="0"/>
                <xs:element ref="f:Lepingu_x0020_2._x0020_osapool_x0023_14" minOccurs="0"/>
                <xs:element ref="f:Lepingu_x0020_2._x0020_osapool_x0023_15" minOccurs="0"/>
                <xs:element ref="f:Lepingu_x0020_2._x0020_osapool_x0023_16" minOccurs="0"/>
                <xs:element ref="f:Lepingu_x0020_2._x0020_osapool_x0023_17" minOccurs="0"/>
                <xs:element ref="f:Lepingu_x0020_2._x0020_osapool_x0023_18" minOccurs="0"/>
                <xs:element ref="f:Lepingu_x0020_2._x0020_osapool_x0023_19" minOccurs="0"/>
                <xs:element ref="f:Lepingu_x0020_2._x0020_osapool_x0023_20" minOccurs="0"/>
                <xs:element ref="f:Lepingu_x0020_2._x0020_osapool_x0023_21" minOccurs="0"/>
                <xs:element ref="f:Lepingu_x0020_2._x0020_osapool_x0023_22" minOccurs="0"/>
                <xs:element ref="f:Lepingu_x0020_2._x0020_osapool_x0023_23" minOccurs="0"/>
                <xs:element ref="f:Lepingu_x0020_2._x0020_osapool_x0023_24" minOccurs="0"/>
                <xs:element ref="f:Lepingu_x0020_2._x0020_osapool_x0023_25" minOccurs="0"/>
                <xs:element ref="f:Teise_x0020_poole_x0020_asutus_x0023_1" minOccurs="0"/>
                <xs:element ref="f:Teise_x0020_poole_x0020_asutus_x0023_2" minOccurs="0"/>
                <xs:element ref="f:Teise_x0020_poole_x0020_asutus_x0023_3" minOccurs="0"/>
                <xs:element ref="f:Teise_x0020_poole_x0020_asutus_x0023_4" minOccurs="0"/>
                <xs:element ref="f:Teise_x0020_poole_x0020_asutus_x0023_5" minOccurs="0"/>
                <xs:element ref="f:Teise_x0020_poole_x0020_asutus_x0023_6" minOccurs="0"/>
                <xs:element ref="f:Teise_x0020_poole_x0020_asutus_x0023_7" minOccurs="0"/>
                <xs:element ref="f:Teise_x0020_poole_x0020_asutus_x0023_8" minOccurs="0"/>
                <xs:element ref="f:Teise_x0020_poole_x0020_asutus_x0023_9" minOccurs="0"/>
                <xs:element ref="f:Teise_x0020_poole_x0020_asutus_x0023_10" minOccurs="0"/>
                <xs:element ref="f:Teise_x0020_poole_x0020_asutus_x0023_11" minOccurs="0"/>
                <xs:element ref="f:Teise_x0020_poole_x0020_asutus_x0023_12" minOccurs="0"/>
                <xs:element ref="f:Teise_x0020_poole_x0020_asutus_x0023_13" minOccurs="0"/>
                <xs:element ref="f:Teise_x0020_poole_x0020_asutus_x0023_14" minOccurs="0"/>
                <xs:element ref="f:Teise_x0020_poole_x0020_asutus_x0023_15" minOccurs="0"/>
                <xs:element ref="f:Teise_x0020_poole_x0020_asutus_x0023_16" minOccurs="0"/>
                <xs:element ref="f:Teise_x0020_poole_x0020_asutus_x0023_17" minOccurs="0"/>
                <xs:element ref="f:Teise_x0020_poole_x0020_asutus_x0023_18" minOccurs="0"/>
                <xs:element ref="f:Teise_x0020_poole_x0020_asutus_x0023_19" minOccurs="0"/>
                <xs:element ref="f:Teise_x0020_poole_x0020_asutus_x0023_20" minOccurs="0"/>
                <xs:element ref="f:Teise_x0020_poole_x0020_asutus_x0023_21" minOccurs="0"/>
                <xs:element ref="f:Teise_x0020_poole_x0020_asutus_x0023_22" minOccurs="0"/>
                <xs:element ref="f:Teise_x0020_poole_x0020_asutus_x0023_23" minOccurs="0"/>
                <xs:element ref="f:Teise_x0020_poole_x0020_asutus_x0023_24" minOccurs="0"/>
                <xs:element ref="f:Teise_x0020_poole_x0020_asutus_x0023_25" minOccurs="0"/>
                <xs:element ref="f:Teise_x0020_poole_x0020_allkirjastaja_x0020_ees-_x0020_ja_x0020_perekonnanimi_x0023_1" minOccurs="0"/>
                <xs:element ref="f:Teise_x0020_poole_x0020_allkirjastaja_x0020_ees-_x0020_ja_x0020_perekonnanimi_x0023_2" minOccurs="0"/>
                <xs:element ref="f:Teise_x0020_poole_x0020_allkirjastaja_x0020_ees-_x0020_ja_x0020_perekonnanimi_x0023_3" minOccurs="0"/>
                <xs:element ref="f:Teise_x0020_poole_x0020_allkirjastaja_x0020_ees-_x0020_ja_x0020_perekonnanimi_x0023_4" minOccurs="0"/>
                <xs:element ref="f:Teise_x0020_poole_x0020_allkirjastaja_x0020_ees-_x0020_ja_x0020_perekonnanimi_x0023_5" minOccurs="0"/>
                <xs:element ref="f:Teise_x0020_poole_x0020_allkirjastaja_x0020_ees-_x0020_ja_x0020_perekonnanimi_x0023_6" minOccurs="0"/>
                <xs:element ref="f:Teise_x0020_poole_x0020_allkirjastaja_x0020_ees-_x0020_ja_x0020_perekonnanimi_x0023_7" minOccurs="0"/>
                <xs:element ref="f:Teise_x0020_poole_x0020_allkirjastaja_x0020_ees-_x0020_ja_x0020_perekonnanimi_x0023_8" minOccurs="0"/>
                <xs:element ref="f:Teise_x0020_poole_x0020_allkirjastaja_x0020_ees-_x0020_ja_x0020_perekonnanimi_x0023_9" minOccurs="0"/>
                <xs:element ref="f:Teise_x0020_poole_x0020_allkirjastaja_x0020_ees-_x0020_ja_x0020_perekonnanimi_x0023_10" minOccurs="0"/>
                <xs:element ref="f:Teise_x0020_poole_x0020_allkirjastaja_x0020_ees-_x0020_ja_x0020_perekonnanimi_x0023_11" minOccurs="0"/>
                <xs:element ref="f:Teise_x0020_poole_x0020_allkirjastaja_x0020_ees-_x0020_ja_x0020_perekonnanimi_x0023_12" minOccurs="0"/>
                <xs:element ref="f:Teise_x0020_poole_x0020_allkirjastaja_x0020_ees-_x0020_ja_x0020_perekonnanimi_x0023_13" minOccurs="0"/>
                <xs:element ref="f:Teise_x0020_poole_x0020_allkirjastaja_x0020_ees-_x0020_ja_x0020_perekonnanimi_x0023_14" minOccurs="0"/>
                <xs:element ref="f:Teise_x0020_poole_x0020_allkirjastaja_x0020_ees-_x0020_ja_x0020_perekonnanimi_x0023_15" minOccurs="0"/>
                <xs:element ref="f:Teise_x0020_poole_x0020_allkirjastaja_x0020_ees-_x0020_ja_x0020_perekonnanimi_x0023_16" minOccurs="0"/>
                <xs:element ref="f:Teise_x0020_poole_x0020_allkirjastaja_x0020_ees-_x0020_ja_x0020_perekonnanimi_x0023_17" minOccurs="0"/>
                <xs:element ref="f:Teise_x0020_poole_x0020_allkirjastaja_x0020_ees-_x0020_ja_x0020_perekonnanimi_x0023_18" minOccurs="0"/>
                <xs:element ref="f:Teise_x0020_poole_x0020_allkirjastaja_x0020_ees-_x0020_ja_x0020_perekonnanimi_x0023_19" minOccurs="0"/>
                <xs:element ref="f:Teise_x0020_poole_x0020_allkirjastaja_x0020_ees-_x0020_ja_x0020_perekonnanimi_x0023_20" minOccurs="0"/>
                <xs:element ref="f:Teise_x0020_poole_x0020_allkirjastaja_x0020_ees-_x0020_ja_x0020_perekonnanimi_x0023_21" minOccurs="0"/>
                <xs:element ref="f:Teise_x0020_poole_x0020_allkirjastaja_x0020_ees-_x0020_ja_x0020_perekonnanimi_x0023_22" minOccurs="0"/>
                <xs:element ref="f:Teise_x0020_poole_x0020_allkirjastaja_x0020_ees-_x0020_ja_x0020_perekonnanimi_x0023_23" minOccurs="0"/>
                <xs:element ref="f:Teise_x0020_poole_x0020_allkirjastaja_x0020_ees-_x0020_ja_x0020_perekonnanimi_x0023_24" minOccurs="0"/>
                <xs:element ref="f:Teise_x0020_poole_x0020_allkirjastaja_x0020_ees-_x0020_ja_x0020_perekonnanimi_x0023_25" minOccurs="0"/>
                <xs:element ref="f:Teise_x0020_poole_x0020_allkirjastaja_x0020_ametinimetus_x0023_1" minOccurs="0"/>
                <xs:element ref="f:Teise_x0020_poole_x0020_allkirjastaja_x0020_ametinimetus_x0023_2" minOccurs="0"/>
                <xs:element ref="f:Teise_x0020_poole_x0020_allkirjastaja_x0020_ametinimetus_x0023_3" minOccurs="0"/>
                <xs:element ref="f:Teise_x0020_poole_x0020_allkirjastaja_x0020_ametinimetus_x0023_4" minOccurs="0"/>
                <xs:element ref="f:Teise_x0020_poole_x0020_allkirjastaja_x0020_ametinimetus_x0023_5" minOccurs="0"/>
                <xs:element ref="f:Teise_x0020_poole_x0020_allkirjastaja_x0020_ametinimetus_x0023_6" minOccurs="0"/>
                <xs:element ref="f:Teise_x0020_poole_x0020_allkirjastaja_x0020_ametinimetus_x0023_7" minOccurs="0"/>
                <xs:element ref="f:Teise_x0020_poole_x0020_allkirjastaja_x0020_ametinimetus_x0023_8" minOccurs="0"/>
                <xs:element ref="f:Teise_x0020_poole_x0020_allkirjastaja_x0020_ametinimetus_x0023_9" minOccurs="0"/>
                <xs:element ref="f:Teise_x0020_poole_x0020_allkirjastaja_x0020_ametinimetus_x0023_10" minOccurs="0"/>
                <xs:element ref="f:Teise_x0020_poole_x0020_allkirjastaja_x0020_ametinimetus_x0023_11" minOccurs="0"/>
                <xs:element ref="f:Teise_x0020_poole_x0020_allkirjastaja_x0020_ametinimetus_x0023_12" minOccurs="0"/>
                <xs:element ref="f:Teise_x0020_poole_x0020_allkirjastaja_x0020_ametinimetus_x0023_13" minOccurs="0"/>
                <xs:element ref="f:Teise_x0020_poole_x0020_allkirjastaja_x0020_ametinimetus_x0023_14" minOccurs="0"/>
                <xs:element ref="f:Teise_x0020_poole_x0020_allkirjastaja_x0020_ametinimetus_x0023_15" minOccurs="0"/>
                <xs:element ref="f:Teise_x0020_poole_x0020_allkirjastaja_x0020_ametinimetus_x0023_16" minOccurs="0"/>
                <xs:element ref="f:Teise_x0020_poole_x0020_allkirjastaja_x0020_ametinimetus_x0023_17" minOccurs="0"/>
                <xs:element ref="f:Teise_x0020_poole_x0020_allkirjastaja_x0020_ametinimetus_x0023_18" minOccurs="0"/>
                <xs:element ref="f:Teise_x0020_poole_x0020_allkirjastaja_x0020_ametinimetus_x0023_19" minOccurs="0"/>
                <xs:element ref="f:Teise_x0020_poole_x0020_allkirjastaja_x0020_ametinimetus_x0023_20" minOccurs="0"/>
                <xs:element ref="f:Teise_x0020_poole_x0020_allkirjastaja_x0020_ametinimetus_x0023_21" minOccurs="0"/>
                <xs:element ref="f:Teise_x0020_poole_x0020_allkirjastaja_x0020_ametinimetus_x0023_22" minOccurs="0"/>
                <xs:element ref="f:Teise_x0020_poole_x0020_allkirjastaja_x0020_ametinimetus_x0023_23" minOccurs="0"/>
                <xs:element ref="f:Teise_x0020_poole_x0020_allkirjastaja_x0020_ametinimetus_x0023_24" minOccurs="0"/>
                <xs:element ref="f:Teise_x0020_poole_x0020_allkirjastaja_x0020_ametinimetus_x0023_25" minOccurs="0"/>
                <xs:element ref="f:Teise_x0020_poole_x0020_lepingu_x0020_nr_x0023_1" minOccurs="0"/>
                <xs:element ref="f:Teise_x0020_poole_x0020_lepingu_x0020_nr_x0023_2" minOccurs="0"/>
                <xs:element ref="f:Teise_x0020_poole_x0020_lepingu_x0020_nr_x0023_3" minOccurs="0"/>
                <xs:element ref="f:Teise_x0020_poole_x0020_lepingu_x0020_nr_x0023_4" minOccurs="0"/>
                <xs:element ref="f:Teise_x0020_poole_x0020_lepingu_x0020_nr_x0023_5" minOccurs="0"/>
                <xs:element ref="f:Teise_x0020_poole_x0020_lepingu_x0020_nr_x0023_6" minOccurs="0"/>
                <xs:element ref="f:Teise_x0020_poole_x0020_lepingu_x0020_nr_x0023_7" minOccurs="0"/>
                <xs:element ref="f:Teise_x0020_poole_x0020_lepingu_x0020_nr_x0023_8" minOccurs="0"/>
                <xs:element ref="f:Teise_x0020_poole_x0020_lepingu_x0020_nr_x0023_9" minOccurs="0"/>
                <xs:element ref="f:Teise_x0020_poole_x0020_lepingu_x0020_nr_x0023_10" minOccurs="0"/>
                <xs:element ref="f:Teise_x0020_poole_x0020_lepingu_x0020_nr_x0023_11" minOccurs="0"/>
                <xs:element ref="f:Teise_x0020_poole_x0020_lepingu_x0020_nr_x0023_12" minOccurs="0"/>
                <xs:element ref="f:Teise_x0020_poole_x0020_lepingu_x0020_nr_x0023_13" minOccurs="0"/>
                <xs:element ref="f:Teise_x0020_poole_x0020_lepingu_x0020_nr_x0023_14" minOccurs="0"/>
                <xs:element ref="f:Teise_x0020_poole_x0020_lepingu_x0020_nr_x0023_15" minOccurs="0"/>
                <xs:element ref="f:Teise_x0020_poole_x0020_lepingu_x0020_nr_x0023_16" minOccurs="0"/>
                <xs:element ref="f:Teise_x0020_poole_x0020_lepingu_x0020_nr_x0023_17" minOccurs="0"/>
                <xs:element ref="f:Teise_x0020_poole_x0020_lepingu_x0020_nr_x0023_18" minOccurs="0"/>
                <xs:element ref="f:Teise_x0020_poole_x0020_lepingu_x0020_nr_x0023_19" minOccurs="0"/>
                <xs:element ref="f:Teise_x0020_poole_x0020_lepingu_x0020_nr_x0023_20" minOccurs="0"/>
                <xs:element ref="f:Teise_x0020_poole_x0020_lepingu_x0020_nr_x0023_21" minOccurs="0"/>
                <xs:element ref="f:Teise_x0020_poole_x0020_lepingu_x0020_nr_x0023_22" minOccurs="0"/>
                <xs:element ref="f:Teise_x0020_poole_x0020_lepingu_x0020_nr_x0023_23" minOccurs="0"/>
                <xs:element ref="f:Teise_x0020_poole_x0020_lepingu_x0020_nr_x0023_24" minOccurs="0"/>
                <xs:element ref="f:Teise_x0020_poole_x0020_lepingu_x0020_nr_x0023_25" minOccurs="0"/>
                <xs:element ref="f:Teise_x0020_poole_x0020_lepingu_x0020_kpv_x0023_1" minOccurs="0"/>
                <xs:element ref="f:Teise_x0020_poole_x0020_lepingu_x0020_kpv_x0023_2" minOccurs="0"/>
                <xs:element ref="f:Teise_x0020_poole_x0020_lepingu_x0020_kpv_x0023_3" minOccurs="0"/>
                <xs:element ref="f:Teise_x0020_poole_x0020_lepingu_x0020_kpv_x0023_4" minOccurs="0"/>
                <xs:element ref="f:Teise_x0020_poole_x0020_lepingu_x0020_kpv_x0023_5" minOccurs="0"/>
                <xs:element ref="f:Teise_x0020_poole_x0020_lepingu_x0020_kpv_x0023_6" minOccurs="0"/>
                <xs:element ref="f:Teise_x0020_poole_x0020_lepingu_x0020_kpv_x0023_7" minOccurs="0"/>
                <xs:element ref="f:Teise_x0020_poole_x0020_lepingu_x0020_kpv_x0023_8" minOccurs="0"/>
                <xs:element ref="f:Teise_x0020_poole_x0020_lepingu_x0020_kpv_x0023_9" minOccurs="0"/>
                <xs:element ref="f:Teise_x0020_poole_x0020_lepingu_x0020_kpv_x0023_10" minOccurs="0"/>
                <xs:element ref="f:Teise_x0020_poole_x0020_lepingu_x0020_kpv_x0023_11" minOccurs="0"/>
                <xs:element ref="f:Teise_x0020_poole_x0020_lepingu_x0020_kpv_x0023_12" minOccurs="0"/>
                <xs:element ref="f:Teise_x0020_poole_x0020_lepingu_x0020_kpv_x0023_13" minOccurs="0"/>
                <xs:element ref="f:Teise_x0020_poole_x0020_lepingu_x0020_kpv_x0023_14" minOccurs="0"/>
                <xs:element ref="f:Teise_x0020_poole_x0020_lepingu_x0020_kpv_x0023_15" minOccurs="0"/>
                <xs:element ref="f:Teise_x0020_poole_x0020_lepingu_x0020_kpv_x0023_16" minOccurs="0"/>
                <xs:element ref="f:Teise_x0020_poole_x0020_lepingu_x0020_kpv_x0023_17" minOccurs="0"/>
                <xs:element ref="f:Teise_x0020_poole_x0020_lepingu_x0020_kpv_x0023_18" minOccurs="0"/>
                <xs:element ref="f:Teise_x0020_poole_x0020_lepingu_x0020_kpv_x0023_19" minOccurs="0"/>
                <xs:element ref="f:Teise_x0020_poole_x0020_lepingu_x0020_kpv_x0023_20" minOccurs="0"/>
                <xs:element ref="f:Teise_x0020_poole_x0020_lepingu_x0020_kpv_x0023_21" minOccurs="0"/>
                <xs:element ref="f:Teise_x0020_poole_x0020_lepingu_x0020_kpv_x0023_22" minOccurs="0"/>
                <xs:element ref="f:Teise_x0020_poole_x0020_lepingu_x0020_kpv_x0023_23" minOccurs="0"/>
                <xs:element ref="f:Teise_x0020_poole_x0020_lepingu_x0020_kpv_x0023_24" minOccurs="0"/>
                <xs:element ref="f:Teise_x0020_poole_x0020_lepingu_x0020_kpv_x0023_25" minOccurs="0"/>
                <xs:element ref="f:Teise_x0020_poole_x0020_kontaktisik_x0023_1" minOccurs="0"/>
                <xs:element ref="f:Teise_x0020_poole_x0020_kontaktisik_x0023_2" minOccurs="0"/>
                <xs:element ref="f:Teise_x0020_poole_x0020_kontaktisik_x0023_3" minOccurs="0"/>
                <xs:element ref="f:Teise_x0020_poole_x0020_kontaktisik_x0023_4" minOccurs="0"/>
                <xs:element ref="f:Teise_x0020_poole_x0020_kontaktisik_x0023_5" minOccurs="0"/>
                <xs:element ref="f:Teise_x0020_poole_x0020_kontaktisik_x0023_6" minOccurs="0"/>
                <xs:element ref="f:Teise_x0020_poole_x0020_kontaktisik_x0023_7" minOccurs="0"/>
                <xs:element ref="f:Teise_x0020_poole_x0020_kontaktisik_x0023_8" minOccurs="0"/>
                <xs:element ref="f:Teise_x0020_poole_x0020_kontaktisik_x0023_9" minOccurs="0"/>
                <xs:element ref="f:Teise_x0020_poole_x0020_kontaktisik_x0023_10" minOccurs="0"/>
                <xs:element ref="f:Teise_x0020_poole_x0020_kontaktisik_x0023_11" minOccurs="0"/>
                <xs:element ref="f:Teise_x0020_poole_x0020_kontaktisik_x0023_12" minOccurs="0"/>
                <xs:element ref="f:Teise_x0020_poole_x0020_kontaktisik_x0023_13" minOccurs="0"/>
                <xs:element ref="f:Teise_x0020_poole_x0020_kontaktisik_x0023_14" minOccurs="0"/>
                <xs:element ref="f:Teise_x0020_poole_x0020_kontaktisik_x0023_15" minOccurs="0"/>
                <xs:element ref="f:Teise_x0020_poole_x0020_kontaktisik_x0023_16" minOccurs="0"/>
                <xs:element ref="f:Teise_x0020_poole_x0020_kontaktisik_x0023_17" minOccurs="0"/>
                <xs:element ref="f:Teise_x0020_poole_x0020_kontaktisik_x0023_18" minOccurs="0"/>
                <xs:element ref="f:Teise_x0020_poole_x0020_kontaktisik_x0023_19" minOccurs="0"/>
                <xs:element ref="f:Teise_x0020_poole_x0020_kontaktisik_x0023_20" minOccurs="0"/>
                <xs:element ref="f:Teise_x0020_poole_x0020_kontaktisik_x0023_21" minOccurs="0"/>
                <xs:element ref="f:Teise_x0020_poole_x0020_kontaktisik_x0023_22" minOccurs="0"/>
                <xs:element ref="f:Teise_x0020_poole_x0020_kontaktisik_x0023_23" minOccurs="0"/>
                <xs:element ref="f:Teise_x0020_poole_x0020_kontaktisik_x0023_24" minOccurs="0"/>
                <xs:element ref="f:Teise_x0020_poole_x0020_kontaktisik_x0023_25" minOccurs="0"/>
                <xs:element ref="f:Teise_x0020_poole_x0020_telefoni_x0020_nr_x002F_e-post_x0023_1" minOccurs="0"/>
                <xs:element ref="f:Teise_x0020_poole_x0020_telefoni_x0020_nr_x002F_e-post_x0023_2" minOccurs="0"/>
                <xs:element ref="f:Teise_x0020_poole_x0020_telefoni_x0020_nr_x002F_e-post_x0023_3" minOccurs="0"/>
                <xs:element ref="f:Teise_x0020_poole_x0020_telefoni_x0020_nr_x002F_e-post_x0023_4" minOccurs="0"/>
                <xs:element ref="f:Teise_x0020_poole_x0020_telefoni_x0020_nr_x002F_e-post_x0023_5" minOccurs="0"/>
                <xs:element ref="f:Teise_x0020_poole_x0020_telefoni_x0020_nr_x002F_e-post_x0023_6" minOccurs="0"/>
                <xs:element ref="f:Teise_x0020_poole_x0020_telefoni_x0020_nr_x002F_e-post_x0023_7" minOccurs="0"/>
                <xs:element ref="f:Teise_x0020_poole_x0020_telefoni_x0020_nr_x002F_e-post_x0023_8" minOccurs="0"/>
                <xs:element ref="f:Teise_x0020_poole_x0020_telefoni_x0020_nr_x002F_e-post_x0023_9" minOccurs="0"/>
                <xs:element ref="f:Teise_x0020_poole_x0020_telefoni_x0020_nr_x002F_e-post_x0023_10" minOccurs="0"/>
                <xs:element ref="f:Teise_x0020_poole_x0020_telefoni_x0020_nr_x002F_e-post_x0023_11" minOccurs="0"/>
                <xs:element ref="f:Teise_x0020_poole_x0020_telefoni_x0020_nr_x002F_e-post_x0023_12" minOccurs="0"/>
                <xs:element ref="f:Teise_x0020_poole_x0020_telefoni_x0020_nr_x002F_e-post_x0023_13" minOccurs="0"/>
                <xs:element ref="f:Teise_x0020_poole_x0020_telefoni_x0020_nr_x002F_e-post_x0023_14" minOccurs="0"/>
                <xs:element ref="f:Teise_x0020_poole_x0020_telefoni_x0020_nr_x002F_e-post_x0023_15" minOccurs="0"/>
                <xs:element ref="f:Teise_x0020_poole_x0020_telefoni_x0020_nr_x002F_e-post_x0023_16" minOccurs="0"/>
                <xs:element ref="f:Teise_x0020_poole_x0020_telefoni_x0020_nr_x002F_e-post_x0023_17" minOccurs="0"/>
                <xs:element ref="f:Teise_x0020_poole_x0020_telefoni_x0020_nr_x002F_e-post_x0023_18" minOccurs="0"/>
                <xs:element ref="f:Teise_x0020_poole_x0020_telefoni_x0020_nr_x002F_e-post_x0023_19" minOccurs="0"/>
                <xs:element ref="f:Teise_x0020_poole_x0020_telefoni_x0020_nr_x002F_e-post_x0023_20" minOccurs="0"/>
                <xs:element ref="f:Teise_x0020_poole_x0020_telefoni_x0020_nr_x002F_e-post_x0023_21" minOccurs="0"/>
                <xs:element ref="f:Teise_x0020_poole_x0020_telefoni_x0020_nr_x002F_e-post_x0023_22" minOccurs="0"/>
                <xs:element ref="f:Teise_x0020_poole_x0020_telefoni_x0020_nr_x002F_e-post_x0023_23" minOccurs="0"/>
                <xs:element ref="f:Teise_x0020_poole_x0020_telefoni_x0020_nr_x002F_e-post_x0023_24" minOccurs="0"/>
                <xs:element ref="f:Teise_x0020_poole_x0020_telefoni_x0020_nr_x002F_e-post_x0023_25" minOccurs="0"/>
                <xs:element ref="f:Lepingu_x0020_staatus" minOccurs="0"/>
                <xs:element ref="f:Lepingu_x0020_objekt" minOccurs="0"/>
                <xs:element ref="f:Lepingu_x0020_maksumus" minOccurs="0"/>
                <xs:element ref="f:Koostaja" minOccurs="0"/>
                <xs:element ref="f:Leping_x0020_kehtiv_x0020_alates" minOccurs="0"/>
                <xs:element ref="f:Koostaja_x0020_ees-_x0020_ja_x0020_perekonnanimi" minOccurs="0"/>
                <xs:element ref="f:Lepingu_x0020_lõpptähtaeg" minOccurs="0"/>
                <xs:element ref="f:Koostaja_x0020_ametinimetus" minOccurs="0"/>
                <xs:element ref="f:Lepingu_x0020_tähtaja_x0020_kirjeldus" minOccurs="0"/>
                <xs:element ref="f:Koostaja_x0020_struktuuriüksus" minOccurs="0"/>
                <xs:element ref="f:Tegelik_x0020_lõpp" minOccurs="0"/>
                <xs:element ref="f:Koostaja_x0020_kontakt" minOccurs="0"/>
                <xs:element ref="f:Teabekandja" minOccurs="0"/>
                <xs:element ref="f:Saatmisviis_x0023_1" minOccurs="0"/>
                <xs:element ref="f:Saatmisviis_x0023_2" minOccurs="0"/>
                <xs:element ref="f:Saatmisviis_x0023_3" minOccurs="0"/>
                <xs:element ref="f:Saatmisviis_x0023_4" minOccurs="0"/>
                <xs:element ref="f:Saatmisviis_x0023_5" minOccurs="0"/>
                <xs:element ref="f:Saatmisviis_x0023_6" minOccurs="0"/>
                <xs:element ref="f:Saatmisviis_x0023_7" minOccurs="0"/>
                <xs:element ref="f:Saatmisviis_x0023_8" minOccurs="0"/>
                <xs:element ref="f:Saatmisviis_x0023_9" minOccurs="0"/>
                <xs:element ref="f:Saatmisviis_x0023_10" minOccurs="0"/>
                <xs:element ref="f:Saatmisviis_x0023_11" minOccurs="0"/>
                <xs:element ref="f:Saatmisviis_x0023_12" minOccurs="0"/>
                <xs:element ref="f:Saatmisviis_x0023_13" minOccurs="0"/>
                <xs:element ref="f:Saatmisviis_x0023_14" minOccurs="0"/>
                <xs:element ref="f:Saatmisviis_x0023_15" minOccurs="0"/>
                <xs:element ref="f:Saatmisviis_x0023_16" minOccurs="0"/>
                <xs:element ref="f:Saatmisviis_x0023_17" minOccurs="0"/>
                <xs:element ref="f:Saatmisviis_x0023_18" minOccurs="0"/>
                <xs:element ref="f:Saatmisviis_x0023_19" minOccurs="0"/>
                <xs:element ref="f:Saatmisviis_x0023_20" minOccurs="0"/>
                <xs:element ref="f:Saatmisviis_x0023_21" minOccurs="0"/>
                <xs:element ref="f:Saatmisviis_x0023_22" minOccurs="0"/>
                <xs:element ref="f:Saatmisviis_x0023_23" minOccurs="0"/>
                <xs:element ref="f:Saatmisviis_x0023_24" minOccurs="0"/>
                <xs:element ref="f:Saatmisviis_x0023_25" minOccurs="0"/>
                <xs:element ref="f:RMNotes" minOccurs="0"/>
                <xs:element ref="f:RMUniqueID" minOccurs="0"/>
                <xs:element ref="f:RMInheritedFields" minOccurs="0"/>
                <xs:element ref="f:RMOrderPosition" minOccurs="0"/>
                <xs:element ref="f:RMAccessRestrictionNotificationTime" minOccurs="0"/>
                <xs:element ref="f:RMFileName" minOccurs="0"/>
                <xs:element ref="f:RMPublishedDocumentUniqueId" minOccurs="0"/>
                <xs:element ref="f:RMRevisionStatus" minOccurs="0"/>
                <xs:element ref="f:RMRevisionNumber" minOccurs="0"/>
                <xs:element ref="f:RMPublishedFrom" minOccurs="0"/>
                <xs:element ref="f:RMPublishedUntil" minOccurs="0"/>
                <xs:element ref="f:RMSigner" minOccurs="0"/>
                <xs:element ref="f:RMHighestAccessRestrictionLevel" minOccurs="0"/>
                <xs:element ref="f:Salastatud_x0020_välisteave" minOccurs="0"/>
                <xs:element ref="f:Riik_x0020__x0028_PT_x0029_" minOccurs="0"/>
                <xs:element ref="f:Salastatuse_x0020_muutmise_x0020_alus" minOccurs="0"/>
                <xs:element ref="f:RMDocumentExpirationDate" minOccurs="0"/>
                <xs:element ref="f:RMShouldArchiveFilesOnRegistration" minOccurs="0"/>
                <xs:element ref="f:RMStatus" minOccurs="0"/>
                <xs:element ref="f:Lisadepealkirjad" minOccurs="0"/>
                <xs:element ref="f:AKmallile" minOccurs="0"/>
                <xs:element ref="f:AKmallileinglise" minOccurs="0"/>
                <xs:element ref="f:Adressaatmallile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2565869c-cbed-4bbf-bfee-b62dbefec6bf" elementFormDefault="qualified">
    <xs:element name="Lepingu_x0020_liik" ma:displayName="Lepingu liik" ma:index="0" ma:internalName="Lepingu_x0020_liik" fp:namespace="228B497073DE44A483E29513BE360001" fp:type="String">
      <xs:simpleType>
        <xs:restriction base="dms:Choice">
          <xs:enumeration value="Koostööleping"/>
          <xs:enumeration value="Käsundusleping"/>
          <xs:enumeration value="Asjaõiguslik kokkulepe"/>
          <xs:enumeration value="Riigieelarvelise toetuse leping"/>
          <xs:enumeration value="Riigivara valitsemise üleandmise kokkulepe"/>
          <xs:enumeration value="Kasutusleping"/>
          <xs:enumeration value="Vallasvaraga seotud võõrandamisleping"/>
          <xs:enumeration value="Hanke-ja raamleping"/>
        </xs:restriction>
      </xs:simpleType>
    </xs:element>
    <xs:element name="RMRegistrationDate" ma:displayName="Registreerimise kuupäev" ma:index="1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2" ma:internalName="RMReferenceCode" nillable="true" ma:readOnly="true" fp:namespace="228B497073DE44A483E29513BE360001" fp:type="String">
      <xs:simpleType>
        <xs:restriction base="dms:Text"/>
      </xs:simpleType>
    </xs:element>
    <xs:element name="RMTitle" ma:displayName="Pealkiri" ma:index="3" ma:internalName="RMTitle" ma:readOnly="true" fp:namespace="228B497073DE44A483E29513BE360001" fp:type="String">
      <xs:simpleType>
        <xs:restriction base="dms:Text"/>
      </xs:simpleType>
    </xs:element>
    <xs:element name="ADR_x0020_pealkiri" ma:displayName="ADR pealkiri" ma:index="4" ma:internalName="ADR_x0020_pealkiri" ma:readOnly="true" fp:namespace="228B497073DE44A483E29513BE360001" fp:type="String">
      <xs:simpleType>
        <xs:restriction base="dms:Text">
          <xs:maxLength value="255"/>
        </xs:restriction>
      </xs:simpleType>
    </xs:element>
    <xs:element name="ADR_x0020_teine_x0020_osapool" ma:displayName="ADR teine osapool" ma:index="5" ma:internalName="ADR_x0020_teine_x0020_osapool" nillable="true" fp:namespace="228B497073DE44A483E29513BE360001" fp:type="String">
      <xs:simpleType>
        <xs:restriction base="dms:Text">
          <xs:maxLength value="255"/>
        </xs:restriction>
      </xs:simpleType>
    </xs:element>
    <xs:element name="RMAccessRestrictionLevel" ma:displayName="Juurdepääsupiirangu tase" ma:index="6" ma:internalName="RMAccessRestrictionLevel" nillable="true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7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8" ma:internalName="RMAccessRestrictionDura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edFrom" ma:displayName="Kehtiv alates" ma:index="9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Kehtiv kuni" ma:index="10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11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ate" ma:displayName="Fikseeritud lõppkuupäev" ma:index="12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Owner" ma:displayName="Juurdepääsupiirangu eest vastutaja" ma:index="13" ma:internalName="RMAccessRestrictionOwner" nillable="true" ma:readOnly="true" fp:namespace="228B497073DE44A483E29513BE360001" fp:type="String">
      <xs:simpleType>
        <xs:restriction base="dms:Text"/>
      </xs:simpleType>
    </xs:element>
    <xs:element name="Lepingu_x0020_osapool_x0020_sise" ma:displayName="RKIK" ma:index="14" ma:internalName="Lepingu_x0020_osapool_x0020_sise" nillable="true" ma:readOnly="true" fp:namespace="228B497073DE44A483E29513BE360001" fp:type="String">
      <xs:simpleType>
        <xs:restriction base="dms:Text"/>
      </xs:simpleType>
    </xs:element>
    <xs:element name="Asutus" ma:displayName="Asutus" ma:index="15" ma:internalName="Asutus" fp:namespace="228B497073DE44A483E29513BE360001" fp:type="String">
      <xs:simpleType>
        <xs:restriction base="dms:Text">
          <xs:maxLength value="255"/>
        </xs:restriction>
      </xs:simpleType>
    </xs:element>
    <xs:element name="Allkirjastaja_x0020_ees-_x0020_ja_x0020_perekonnanimi." ma:displayName="Allkirjastaja ees- ja perekonnanimi" ma:index="16" ma:internalName="Allkirjastaja_x0020_ees-_x0020_ja_x0020_perekonnanimi." nillable="true" fp:namespace="228B497073DE44A483E29513BE360001" fp:type="String">
      <xs:simpleType>
        <xs:restriction base="dms:Text">
          <xs:maxLength value="255"/>
        </xs:restriction>
      </xs:simpleType>
    </xs:element>
    <xs:element name="Allkirjastaja_x0020_ametinimetus." ma:displayName="Allkirjastaja ametinimetus" ma:index="17" ma:internalName="Allkirjastaja_x0020_ametinimetus." nillable="true" fp:namespace="228B497073DE44A483E29513BE360001" fp:type="String">
      <xs:simpleType>
        <xs:restriction base="dms:Text">
          <xs:maxLength value="255"/>
        </xs:restriction>
      </xs:simpleType>
    </xs:element>
    <xs:element name="Kontaktisik" ma:displayName="Kontaktisik" ma:index="18" ma:internalName="Kontaktisik" nillable="true" fp:namespace="228B497073DE44A483E29513BE360001" fp:type="String">
      <xs:simpleType>
        <xs:restriction base="dms:Text">
          <xs:maxLength value="255"/>
        </xs:restriction>
      </xs:simpleType>
    </xs:element>
    <xs:element name="Telefoni_x0020_nr._x002F_e-post" ma:displayName="Telefoni nr/e-post" ma:index="19" ma:internalName="Telefoni_x0020_nr._x002F_e-post" nillable="true" fp:namespace="228B497073DE44A483E29513BE360001" fp:type="String">
      <xs:simpleType>
        <xs:restriction base="dms:Text">
          <xs:maxLength value="255"/>
        </xs:restriction>
      </xs:simpleType>
    </xs:element>
    <xs:element name="Lepingu_x0020_2._x0020_osapool_x0023_1" ma:displayName="Lepingu 2. osapool: 1" ma:index="20" ma:internalName="Lepingu_x0020_2._x0020_osapool_x0023_1" nillable="true" fp:namespace="228B497073DE44A483E29513BE360001" fp:type="String">
      <xs:simpleType>
        <xs:restriction base="dms:Text"/>
      </xs:simpleType>
    </xs:element>
    <xs:element name="Lepingu_x0020_2._x0020_osapool_x0023_2" ma:displayName="Lepingu 2. osapool: 2" ma:index="21" ma:internalName="Lepingu_x0020_2._x0020_osapool_x0023_2" nillable="true" fp:namespace="228B497073DE44A483E29513BE360001" fp:type="String">
      <xs:simpleType>
        <xs:restriction base="dms:Text"/>
      </xs:simpleType>
    </xs:element>
    <xs:element name="Lepingu_x0020_2._x0020_osapool_x0023_3" ma:displayName="Lepingu 2. osapool: 3" ma:index="22" ma:internalName="Lepingu_x0020_2._x0020_osapool_x0023_3" nillable="true" fp:namespace="228B497073DE44A483E29513BE360001" fp:type="String">
      <xs:simpleType>
        <xs:restriction base="dms:Text"/>
      </xs:simpleType>
    </xs:element>
    <xs:element name="Lepingu_x0020_2._x0020_osapool_x0023_4" ma:displayName="Lepingu 2. osapool: 4" ma:index="23" ma:internalName="Lepingu_x0020_2._x0020_osapool_x0023_4" nillable="true" fp:namespace="228B497073DE44A483E29513BE360001" fp:type="String">
      <xs:simpleType>
        <xs:restriction base="dms:Text"/>
      </xs:simpleType>
    </xs:element>
    <xs:element name="Lepingu_x0020_2._x0020_osapool_x0023_5" ma:displayName="Lepingu 2. osapool: 5" ma:index="24" ma:internalName="Lepingu_x0020_2._x0020_osapool_x0023_5" nillable="true" fp:namespace="228B497073DE44A483E29513BE360001" fp:type="String">
      <xs:simpleType>
        <xs:restriction base="dms:Text"/>
      </xs:simpleType>
    </xs:element>
    <xs:element name="Lepingu_x0020_2._x0020_osapool_x0023_6" ma:displayName="Lepingu 2. osapool: 6" ma:index="25" ma:internalName="Lepingu_x0020_2._x0020_osapool_x0023_6" nillable="true" fp:namespace="228B497073DE44A483E29513BE360001" fp:type="String">
      <xs:simpleType>
        <xs:restriction base="dms:Text"/>
      </xs:simpleType>
    </xs:element>
    <xs:element name="Lepingu_x0020_2._x0020_osapool_x0023_7" ma:displayName="Lepingu 2. osapool: 7" ma:index="26" ma:internalName="Lepingu_x0020_2._x0020_osapool_x0023_7" nillable="true" fp:namespace="228B497073DE44A483E29513BE360001" fp:type="String">
      <xs:simpleType>
        <xs:restriction base="dms:Text"/>
      </xs:simpleType>
    </xs:element>
    <xs:element name="Lepingu_x0020_2._x0020_osapool_x0023_8" ma:displayName="Lepingu 2. osapool: 8" ma:index="27" ma:internalName="Lepingu_x0020_2._x0020_osapool_x0023_8" nillable="true" fp:namespace="228B497073DE44A483E29513BE360001" fp:type="String">
      <xs:simpleType>
        <xs:restriction base="dms:Text"/>
      </xs:simpleType>
    </xs:element>
    <xs:element name="Lepingu_x0020_2._x0020_osapool_x0023_9" ma:displayName="Lepingu 2. osapool: 9" ma:index="28" ma:internalName="Lepingu_x0020_2._x0020_osapool_x0023_9" nillable="true" fp:namespace="228B497073DE44A483E29513BE360001" fp:type="String">
      <xs:simpleType>
        <xs:restriction base="dms:Text"/>
      </xs:simpleType>
    </xs:element>
    <xs:element name="Lepingu_x0020_2._x0020_osapool_x0023_10" ma:displayName="Lepingu 2. osapool: 10" ma:index="29" ma:internalName="Lepingu_x0020_2._x0020_osapool_x0023_10" nillable="true" fp:namespace="228B497073DE44A483E29513BE360001" fp:type="String">
      <xs:simpleType>
        <xs:restriction base="dms:Text"/>
      </xs:simpleType>
    </xs:element>
    <xs:element name="Lepingu_x0020_2._x0020_osapool_x0023_11" ma:displayName="Lepingu 2. osapool: 11" ma:index="30" ma:internalName="Lepingu_x0020_2._x0020_osapool_x0023_11" nillable="true" fp:namespace="228B497073DE44A483E29513BE360001" fp:type="String">
      <xs:simpleType>
        <xs:restriction base="dms:Text"/>
      </xs:simpleType>
    </xs:element>
    <xs:element name="Lepingu_x0020_2._x0020_osapool_x0023_12" ma:displayName="Lepingu 2. osapool: 12" ma:index="31" ma:internalName="Lepingu_x0020_2._x0020_osapool_x0023_12" nillable="true" fp:namespace="228B497073DE44A483E29513BE360001" fp:type="String">
      <xs:simpleType>
        <xs:restriction base="dms:Text"/>
      </xs:simpleType>
    </xs:element>
    <xs:element name="Lepingu_x0020_2._x0020_osapool_x0023_13" ma:displayName="Lepingu 2. osapool: 13" ma:index="32" ma:internalName="Lepingu_x0020_2._x0020_osapool_x0023_13" nillable="true" fp:namespace="228B497073DE44A483E29513BE360001" fp:type="String">
      <xs:simpleType>
        <xs:restriction base="dms:Text"/>
      </xs:simpleType>
    </xs:element>
    <xs:element name="Lepingu_x0020_2._x0020_osapool_x0023_14" ma:displayName="Lepingu 2. osapool: 14" ma:index="33" ma:internalName="Lepingu_x0020_2._x0020_osapool_x0023_14" nillable="true" fp:namespace="228B497073DE44A483E29513BE360001" fp:type="String">
      <xs:simpleType>
        <xs:restriction base="dms:Text"/>
      </xs:simpleType>
    </xs:element>
    <xs:element name="Lepingu_x0020_2._x0020_osapool_x0023_15" ma:displayName="Lepingu 2. osapool: 15" ma:index="34" ma:internalName="Lepingu_x0020_2._x0020_osapool_x0023_15" nillable="true" fp:namespace="228B497073DE44A483E29513BE360001" fp:type="String">
      <xs:simpleType>
        <xs:restriction base="dms:Text"/>
      </xs:simpleType>
    </xs:element>
    <xs:element name="Lepingu_x0020_2._x0020_osapool_x0023_16" ma:displayName="Lepingu 2. osapool: 16" ma:index="35" ma:internalName="Lepingu_x0020_2._x0020_osapool_x0023_16" nillable="true" fp:namespace="228B497073DE44A483E29513BE360001" fp:type="String">
      <xs:simpleType>
        <xs:restriction base="dms:Text"/>
      </xs:simpleType>
    </xs:element>
    <xs:element name="Lepingu_x0020_2._x0020_osapool_x0023_17" ma:displayName="Lepingu 2. osapool: 17" ma:index="36" ma:internalName="Lepingu_x0020_2._x0020_osapool_x0023_17" nillable="true" fp:namespace="228B497073DE44A483E29513BE360001" fp:type="String">
      <xs:simpleType>
        <xs:restriction base="dms:Text"/>
      </xs:simpleType>
    </xs:element>
    <xs:element name="Lepingu_x0020_2._x0020_osapool_x0023_18" ma:displayName="Lepingu 2. osapool: 18" ma:index="37" ma:internalName="Lepingu_x0020_2._x0020_osapool_x0023_18" nillable="true" fp:namespace="228B497073DE44A483E29513BE360001" fp:type="String">
      <xs:simpleType>
        <xs:restriction base="dms:Text"/>
      </xs:simpleType>
    </xs:element>
    <xs:element name="Lepingu_x0020_2._x0020_osapool_x0023_19" ma:displayName="Lepingu 2. osapool: 19" ma:index="38" ma:internalName="Lepingu_x0020_2._x0020_osapool_x0023_19" nillable="true" fp:namespace="228B497073DE44A483E29513BE360001" fp:type="String">
      <xs:simpleType>
        <xs:restriction base="dms:Text"/>
      </xs:simpleType>
    </xs:element>
    <xs:element name="Lepingu_x0020_2._x0020_osapool_x0023_20" ma:displayName="Lepingu 2. osapool: 20" ma:index="39" ma:internalName="Lepingu_x0020_2._x0020_osapool_x0023_20" nillable="true" fp:namespace="228B497073DE44A483E29513BE360001" fp:type="String">
      <xs:simpleType>
        <xs:restriction base="dms:Text"/>
      </xs:simpleType>
    </xs:element>
    <xs:element name="Lepingu_x0020_2._x0020_osapool_x0023_21" ma:displayName="Lepingu 2. osapool: 21" ma:index="40" ma:internalName="Lepingu_x0020_2._x0020_osapool_x0023_21" nillable="true" fp:namespace="228B497073DE44A483E29513BE360001" fp:type="String">
      <xs:simpleType>
        <xs:restriction base="dms:Text"/>
      </xs:simpleType>
    </xs:element>
    <xs:element name="Lepingu_x0020_2._x0020_osapool_x0023_22" ma:displayName="Lepingu 2. osapool: 22" ma:index="41" ma:internalName="Lepingu_x0020_2._x0020_osapool_x0023_22" nillable="true" fp:namespace="228B497073DE44A483E29513BE360001" fp:type="String">
      <xs:simpleType>
        <xs:restriction base="dms:Text"/>
      </xs:simpleType>
    </xs:element>
    <xs:element name="Lepingu_x0020_2._x0020_osapool_x0023_23" ma:displayName="Lepingu 2. osapool: 23" ma:index="42" ma:internalName="Lepingu_x0020_2._x0020_osapool_x0023_23" nillable="true" fp:namespace="228B497073DE44A483E29513BE360001" fp:type="String">
      <xs:simpleType>
        <xs:restriction base="dms:Text"/>
      </xs:simpleType>
    </xs:element>
    <xs:element name="Lepingu_x0020_2._x0020_osapool_x0023_24" ma:displayName="Lepingu 2. osapool: 24" ma:index="43" ma:internalName="Lepingu_x0020_2._x0020_osapool_x0023_24" nillable="true" fp:namespace="228B497073DE44A483E29513BE360001" fp:type="String">
      <xs:simpleType>
        <xs:restriction base="dms:Text"/>
      </xs:simpleType>
    </xs:element>
    <xs:element name="Lepingu_x0020_2._x0020_osapool_x0023_25" ma:displayName="Lepingu 2. osapool: 25" ma:index="44" ma:internalName="Lepingu_x0020_2._x0020_osapool_x0023_25" nillable="true" fp:namespace="228B497073DE44A483E29513BE360001" fp:type="String">
      <xs:simpleType>
        <xs:restriction base="dms:Text"/>
      </xs:simpleType>
    </xs:element>
    <xs:element name="Teise_x0020_poole_x0020_asutus_x0023_1" ma:displayName="Teise poole asutus: 1" ma:index="45" ma:internalName="Teise_x0020_poole_x0020_asutus_x0023_1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2" ma:displayName="Teise poole asutus: 2" ma:index="46" ma:internalName="Teise_x0020_poole_x0020_asutus_x0023_2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3" ma:displayName="Teise poole asutus: 3" ma:index="47" ma:internalName="Teise_x0020_poole_x0020_asutus_x0023_3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4" ma:displayName="Teise poole asutus: 4" ma:index="48" ma:internalName="Teise_x0020_poole_x0020_asutus_x0023_4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5" ma:displayName="Teise poole asutus: 5" ma:index="49" ma:internalName="Teise_x0020_poole_x0020_asutus_x0023_5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6" ma:displayName="Teise poole asutus: 6" ma:index="50" ma:internalName="Teise_x0020_poole_x0020_asutus_x0023_6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7" ma:displayName="Teise poole asutus: 7" ma:index="51" ma:internalName="Teise_x0020_poole_x0020_asutus_x0023_7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8" ma:displayName="Teise poole asutus: 8" ma:index="52" ma:internalName="Teise_x0020_poole_x0020_asutus_x0023_8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9" ma:displayName="Teise poole asutus: 9" ma:index="53" ma:internalName="Teise_x0020_poole_x0020_asutus_x0023_9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10" ma:displayName="Teise poole asutus: 10" ma:index="54" ma:internalName="Teise_x0020_poole_x0020_asutus_x0023_10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11" ma:displayName="Teise poole asutus: 11" ma:index="55" ma:internalName="Teise_x0020_poole_x0020_asutus_x0023_11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12" ma:displayName="Teise poole asutus: 12" ma:index="56" ma:internalName="Teise_x0020_poole_x0020_asutus_x0023_12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13" ma:displayName="Teise poole asutus: 13" ma:index="57" ma:internalName="Teise_x0020_poole_x0020_asutus_x0023_13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14" ma:displayName="Teise poole asutus: 14" ma:index="58" ma:internalName="Teise_x0020_poole_x0020_asutus_x0023_14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15" ma:displayName="Teise poole asutus: 15" ma:index="59" ma:internalName="Teise_x0020_poole_x0020_asutus_x0023_15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16" ma:displayName="Teise poole asutus: 16" ma:index="60" ma:internalName="Teise_x0020_poole_x0020_asutus_x0023_16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17" ma:displayName="Teise poole asutus: 17" ma:index="61" ma:internalName="Teise_x0020_poole_x0020_asutus_x0023_17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18" ma:displayName="Teise poole asutus: 18" ma:index="62" ma:internalName="Teise_x0020_poole_x0020_asutus_x0023_18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19" ma:displayName="Teise poole asutus: 19" ma:index="63" ma:internalName="Teise_x0020_poole_x0020_asutus_x0023_19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20" ma:displayName="Teise poole asutus: 20" ma:index="64" ma:internalName="Teise_x0020_poole_x0020_asutus_x0023_20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21" ma:displayName="Teise poole asutus: 21" ma:index="65" ma:internalName="Teise_x0020_poole_x0020_asutus_x0023_21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22" ma:displayName="Teise poole asutus: 22" ma:index="66" ma:internalName="Teise_x0020_poole_x0020_asutus_x0023_22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23" ma:displayName="Teise poole asutus: 23" ma:index="67" ma:internalName="Teise_x0020_poole_x0020_asutus_x0023_23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24" ma:displayName="Teise poole asutus: 24" ma:index="68" ma:internalName="Teise_x0020_poole_x0020_asutus_x0023_24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sutus_x0023_25" ma:displayName="Teise poole asutus: 25" ma:index="69" ma:internalName="Teise_x0020_poole_x0020_asutus_x0023_25" nillable="true" fp:namespace="228B497073DE44A483E29513BE360001" fp:type="String">
      <xs:simpleType>
        <xs:restriction base="dms:Text">
          <xs:maxLength value="500"/>
        </xs:restriction>
      </xs:simpleType>
    </xs:element>
    <xs:element name="Teise_x0020_poole_x0020_allkirjastaja_x0020_ees-_x0020_ja_x0020_perekonnanimi_x0023_1" ma:displayName="Teise poole allkirjastaja ees- ja perekonnanimi: 1" ma:index="70" ma:internalName="Teise_x0020_poole_x0020_allkirjastaja_x0020_ees-_x0020_ja_x0020_perekonnanimi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2" ma:displayName="Teise poole allkirjastaja ees- ja perekonnanimi: 2" ma:index="71" ma:internalName="Teise_x0020_poole_x0020_allkirjastaja_x0020_ees-_x0020_ja_x0020_perekonnanimi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3" ma:displayName="Teise poole allkirjastaja ees- ja perekonnanimi: 3" ma:index="72" ma:internalName="Teise_x0020_poole_x0020_allkirjastaja_x0020_ees-_x0020_ja_x0020_perekonnanimi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4" ma:displayName="Teise poole allkirjastaja ees- ja perekonnanimi: 4" ma:index="73" ma:internalName="Teise_x0020_poole_x0020_allkirjastaja_x0020_ees-_x0020_ja_x0020_perekonnanimi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5" ma:displayName="Teise poole allkirjastaja ees- ja perekonnanimi: 5" ma:index="74" ma:internalName="Teise_x0020_poole_x0020_allkirjastaja_x0020_ees-_x0020_ja_x0020_perekonnanimi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6" ma:displayName="Teise poole allkirjastaja ees- ja perekonnanimi: 6" ma:index="75" ma:internalName="Teise_x0020_poole_x0020_allkirjastaja_x0020_ees-_x0020_ja_x0020_perekonnanimi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7" ma:displayName="Teise poole allkirjastaja ees- ja perekonnanimi: 7" ma:index="76" ma:internalName="Teise_x0020_poole_x0020_allkirjastaja_x0020_ees-_x0020_ja_x0020_perekonnanimi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8" ma:displayName="Teise poole allkirjastaja ees- ja perekonnanimi: 8" ma:index="77" ma:internalName="Teise_x0020_poole_x0020_allkirjastaja_x0020_ees-_x0020_ja_x0020_perekonnanimi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9" ma:displayName="Teise poole allkirjastaja ees- ja perekonnanimi: 9" ma:index="78" ma:internalName="Teise_x0020_poole_x0020_allkirjastaja_x0020_ees-_x0020_ja_x0020_perekonnanimi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10" ma:displayName="Teise poole allkirjastaja ees- ja perekonnanimi: 10" ma:index="79" ma:internalName="Teise_x0020_poole_x0020_allkirjastaja_x0020_ees-_x0020_ja_x0020_perekonnanimi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11" ma:displayName="Teise poole allkirjastaja ees- ja perekonnanimi: 11" ma:index="80" ma:internalName="Teise_x0020_poole_x0020_allkirjastaja_x0020_ees-_x0020_ja_x0020_perekonnanimi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12" ma:displayName="Teise poole allkirjastaja ees- ja perekonnanimi: 12" ma:index="81" ma:internalName="Teise_x0020_poole_x0020_allkirjastaja_x0020_ees-_x0020_ja_x0020_perekonnanimi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13" ma:displayName="Teise poole allkirjastaja ees- ja perekonnanimi: 13" ma:index="82" ma:internalName="Teise_x0020_poole_x0020_allkirjastaja_x0020_ees-_x0020_ja_x0020_perekonnanimi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14" ma:displayName="Teise poole allkirjastaja ees- ja perekonnanimi: 14" ma:index="83" ma:internalName="Teise_x0020_poole_x0020_allkirjastaja_x0020_ees-_x0020_ja_x0020_perekonnanimi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15" ma:displayName="Teise poole allkirjastaja ees- ja perekonnanimi: 15" ma:index="84" ma:internalName="Teise_x0020_poole_x0020_allkirjastaja_x0020_ees-_x0020_ja_x0020_perekonnanimi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16" ma:displayName="Teise poole allkirjastaja ees- ja perekonnanimi: 16" ma:index="85" ma:internalName="Teise_x0020_poole_x0020_allkirjastaja_x0020_ees-_x0020_ja_x0020_perekonnanimi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17" ma:displayName="Teise poole allkirjastaja ees- ja perekonnanimi: 17" ma:index="86" ma:internalName="Teise_x0020_poole_x0020_allkirjastaja_x0020_ees-_x0020_ja_x0020_perekonnanimi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18" ma:displayName="Teise poole allkirjastaja ees- ja perekonnanimi: 18" ma:index="87" ma:internalName="Teise_x0020_poole_x0020_allkirjastaja_x0020_ees-_x0020_ja_x0020_perekonnanimi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19" ma:displayName="Teise poole allkirjastaja ees- ja perekonnanimi: 19" ma:index="88" ma:internalName="Teise_x0020_poole_x0020_allkirjastaja_x0020_ees-_x0020_ja_x0020_perekonnanimi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20" ma:displayName="Teise poole allkirjastaja ees- ja perekonnanimi: 20" ma:index="89" ma:internalName="Teise_x0020_poole_x0020_allkirjastaja_x0020_ees-_x0020_ja_x0020_perekonnanimi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21" ma:displayName="Teise poole allkirjastaja ees- ja perekonnanimi: 21" ma:index="90" ma:internalName="Teise_x0020_poole_x0020_allkirjastaja_x0020_ees-_x0020_ja_x0020_perekonnanimi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22" ma:displayName="Teise poole allkirjastaja ees- ja perekonnanimi: 22" ma:index="91" ma:internalName="Teise_x0020_poole_x0020_allkirjastaja_x0020_ees-_x0020_ja_x0020_perekonnanimi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23" ma:displayName="Teise poole allkirjastaja ees- ja perekonnanimi: 23" ma:index="92" ma:internalName="Teise_x0020_poole_x0020_allkirjastaja_x0020_ees-_x0020_ja_x0020_perekonnanimi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24" ma:displayName="Teise poole allkirjastaja ees- ja perekonnanimi: 24" ma:index="93" ma:internalName="Teise_x0020_poole_x0020_allkirjastaja_x0020_ees-_x0020_ja_x0020_perekonnanimi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ees-_x0020_ja_x0020_perekonnanimi_x0023_25" ma:displayName="Teise poole allkirjastaja ees- ja perekonnanimi: 25" ma:index="94" ma:internalName="Teise_x0020_poole_x0020_allkirjastaja_x0020_ees-_x0020_ja_x0020_perekonnanimi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1" ma:displayName="Teise poole allkirjastaja ametinimetus: 1" ma:index="95" ma:internalName="Teise_x0020_poole_x0020_allkirjastaja_x0020_ametinimetus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2" ma:displayName="Teise poole allkirjastaja ametinimetus: 2" ma:index="96" ma:internalName="Teise_x0020_poole_x0020_allkirjastaja_x0020_ametinimetus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3" ma:displayName="Teise poole allkirjastaja ametinimetus: 3" ma:index="97" ma:internalName="Teise_x0020_poole_x0020_allkirjastaja_x0020_ametinimetus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4" ma:displayName="Teise poole allkirjastaja ametinimetus: 4" ma:index="98" ma:internalName="Teise_x0020_poole_x0020_allkirjastaja_x0020_ametinimetus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5" ma:displayName="Teise poole allkirjastaja ametinimetus: 5" ma:index="99" ma:internalName="Teise_x0020_poole_x0020_allkirjastaja_x0020_ametinimetus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6" ma:displayName="Teise poole allkirjastaja ametinimetus: 6" ma:index="100" ma:internalName="Teise_x0020_poole_x0020_allkirjastaja_x0020_ametinimetus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7" ma:displayName="Teise poole allkirjastaja ametinimetus: 7" ma:index="101" ma:internalName="Teise_x0020_poole_x0020_allkirjastaja_x0020_ametinimetus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8" ma:displayName="Teise poole allkirjastaja ametinimetus: 8" ma:index="102" ma:internalName="Teise_x0020_poole_x0020_allkirjastaja_x0020_ametinimetus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9" ma:displayName="Teise poole allkirjastaja ametinimetus: 9" ma:index="103" ma:internalName="Teise_x0020_poole_x0020_allkirjastaja_x0020_ametinimetus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10" ma:displayName="Teise poole allkirjastaja ametinimetus: 10" ma:index="104" ma:internalName="Teise_x0020_poole_x0020_allkirjastaja_x0020_ametinimetus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11" ma:displayName="Teise poole allkirjastaja ametinimetus: 11" ma:index="105" ma:internalName="Teise_x0020_poole_x0020_allkirjastaja_x0020_ametinimetus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12" ma:displayName="Teise poole allkirjastaja ametinimetus: 12" ma:index="106" ma:internalName="Teise_x0020_poole_x0020_allkirjastaja_x0020_ametinimetus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13" ma:displayName="Teise poole allkirjastaja ametinimetus: 13" ma:index="107" ma:internalName="Teise_x0020_poole_x0020_allkirjastaja_x0020_ametinimetus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14" ma:displayName="Teise poole allkirjastaja ametinimetus: 14" ma:index="108" ma:internalName="Teise_x0020_poole_x0020_allkirjastaja_x0020_ametinimetus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15" ma:displayName="Teise poole allkirjastaja ametinimetus: 15" ma:index="109" ma:internalName="Teise_x0020_poole_x0020_allkirjastaja_x0020_ametinimetus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16" ma:displayName="Teise poole allkirjastaja ametinimetus: 16" ma:index="110" ma:internalName="Teise_x0020_poole_x0020_allkirjastaja_x0020_ametinimetus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17" ma:displayName="Teise poole allkirjastaja ametinimetus: 17" ma:index="111" ma:internalName="Teise_x0020_poole_x0020_allkirjastaja_x0020_ametinimetus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18" ma:displayName="Teise poole allkirjastaja ametinimetus: 18" ma:index="112" ma:internalName="Teise_x0020_poole_x0020_allkirjastaja_x0020_ametinimetus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19" ma:displayName="Teise poole allkirjastaja ametinimetus: 19" ma:index="113" ma:internalName="Teise_x0020_poole_x0020_allkirjastaja_x0020_ametinimetus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20" ma:displayName="Teise poole allkirjastaja ametinimetus: 20" ma:index="114" ma:internalName="Teise_x0020_poole_x0020_allkirjastaja_x0020_ametinimetus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21" ma:displayName="Teise poole allkirjastaja ametinimetus: 21" ma:index="115" ma:internalName="Teise_x0020_poole_x0020_allkirjastaja_x0020_ametinimetus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22" ma:displayName="Teise poole allkirjastaja ametinimetus: 22" ma:index="116" ma:internalName="Teise_x0020_poole_x0020_allkirjastaja_x0020_ametinimetus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23" ma:displayName="Teise poole allkirjastaja ametinimetus: 23" ma:index="117" ma:internalName="Teise_x0020_poole_x0020_allkirjastaja_x0020_ametinimetus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24" ma:displayName="Teise poole allkirjastaja ametinimetus: 24" ma:index="118" ma:internalName="Teise_x0020_poole_x0020_allkirjastaja_x0020_ametinimetus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allkirjastaja_x0020_ametinimetus_x0023_25" ma:displayName="Teise poole allkirjastaja ametinimetus: 25" ma:index="119" ma:internalName="Teise_x0020_poole_x0020_allkirjastaja_x0020_ametinimetus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1" ma:displayName="Teise poole lepingu nr: 1" ma:index="120" ma:internalName="Teise_x0020_poole_x0020_lepingu_x0020_nr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2" ma:displayName="Teise poole lepingu nr: 2" ma:index="121" ma:internalName="Teise_x0020_poole_x0020_lepingu_x0020_nr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3" ma:displayName="Teise poole lepingu nr: 3" ma:index="122" ma:internalName="Teise_x0020_poole_x0020_lepingu_x0020_nr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4" ma:displayName="Teise poole lepingu nr: 4" ma:index="123" ma:internalName="Teise_x0020_poole_x0020_lepingu_x0020_nr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5" ma:displayName="Teise poole lepingu nr: 5" ma:index="124" ma:internalName="Teise_x0020_poole_x0020_lepingu_x0020_nr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6" ma:displayName="Teise poole lepingu nr: 6" ma:index="125" ma:internalName="Teise_x0020_poole_x0020_lepingu_x0020_nr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7" ma:displayName="Teise poole lepingu nr: 7" ma:index="126" ma:internalName="Teise_x0020_poole_x0020_lepingu_x0020_nr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8" ma:displayName="Teise poole lepingu nr: 8" ma:index="127" ma:internalName="Teise_x0020_poole_x0020_lepingu_x0020_nr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9" ma:displayName="Teise poole lepingu nr: 9" ma:index="128" ma:internalName="Teise_x0020_poole_x0020_lepingu_x0020_nr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10" ma:displayName="Teise poole lepingu nr: 10" ma:index="129" ma:internalName="Teise_x0020_poole_x0020_lepingu_x0020_nr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11" ma:displayName="Teise poole lepingu nr: 11" ma:index="130" ma:internalName="Teise_x0020_poole_x0020_lepingu_x0020_nr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12" ma:displayName="Teise poole lepingu nr: 12" ma:index="131" ma:internalName="Teise_x0020_poole_x0020_lepingu_x0020_nr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13" ma:displayName="Teise poole lepingu nr: 13" ma:index="132" ma:internalName="Teise_x0020_poole_x0020_lepingu_x0020_nr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14" ma:displayName="Teise poole lepingu nr: 14" ma:index="133" ma:internalName="Teise_x0020_poole_x0020_lepingu_x0020_nr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15" ma:displayName="Teise poole lepingu nr: 15" ma:index="134" ma:internalName="Teise_x0020_poole_x0020_lepingu_x0020_nr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16" ma:displayName="Teise poole lepingu nr: 16" ma:index="135" ma:internalName="Teise_x0020_poole_x0020_lepingu_x0020_nr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17" ma:displayName="Teise poole lepingu nr: 17" ma:index="136" ma:internalName="Teise_x0020_poole_x0020_lepingu_x0020_nr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18" ma:displayName="Teise poole lepingu nr: 18" ma:index="137" ma:internalName="Teise_x0020_poole_x0020_lepingu_x0020_nr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19" ma:displayName="Teise poole lepingu nr: 19" ma:index="138" ma:internalName="Teise_x0020_poole_x0020_lepingu_x0020_nr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20" ma:displayName="Teise poole lepingu nr: 20" ma:index="139" ma:internalName="Teise_x0020_poole_x0020_lepingu_x0020_nr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21" ma:displayName="Teise poole lepingu nr: 21" ma:index="140" ma:internalName="Teise_x0020_poole_x0020_lepingu_x0020_nr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22" ma:displayName="Teise poole lepingu nr: 22" ma:index="141" ma:internalName="Teise_x0020_poole_x0020_lepingu_x0020_nr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23" ma:displayName="Teise poole lepingu nr: 23" ma:index="142" ma:internalName="Teise_x0020_poole_x0020_lepingu_x0020_nr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24" ma:displayName="Teise poole lepingu nr: 24" ma:index="143" ma:internalName="Teise_x0020_poole_x0020_lepingu_x0020_nr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nr_x0023_25" ma:displayName="Teise poole lepingu nr: 25" ma:index="144" ma:internalName="Teise_x0020_poole_x0020_lepingu_x0020_nr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lepingu_x0020_kpv_x0023_1" ma:displayName="Teise poole lepingu kpv: 1" ma:index="145" ma:internalName="Teise_x0020_poole_x0020_lepingu_x0020_kpv_x0023_1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2" ma:displayName="Teise poole lepingu kpv: 2" ma:index="146" ma:internalName="Teise_x0020_poole_x0020_lepingu_x0020_kpv_x0023_2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3" ma:displayName="Teise poole lepingu kpv: 3" ma:index="147" ma:internalName="Teise_x0020_poole_x0020_lepingu_x0020_kpv_x0023_3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4" ma:displayName="Teise poole lepingu kpv: 4" ma:index="148" ma:internalName="Teise_x0020_poole_x0020_lepingu_x0020_kpv_x0023_4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5" ma:displayName="Teise poole lepingu kpv: 5" ma:index="149" ma:internalName="Teise_x0020_poole_x0020_lepingu_x0020_kpv_x0023_5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6" ma:displayName="Teise poole lepingu kpv: 6" ma:index="150" ma:internalName="Teise_x0020_poole_x0020_lepingu_x0020_kpv_x0023_6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7" ma:displayName="Teise poole lepingu kpv: 7" ma:index="151" ma:internalName="Teise_x0020_poole_x0020_lepingu_x0020_kpv_x0023_7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8" ma:displayName="Teise poole lepingu kpv: 8" ma:index="152" ma:internalName="Teise_x0020_poole_x0020_lepingu_x0020_kpv_x0023_8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9" ma:displayName="Teise poole lepingu kpv: 9" ma:index="153" ma:internalName="Teise_x0020_poole_x0020_lepingu_x0020_kpv_x0023_9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10" ma:displayName="Teise poole lepingu kpv: 10" ma:index="154" ma:internalName="Teise_x0020_poole_x0020_lepingu_x0020_kpv_x0023_10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11" ma:displayName="Teise poole lepingu kpv: 11" ma:index="155" ma:internalName="Teise_x0020_poole_x0020_lepingu_x0020_kpv_x0023_11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12" ma:displayName="Teise poole lepingu kpv: 12" ma:index="156" ma:internalName="Teise_x0020_poole_x0020_lepingu_x0020_kpv_x0023_12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13" ma:displayName="Teise poole lepingu kpv: 13" ma:index="157" ma:internalName="Teise_x0020_poole_x0020_lepingu_x0020_kpv_x0023_13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14" ma:displayName="Teise poole lepingu kpv: 14" ma:index="158" ma:internalName="Teise_x0020_poole_x0020_lepingu_x0020_kpv_x0023_14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15" ma:displayName="Teise poole lepingu kpv: 15" ma:index="159" ma:internalName="Teise_x0020_poole_x0020_lepingu_x0020_kpv_x0023_15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16" ma:displayName="Teise poole lepingu kpv: 16" ma:index="160" ma:internalName="Teise_x0020_poole_x0020_lepingu_x0020_kpv_x0023_16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17" ma:displayName="Teise poole lepingu kpv: 17" ma:index="161" ma:internalName="Teise_x0020_poole_x0020_lepingu_x0020_kpv_x0023_17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18" ma:displayName="Teise poole lepingu kpv: 18" ma:index="162" ma:internalName="Teise_x0020_poole_x0020_lepingu_x0020_kpv_x0023_18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19" ma:displayName="Teise poole lepingu kpv: 19" ma:index="163" ma:internalName="Teise_x0020_poole_x0020_lepingu_x0020_kpv_x0023_19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20" ma:displayName="Teise poole lepingu kpv: 20" ma:index="164" ma:internalName="Teise_x0020_poole_x0020_lepingu_x0020_kpv_x0023_20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21" ma:displayName="Teise poole lepingu kpv: 21" ma:index="165" ma:internalName="Teise_x0020_poole_x0020_lepingu_x0020_kpv_x0023_21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22" ma:displayName="Teise poole lepingu kpv: 22" ma:index="166" ma:internalName="Teise_x0020_poole_x0020_lepingu_x0020_kpv_x0023_22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23" ma:displayName="Teise poole lepingu kpv: 23" ma:index="167" ma:internalName="Teise_x0020_poole_x0020_lepingu_x0020_kpv_x0023_23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24" ma:displayName="Teise poole lepingu kpv: 24" ma:index="168" ma:internalName="Teise_x0020_poole_x0020_lepingu_x0020_kpv_x0023_24" nillable="true" fp:namespace="228B497073DE44A483E29513BE360001" ma:format="DateOnly" fp:type="DateTime">
      <xs:simpleType>
        <xs:restriction base="dms:DateTime"/>
      </xs:simpleType>
    </xs:element>
    <xs:element name="Teise_x0020_poole_x0020_lepingu_x0020_kpv_x0023_25" ma:displayName="Teise poole lepingu kpv: 25" ma:index="169" ma:internalName="Teise_x0020_poole_x0020_lepingu_x0020_kpv_x0023_25" nillable="true" fp:namespace="228B497073DE44A483E29513BE360001" ma:format="DateOnly" fp:type="DateTime">
      <xs:simpleType>
        <xs:restriction base="dms:DateTime"/>
      </xs:simpleType>
    </xs:element>
    <xs:element name="Teise_x0020_poole_x0020_kontaktisik_x0023_1" ma:displayName="Teise poole kontaktisik: 1" ma:index="170" ma:internalName="Teise_x0020_poole_x0020_kontaktisik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2" ma:displayName="Teise poole kontaktisik: 2" ma:index="171" ma:internalName="Teise_x0020_poole_x0020_kontaktisik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3" ma:displayName="Teise poole kontaktisik: 3" ma:index="172" ma:internalName="Teise_x0020_poole_x0020_kontaktisik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4" ma:displayName="Teise poole kontaktisik: 4" ma:index="173" ma:internalName="Teise_x0020_poole_x0020_kontaktisik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5" ma:displayName="Teise poole kontaktisik: 5" ma:index="174" ma:internalName="Teise_x0020_poole_x0020_kontaktisik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6" ma:displayName="Teise poole kontaktisik: 6" ma:index="175" ma:internalName="Teise_x0020_poole_x0020_kontaktisik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7" ma:displayName="Teise poole kontaktisik: 7" ma:index="176" ma:internalName="Teise_x0020_poole_x0020_kontaktisik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8" ma:displayName="Teise poole kontaktisik: 8" ma:index="177" ma:internalName="Teise_x0020_poole_x0020_kontaktisik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9" ma:displayName="Teise poole kontaktisik: 9" ma:index="178" ma:internalName="Teise_x0020_poole_x0020_kontaktisik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10" ma:displayName="Teise poole kontaktisik: 10" ma:index="179" ma:internalName="Teise_x0020_poole_x0020_kontaktisik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11" ma:displayName="Teise poole kontaktisik: 11" ma:index="180" ma:internalName="Teise_x0020_poole_x0020_kontaktisik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12" ma:displayName="Teise poole kontaktisik: 12" ma:index="181" ma:internalName="Teise_x0020_poole_x0020_kontaktisik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13" ma:displayName="Teise poole kontaktisik: 13" ma:index="182" ma:internalName="Teise_x0020_poole_x0020_kontaktisik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14" ma:displayName="Teise poole kontaktisik: 14" ma:index="183" ma:internalName="Teise_x0020_poole_x0020_kontaktisik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15" ma:displayName="Teise poole kontaktisik: 15" ma:index="184" ma:internalName="Teise_x0020_poole_x0020_kontaktisik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16" ma:displayName="Teise poole kontaktisik: 16" ma:index="185" ma:internalName="Teise_x0020_poole_x0020_kontaktisik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17" ma:displayName="Teise poole kontaktisik: 17" ma:index="186" ma:internalName="Teise_x0020_poole_x0020_kontaktisik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18" ma:displayName="Teise poole kontaktisik: 18" ma:index="187" ma:internalName="Teise_x0020_poole_x0020_kontaktisik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19" ma:displayName="Teise poole kontaktisik: 19" ma:index="188" ma:internalName="Teise_x0020_poole_x0020_kontaktisik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20" ma:displayName="Teise poole kontaktisik: 20" ma:index="189" ma:internalName="Teise_x0020_poole_x0020_kontaktisik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21" ma:displayName="Teise poole kontaktisik: 21" ma:index="190" ma:internalName="Teise_x0020_poole_x0020_kontaktisik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22" ma:displayName="Teise poole kontaktisik: 22" ma:index="191" ma:internalName="Teise_x0020_poole_x0020_kontaktisik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23" ma:displayName="Teise poole kontaktisik: 23" ma:index="192" ma:internalName="Teise_x0020_poole_x0020_kontaktisik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24" ma:displayName="Teise poole kontaktisik: 24" ma:index="193" ma:internalName="Teise_x0020_poole_x0020_kontaktisik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kontaktisik_x0023_25" ma:displayName="Teise poole kontaktisik: 25" ma:index="194" ma:internalName="Teise_x0020_poole_x0020_kontaktisik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1" ma:displayName="Teise poole e-post: 1" ma:index="195" ma:internalName="Teise_x0020_poole_x0020_telefoni_x0020_nr_x002F_e-post_x0023_1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2" ma:displayName="Teise poole e-post: 2" ma:index="196" ma:internalName="Teise_x0020_poole_x0020_telefoni_x0020_nr_x002F_e-post_x0023_2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3" ma:displayName="Teise poole e-post: 3" ma:index="197" ma:internalName="Teise_x0020_poole_x0020_telefoni_x0020_nr_x002F_e-post_x0023_3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4" ma:displayName="Teise poole e-post: 4" ma:index="198" ma:internalName="Teise_x0020_poole_x0020_telefoni_x0020_nr_x002F_e-post_x0023_4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5" ma:displayName="Teise poole e-post: 5" ma:index="199" ma:internalName="Teise_x0020_poole_x0020_telefoni_x0020_nr_x002F_e-post_x0023_5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6" ma:displayName="Teise poole e-post: 6" ma:index="200" ma:internalName="Teise_x0020_poole_x0020_telefoni_x0020_nr_x002F_e-post_x0023_6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7" ma:displayName="Teise poole e-post: 7" ma:index="201" ma:internalName="Teise_x0020_poole_x0020_telefoni_x0020_nr_x002F_e-post_x0023_7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8" ma:displayName="Teise poole e-post: 8" ma:index="202" ma:internalName="Teise_x0020_poole_x0020_telefoni_x0020_nr_x002F_e-post_x0023_8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9" ma:displayName="Teise poole e-post: 9" ma:index="203" ma:internalName="Teise_x0020_poole_x0020_telefoni_x0020_nr_x002F_e-post_x0023_9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10" ma:displayName="Teise poole e-post: 10" ma:index="204" ma:internalName="Teise_x0020_poole_x0020_telefoni_x0020_nr_x002F_e-post_x0023_10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11" ma:displayName="Teise poole e-post: 11" ma:index="205" ma:internalName="Teise_x0020_poole_x0020_telefoni_x0020_nr_x002F_e-post_x0023_11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12" ma:displayName="Teise poole e-post: 12" ma:index="206" ma:internalName="Teise_x0020_poole_x0020_telefoni_x0020_nr_x002F_e-post_x0023_12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13" ma:displayName="Teise poole e-post: 13" ma:index="207" ma:internalName="Teise_x0020_poole_x0020_telefoni_x0020_nr_x002F_e-post_x0023_13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14" ma:displayName="Teise poole e-post: 14" ma:index="208" ma:internalName="Teise_x0020_poole_x0020_telefoni_x0020_nr_x002F_e-post_x0023_14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15" ma:displayName="Teise poole e-post: 15" ma:index="209" ma:internalName="Teise_x0020_poole_x0020_telefoni_x0020_nr_x002F_e-post_x0023_15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16" ma:displayName="Teise poole e-post: 16" ma:index="210" ma:internalName="Teise_x0020_poole_x0020_telefoni_x0020_nr_x002F_e-post_x0023_16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17" ma:displayName="Teise poole e-post: 17" ma:index="211" ma:internalName="Teise_x0020_poole_x0020_telefoni_x0020_nr_x002F_e-post_x0023_17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18" ma:displayName="Teise poole e-post: 18" ma:index="212" ma:internalName="Teise_x0020_poole_x0020_telefoni_x0020_nr_x002F_e-post_x0023_18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19" ma:displayName="Teise poole e-post: 19" ma:index="213" ma:internalName="Teise_x0020_poole_x0020_telefoni_x0020_nr_x002F_e-post_x0023_19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20" ma:displayName="Teise poole e-post: 20" ma:index="214" ma:internalName="Teise_x0020_poole_x0020_telefoni_x0020_nr_x002F_e-post_x0023_20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21" ma:displayName="Teise poole e-post: 21" ma:index="215" ma:internalName="Teise_x0020_poole_x0020_telefoni_x0020_nr_x002F_e-post_x0023_21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22" ma:displayName="Teise poole e-post: 22" ma:index="216" ma:internalName="Teise_x0020_poole_x0020_telefoni_x0020_nr_x002F_e-post_x0023_22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23" ma:displayName="Teise poole e-post: 23" ma:index="217" ma:internalName="Teise_x0020_poole_x0020_telefoni_x0020_nr_x002F_e-post_x0023_23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24" ma:displayName="Teise poole e-post: 24" ma:index="218" ma:internalName="Teise_x0020_poole_x0020_telefoni_x0020_nr_x002F_e-post_x0023_24" nillable="true" fp:namespace="228B497073DE44A483E29513BE360001" fp:type="String">
      <xs:simpleType>
        <xs:restriction base="dms:Text">
          <xs:maxLength value="255"/>
        </xs:restriction>
      </xs:simpleType>
    </xs:element>
    <xs:element name="Teise_x0020_poole_x0020_telefoni_x0020_nr_x002F_e-post_x0023_25" ma:displayName="Teise poole e-post: 25" ma:index="219" ma:internalName="Teise_x0020_poole_x0020_telefoni_x0020_nr_x002F_e-post_x0023_25" nillable="true" fp:namespace="228B497073DE44A483E29513BE360001" fp:type="String">
      <xs:simpleType>
        <xs:restriction base="dms:Text">
          <xs:maxLength value="255"/>
        </xs:restriction>
      </xs:simpleType>
    </xs:element>
    <xs:element name="Lepingu_x0020_staatus" ma:displayName="Lepingu staatus" ma:index="220" ma:internalName="Lepingu_x0020_staatus" nillable="true" fp:namespace="228B497073DE44A483E29513BE360001" fp:type="String">
      <xs:simpleType>
        <xs:restriction base="dms:Choice">
          <xs:enumeration value="Töös"/>
          <xs:enumeration value="Registreeritud"/>
          <xs:enumeration value="Lõppenud"/>
        </xs:restriction>
      </xs:simpleType>
    </xs:element>
    <xs:element name="Lepingu_x0020_objekt" ma:displayName="Lepingu ese" ma:index="221" ma:internalName="Lepingu_x0020_objekt" nillable="true" fp:namespace="228B497073DE44A483E29513BE360001" fp:type="String">
      <xs:simpleType>
        <xs:restriction base="dms:Text">
          <xs:maxLength value="30000"/>
        </xs:restriction>
      </xs:simpleType>
    </xs:element>
    <xs:element name="Lepingu_x0020_maksumus" ma:displayName="Lepingu maksumus (KM-ta)" ma:index="222" ma:internalName="Lepingu_x0020_maksumus" nillable="true" fp:namespace="228B497073DE44A483E29513BE360001" fp:type="String">
      <xs:simpleType>
        <xs:restriction base="dms:Text">
          <xs:maxLength value="25"/>
        </xs:restriction>
      </xs:simpleType>
    </xs:element>
    <xs:element name="Koostaja" ma:displayName="Koostaja" ma:index="223" ma:internalName="Koostaja" nillable="true" ma:readOnly="true" fp:namespace="228B497073DE44A483E29513BE360001" fp:type="String">
      <xs:simpleType>
        <xs:restriction base="dms:Text"/>
      </xs:simpleType>
    </xs:element>
    <xs:element name="Leping_x0020_kehtiv_x0020_alates" ma:displayName="Leping kehtiv alates" ma:index="224" ma:internalName="Leping_x0020_kehtiv_x0020_alates" nillable="true" fp:namespace="228B497073DE44A483E29513BE360001" ma:format="DateOnly" fp:type="DateTime">
      <xs:simpleType>
        <xs:restriction base="dms:DateTime"/>
      </xs:simpleType>
    </xs:element>
    <xs:element name="Koostaja_x0020_ees-_x0020_ja_x0020_perekonnanimi" ma:displayName="Koostaja ees- ja perekonnanimi" ma:index="225" ma:internalName="Koostaja_x0020_ees-_x0020_ja_x0020_perekonnanimi" nillable="true" fp:namespace="228B497073DE44A483E29513BE360001" fp:type="String">
      <xs:simpleType>
        <xs:restriction base="dms:Text">
          <xs:maxLength value="255"/>
        </xs:restriction>
      </xs:simpleType>
    </xs:element>
    <xs:element name="Lepingu_x0020_lõpptähtaeg" ma:displayName="Lepingu lõpptähtaeg" ma:index="226" ma:internalName="Lepingu_x0020_lõpptähtaeg" nillable="true" fp:namespace="228B497073DE44A483E29513BE360001" ma:format="DateOnly" fp:type="DateTime">
      <xs:simpleType>
        <xs:restriction base="dms:DateTime"/>
      </xs:simpleType>
    </xs:element>
    <xs:element name="Koostaja_x0020_ametinimetus" ma:displayName="Koostaja ametinimetus" ma:index="227" ma:internalName="Koostaja_x0020_ametinimetus" nillable="true" fp:namespace="228B497073DE44A483E29513BE360001" fp:type="String">
      <xs:simpleType>
        <xs:restriction base="dms:Text">
          <xs:maxLength value="255"/>
        </xs:restriction>
      </xs:simpleType>
    </xs:element>
    <xs:element name="Lepingu_x0020_tähtaja_x0020_kirjeldus" ma:displayName="Lepingu tähtaja kirjeldus" ma:index="228" ma:internalName="Lepingu_x0020_tähtaja_x0020_kirjeldus" nillable="true" fp:namespace="228B497073DE44A483E29513BE360001" fp:type="String">
      <xs:simpleType>
        <xs:restriction base="dms:Text">
          <xs:maxLength value="255"/>
        </xs:restriction>
      </xs:simpleType>
    </xs:element>
    <xs:element name="Koostaja_x0020_struktuuriüksus" ma:displayName="Koostaja struktuuriüksus" ma:index="229" ma:internalName="Koostaja_x0020_struktuuriüksus" nillable="true" fp:namespace="228B497073DE44A483E29513BE360001" fp:type="String">
      <xs:simpleType>
        <xs:restriction base="dms:Text">
          <xs:maxLength value="255"/>
        </xs:restriction>
      </xs:simpleType>
    </xs:element>
    <xs:element name="Tegelik_x0020_lõpp" ma:displayName="Tegelik lõpp" ma:index="230" ma:internalName="Tegelik_x0020_lõpp" nillable="true" fp:namespace="228B497073DE44A483E29513BE360001" ma:format="DateOnly" fp:type="DateTime">
      <xs:simpleType>
        <xs:restriction base="dms:DateTime"/>
      </xs:simpleType>
    </xs:element>
    <xs:element name="Koostaja_x0020_kontakt" ma:displayName="Koostaja kontakt" ma:index="231" ma:internalName="Koostaja_x0020_kontakt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Teabekandja" ma:displayName="Teabekandja" ma:index="232" ma:internalName="Teabekandja" fp:namespace="228B497073DE44A483E29513BE360001" fp:type="String">
      <xs:simpleType>
        <xs:restriction base="dms:Choice">
          <xs:enumeration value="Paberkandja"/>
          <xs:enumeration value="Elektrooniline"/>
        </xs:restriction>
      </xs:simpleType>
    </xs:element>
    <xs:element name="Saatmisviis_x0023_1" ma:displayName="Saatmisviis: 1" ma:index="233" ma:internalName="Saatmisviis_x0023_1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2" ma:displayName="Saatmisviis: 2" ma:index="234" ma:internalName="Saatmisviis_x0023_2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3" ma:displayName="Saatmisviis: 3" ma:index="235" ma:internalName="Saatmisviis_x0023_3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4" ma:displayName="Saatmisviis: 4" ma:index="236" ma:internalName="Saatmisviis_x0023_4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5" ma:displayName="Saatmisviis: 5" ma:index="237" ma:internalName="Saatmisviis_x0023_5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6" ma:displayName="Saatmisviis: 6" ma:index="238" ma:internalName="Saatmisviis_x0023_6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7" ma:displayName="Saatmisviis: 7" ma:index="239" ma:internalName="Saatmisviis_x0023_7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8" ma:displayName="Saatmisviis: 8" ma:index="240" ma:internalName="Saatmisviis_x0023_8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9" ma:displayName="Saatmisviis: 9" ma:index="241" ma:internalName="Saatmisviis_x0023_9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10" ma:displayName="Saatmisviis: 10" ma:index="242" ma:internalName="Saatmisviis_x0023_10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11" ma:displayName="Saatmisviis: 11" ma:index="243" ma:internalName="Saatmisviis_x0023_11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12" ma:displayName="Saatmisviis: 12" ma:index="244" ma:internalName="Saatmisviis_x0023_12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13" ma:displayName="Saatmisviis: 13" ma:index="245" ma:internalName="Saatmisviis_x0023_13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14" ma:displayName="Saatmisviis: 14" ma:index="246" ma:internalName="Saatmisviis_x0023_14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15" ma:displayName="Saatmisviis: 15" ma:index="247" ma:internalName="Saatmisviis_x0023_15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16" ma:displayName="Saatmisviis: 16" ma:index="248" ma:internalName="Saatmisviis_x0023_16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17" ma:displayName="Saatmisviis: 17" ma:index="249" ma:internalName="Saatmisviis_x0023_17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18" ma:displayName="Saatmisviis: 18" ma:index="250" ma:internalName="Saatmisviis_x0023_18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19" ma:displayName="Saatmisviis: 19" ma:index="251" ma:internalName="Saatmisviis_x0023_19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20" ma:displayName="Saatmisviis: 20" ma:index="252" ma:internalName="Saatmisviis_x0023_20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21" ma:displayName="Saatmisviis: 21" ma:index="253" ma:internalName="Saatmisviis_x0023_21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22" ma:displayName="Saatmisviis: 22" ma:index="254" ma:internalName="Saatmisviis_x0023_22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23" ma:displayName="Saatmisviis: 23" ma:index="255" ma:internalName="Saatmisviis_x0023_23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24" ma:displayName="Saatmisviis: 24" ma:index="256" ma:internalName="Saatmisviis_x0023_24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Saatmisviis_x0023_25" ma:displayName="Saatmisviis: 25" ma:index="257" ma:internalName="Saatmisviis_x0023_25" nillable="true" ma:readOnly="true" fp:namespace="228B497073DE44A483E29513BE360001" fp:type="String">
      <xs:simpleType>
        <xs:restriction base="dms:Choice">
          <xs:enumeration value="DHX"/>
          <xs:enumeration value="E-post"/>
          <xs:enumeration value="Tähitud post"/>
          <xs:enumeration value="Isiklikult"/>
          <xs:enumeration value="Post"/>
          <xs:enumeration value="Kuller"/>
        </xs:restriction>
      </xs:simpleType>
    </xs:element>
    <xs:element name="RMNotes" ma:displayName="Kommentaar" ma:index="258" ma:internalName="RMNotes" nillable="true" fp:namespace="228B497073DE44A483E29513BE360001" fp:type="String">
      <xs:simpleType>
        <xs:restriction base="dms:Text"/>
      </xs:simpleType>
    </xs:element>
    <xs:element name="RMUniqueID" ma:displayName="Unikaalne ID" ma:index="259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InheritedFields" ma:displayName="Päritavad väljad" ma:index="260" ma:internalName="RMInheritedFields" nillable="true" ma:readOnly="true" fp:namespace="228B497073DE44A483E29513BE360001" fp:type="String">
      <xs:simpleType>
        <xs:restriction base="dms:Text"/>
      </xs:simpleType>
    </xs:element>
    <xs:element name="RMOrderPosition" ma:displayName="Kausta dokumendi järjekorra number" ma:index="261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NotificationTime" ma:displayName="Juurdepääsupiirangu meeldetuletus saadetud" ma:index="262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FileName" ma:displayName="Faili nimi" ma:index="263" ma:internalName="RMFileName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264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RevisionStatus" ma:displayName="Redaktsiooni olek" ma:index="265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RevisionNumber" ma:displayName="Redaktsioon" ma:index="266" ma:internalName="RMRevisionNumber" nillable="true" ma:readOnly="true" fp:namespace="228B497073DE44A483E29513BE360001" fp:type="Int32">
      <xs:simpleType>
        <xs:restriction base="dms:Number">
          <xs:minInclusive value="0"/>
          <xs:maxInclusive value="2147483647"/>
          <xs:pattern value="(-?\d+)?"/>
        </xs:restriction>
      </xs:simpleType>
    </xs:element>
    <xs:element name="RMPublishedFrom" ma:displayName="Kehtiv alates" ma:index="267" ma:internalName="RMPublishedFrom" nillable="true" ma:readOnly="true" fp:namespace="228B497073DE44A483E29513BE360001" ma:format="DateOnly" fp:type="DateTime">
      <xs:simpleType>
        <xs:restriction base="dms:DateTime"/>
      </xs:simpleType>
    </xs:element>
    <xs:element name="RMPublishedUntil" ma:displayName="Kehtiv kuni" ma:index="268" ma:internalName="RMPublishedUntil" nillable="true" ma:readOnly="true" fp:namespace="228B497073DE44A483E29513BE360001" ma:format="DateOnly" fp:type="DateTime">
      <xs:simpleType>
        <xs:restriction base="dms:DateTime"/>
      </xs:simpleType>
    </xs:element>
    <xs:element name="RMSigner" ma:displayName="Allkirjastaja (süsteemne)" ma:index="269" ma:internalName="RMSigner" nillable="true" ma:readOnly="true" fp:namespace="228B497073DE44A483E29513BE360001" fp:type="String">
      <xs:simpleType>
        <xs:restriction base="dms:Text"/>
      </xs:simpleType>
    </xs:element>
    <xs:element name="RMHighestAccessRestrictionLevel" ma:displayName="Kõrgeim salastatuse tase" ma:index="270" ma:internalName="RMHighestAccessRestrictionLevel" nillable="true" ma:readOnly="true" fp:namespace="228B497073DE44A483E29513BE360001" fp:type="String">
      <xs:simpleType>
        <xs:restriction base="dms:Text"/>
      </xs:simpleType>
    </xs:element>
    <xs:element name="Salastatud_x0020_välisteave" ma:displayName="Salastatud välisteave" ma:index="271" ma:internalName="Salastatud_x0020_välisteave" nillable="true" fp:namespace="228B497073DE44A483E29513BE360001" fp:type="String">
      <xs:simpleType>
        <xs:restriction base="dms:Choice">
          <xs:enumeration value="AK"/>
          <xs:enumeration value="Piiratud"/>
          <xs:enumeration value="Konfidentsiaalne"/>
          <xs:enumeration value="Salajane"/>
          <xs:enumeration value="Täiesti salajane"/>
          <xs:enumeration value="EL - AK"/>
          <xs:enumeration value="EL - Piiratud"/>
          <xs:enumeration value="EL - Konfidentsiaalne"/>
          <xs:enumeration value="EL - Salajane"/>
          <xs:enumeration value="EL - Täiesti salajane"/>
          <xs:enumeration value="NATO - AK"/>
          <xs:enumeration value="NATO - Piiratud"/>
          <xs:enumeration value="NATO - Konfidentsiaalne"/>
          <xs:enumeration value="NATO - Salajane"/>
          <xs:enumeration value="NATO - Täiesti salajane"/>
        </xs:restriction>
      </xs:simpleType>
    </xs:element>
    <xs:element name="Riik_x0020__x0028_PT_x0029_" ma:displayName="Riik (PT)" ma:index="272" ma:internalName="Riik_x0020__x0028_PT_x0029_" nillable="true" fp:namespace="228B497073DE44A483E29513BE360001" fp:type="String">
      <xs:simpleType>
        <xs:restriction base="dms:Text"/>
      </xs:simpleType>
    </xs:element>
    <xs:element name="Salastatuse_x0020_muutmise_x0020_alus" ma:displayName="Salastatuse muutmise alus" ma:index="273" ma:internalName="Salastatuse_x0020_muutmise_x0020_alus" nillable="true" fp:namespace="228B497073DE44A483E29513BE360001" fp:type="String">
      <xs:simpleType>
        <xs:restriction base="dms:Text"/>
      </xs:simpleType>
    </xs:element>
    <xs:element name="RMDocumentExpirationDate" ma:displayName="Dokumendi lõpetamise kuupäev" ma:index="274" ma:internalName="RMDocumentExpirationDate" nillable="true" fp:namespace="228B497073DE44A483E29513BE360001" ma:format="DateOnly" fp:type="DateTime">
      <xs:simpleType>
        <xs:restriction base="dms:DateTime"/>
      </xs:simpleType>
    </xs:element>
    <xs:element name="RMShouldArchiveFilesOnRegistration" ma:displayName="Teisendada registreerimisel arhiivivormingusse" ma:index="275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Status" ma:displayName="Seisundi kood" ma:index="276" ma:internalName="RMStatus" nillable="true" ma:readOnly="true" fp:namespace="228B497073DE44A483E29513BE360001" fp:type="String">
      <xs:simpleType>
        <xs:restriction base="dms:Text"/>
      </xs:simpleType>
    </xs:element>
    <xs:element name="Lisadepealkirjad" ma:displayName="Lisade pealkirjad" ma:index="277" ma:internalName="Lisadepealkirjad" nillable="true" fp:namespace="228B497073DE44A483E29513BE360001" fp:type="String">
      <xs:simpleType>
        <xs:restriction base="dms:Text">
          <xs:maxLength value="255"/>
        </xs:restriction>
      </xs:simpleType>
    </xs:element>
    <xs:element name="AKmallile" ma:displayName="AK mallile" ma:index="278" ma:internalName="AKmallile" nillable="true" fp:namespace="228B497073DE44A483E29513BE360001" fp:type="String">
      <xs:simpleType>
        <xs:restriction base="dms:Text"/>
      </xs:simpleType>
    </xs:element>
    <xs:element name="AKmallileinglise" ma:displayName="AK mallile inglise" ma:index="279" ma:internalName="AKmallileinglise" nillable="true" fp:namespace="228B497073DE44A483E29513BE360001" fp:type="String">
      <xs:simpleType>
        <xs:restriction base="dms:Text"/>
      </xs:simpleType>
    </xs:element>
    <xs:element name="Adressaatmallile" ma:displayName="Adressaat mallile" ma:index="280" ma:internalName="Adressaatmallile" nillable="true" fp:namespace="228B497073DE44A483E29513BE360001" fp:type="String">
      <xs:simpleType>
        <xs:restriction base="dms:Text"/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2.xml><?xml version="1.0" encoding="utf-8"?>
<p:properties xmlns:p="http://schemas.microsoft.com/office/2006/metadata/properties">
  <documentManagement xmlns:xsi="http://www.w3.org/2001/XMLSchema-instance">
    <Lepingu_x0020_liik xmlns="2565869c-cbed-4bbf-bfee-b62dbefec6bf">Hanke-ja raamleping</Lepingu_x0020_liik>
    <RMRegistrationDate xmlns="2565869c-cbed-4bbf-bfee-b62dbefec6bf">2024-09-05T12:48:01.5981335Z</RMRegistrationDate>
    <RMReferenceCode xmlns="2565869c-cbed-4bbf-bfee-b62dbefec6bf">2-2/20/945-2</RMReferenceCode>
    <RMTitle xmlns="2565869c-cbed-4bbf-bfee-b62dbefec6bf"/>
    <ADR_x0020_pealkiri xmlns="2565869c-cbed-4bbf-bfee-b62dbefec6bf">Hankeleping</ADR_x0020_pealkiri>
    <ADR_x0020_teine_x0020_osapool xmlns="2565869c-cbed-4bbf-bfee-b62dbefec6bf">BAUHOF GROUP AS</ADR_x0020_teine_x0020_osapool>
    <RMAccessRestrictionLevel xmlns="2565869c-cbed-4bbf-bfee-b62dbefec6bf">Avalik</RMAccessRestrictionLevel>
    <RMAccessRestrictionReason xmlns="2565869c-cbed-4bbf-bfee-b62dbefec6bf" xsi:nil="true"/>
    <RMAccessRestrictionDuration xmlns="2565869c-cbed-4bbf-bfee-b62dbefec6bf" xsi:nil="true"/>
    <RMAccessRestrictedFrom xmlns="2565869c-cbed-4bbf-bfee-b62dbefec6bf" xsi:nil="true"/>
    <RMAccessRestrictedUntil xmlns="2565869c-cbed-4bbf-bfee-b62dbefec6bf" xsi:nil="true"/>
    <RMAccessRestrictionEndEvent xmlns="2565869c-cbed-4bbf-bfee-b62dbefec6bf" xsi:nil="true"/>
    <RMAccessRestrictionDate xmlns="2565869c-cbed-4bbf-bfee-b62dbefec6bf" xsi:nil="true"/>
    <RMAccessRestrictionOwner xmlns="2565869c-cbed-4bbf-bfee-b62dbefec6bf">Ivar Janson</RMAccessRestrictionOwner>
    <Lepingu_x0020_osapool_x0020_sise xmlns="2565869c-cbed-4bbf-bfee-b62dbefec6bf">Ivar Janson</Lepingu_x0020_osapool_x0020_sise>
    <Asutus xmlns="2565869c-cbed-4bbf-bfee-b62dbefec6bf">Riigi Kaitseinvesteeringute Keskus</Asutus>
    <Allkirjastaja_x0020_ees-_x0020_ja_x0020_perekonnanimi. xmlns="2565869c-cbed-4bbf-bfee-b62dbefec6bf">Ivar Janson</Allkirjastaja_x0020_ees-_x0020_ja_x0020_perekonnanimi.>
    <Allkirjastaja_x0020_ametinimetus. xmlns="2565869c-cbed-4bbf-bfee-b62dbefec6bf">Osakonnajuhataja</Allkirjastaja_x0020_ametinimetus.>
    <Kontaktisik xmlns="2565869c-cbed-4bbf-bfee-b62dbefec6bf" xsi:nil="true"/>
    <Telefoni_x0020_nr._x002F_e-post xmlns="2565869c-cbed-4bbf-bfee-b62dbefec6bf" xsi:nil="true"/>
    <Lepingu_x0020_2._x0020_osapool_x0023_1 xmlns="2565869c-cbed-4bbf-bfee-b62dbefec6bf" xsi:nil="true"/>
    <Lepingu_x0020_2._x0020_osapool_x0023_2 xmlns="2565869c-cbed-4bbf-bfee-b62dbefec6bf" xsi:nil="true"/>
    <Lepingu_x0020_2._x0020_osapool_x0023_3 xmlns="2565869c-cbed-4bbf-bfee-b62dbefec6bf" xsi:nil="true"/>
    <Lepingu_x0020_2._x0020_osapool_x0023_4 xmlns="2565869c-cbed-4bbf-bfee-b62dbefec6bf" xsi:nil="true"/>
    <Lepingu_x0020_2._x0020_osapool_x0023_5 xmlns="2565869c-cbed-4bbf-bfee-b62dbefec6bf" xsi:nil="true"/>
    <Lepingu_x0020_2._x0020_osapool_x0023_6 xmlns="2565869c-cbed-4bbf-bfee-b62dbefec6bf" xsi:nil="true"/>
    <Lepingu_x0020_2._x0020_osapool_x0023_7 xmlns="2565869c-cbed-4bbf-bfee-b62dbefec6bf" xsi:nil="true"/>
    <Lepingu_x0020_2._x0020_osapool_x0023_8 xmlns="2565869c-cbed-4bbf-bfee-b62dbefec6bf" xsi:nil="true"/>
    <Lepingu_x0020_2._x0020_osapool_x0023_9 xmlns="2565869c-cbed-4bbf-bfee-b62dbefec6bf" xsi:nil="true"/>
    <Lepingu_x0020_2._x0020_osapool_x0023_10 xmlns="2565869c-cbed-4bbf-bfee-b62dbefec6bf" xsi:nil="true"/>
    <Lepingu_x0020_2._x0020_osapool_x0023_11 xmlns="2565869c-cbed-4bbf-bfee-b62dbefec6bf" xsi:nil="true"/>
    <Lepingu_x0020_2._x0020_osapool_x0023_12 xmlns="2565869c-cbed-4bbf-bfee-b62dbefec6bf" xsi:nil="true"/>
    <Lepingu_x0020_2._x0020_osapool_x0023_13 xmlns="2565869c-cbed-4bbf-bfee-b62dbefec6bf" xsi:nil="true"/>
    <Lepingu_x0020_2._x0020_osapool_x0023_14 xmlns="2565869c-cbed-4bbf-bfee-b62dbefec6bf" xsi:nil="true"/>
    <Lepingu_x0020_2._x0020_osapool_x0023_15 xmlns="2565869c-cbed-4bbf-bfee-b62dbefec6bf" xsi:nil="true"/>
    <Lepingu_x0020_2._x0020_osapool_x0023_16 xmlns="2565869c-cbed-4bbf-bfee-b62dbefec6bf" xsi:nil="true"/>
    <Lepingu_x0020_2._x0020_osapool_x0023_17 xmlns="2565869c-cbed-4bbf-bfee-b62dbefec6bf" xsi:nil="true"/>
    <Lepingu_x0020_2._x0020_osapool_x0023_18 xmlns="2565869c-cbed-4bbf-bfee-b62dbefec6bf" xsi:nil="true"/>
    <Lepingu_x0020_2._x0020_osapool_x0023_19 xmlns="2565869c-cbed-4bbf-bfee-b62dbefec6bf" xsi:nil="true"/>
    <Lepingu_x0020_2._x0020_osapool_x0023_20 xmlns="2565869c-cbed-4bbf-bfee-b62dbefec6bf" xsi:nil="true"/>
    <Lepingu_x0020_2._x0020_osapool_x0023_21 xmlns="2565869c-cbed-4bbf-bfee-b62dbefec6bf" xsi:nil="true"/>
    <Lepingu_x0020_2._x0020_osapool_x0023_22 xmlns="2565869c-cbed-4bbf-bfee-b62dbefec6bf" xsi:nil="true"/>
    <Lepingu_x0020_2._x0020_osapool_x0023_23 xmlns="2565869c-cbed-4bbf-bfee-b62dbefec6bf" xsi:nil="true"/>
    <Lepingu_x0020_2._x0020_osapool_x0023_24 xmlns="2565869c-cbed-4bbf-bfee-b62dbefec6bf" xsi:nil="true"/>
    <Lepingu_x0020_2._x0020_osapool_x0023_25 xmlns="2565869c-cbed-4bbf-bfee-b62dbefec6bf" xsi:nil="true"/>
    <Teise_x0020_poole_x0020_asutus_x0023_1 xmlns="2565869c-cbed-4bbf-bfee-b62dbefec6bf">BAUHOF GROUP AS</Teise_x0020_poole_x0020_asutus_x0023_1>
    <Teise_x0020_poole_x0020_asutus_x0023_2 xmlns="2565869c-cbed-4bbf-bfee-b62dbefec6bf" xsi:nil="true"/>
    <Teise_x0020_poole_x0020_asutus_x0023_3 xmlns="2565869c-cbed-4bbf-bfee-b62dbefec6bf" xsi:nil="true"/>
    <Teise_x0020_poole_x0020_asutus_x0023_4 xmlns="2565869c-cbed-4bbf-bfee-b62dbefec6bf" xsi:nil="true"/>
    <Teise_x0020_poole_x0020_asutus_x0023_5 xmlns="2565869c-cbed-4bbf-bfee-b62dbefec6bf" xsi:nil="true"/>
    <Teise_x0020_poole_x0020_asutus_x0023_6 xmlns="2565869c-cbed-4bbf-bfee-b62dbefec6bf" xsi:nil="true"/>
    <Teise_x0020_poole_x0020_asutus_x0023_7 xmlns="2565869c-cbed-4bbf-bfee-b62dbefec6bf" xsi:nil="true"/>
    <Teise_x0020_poole_x0020_asutus_x0023_8 xmlns="2565869c-cbed-4bbf-bfee-b62dbefec6bf" xsi:nil="true"/>
    <Teise_x0020_poole_x0020_asutus_x0023_9 xmlns="2565869c-cbed-4bbf-bfee-b62dbefec6bf" xsi:nil="true"/>
    <Teise_x0020_poole_x0020_asutus_x0023_10 xmlns="2565869c-cbed-4bbf-bfee-b62dbefec6bf" xsi:nil="true"/>
    <Teise_x0020_poole_x0020_asutus_x0023_11 xmlns="2565869c-cbed-4bbf-bfee-b62dbefec6bf" xsi:nil="true"/>
    <Teise_x0020_poole_x0020_asutus_x0023_12 xmlns="2565869c-cbed-4bbf-bfee-b62dbefec6bf" xsi:nil="true"/>
    <Teise_x0020_poole_x0020_asutus_x0023_13 xmlns="2565869c-cbed-4bbf-bfee-b62dbefec6bf" xsi:nil="true"/>
    <Teise_x0020_poole_x0020_asutus_x0023_14 xmlns="2565869c-cbed-4bbf-bfee-b62dbefec6bf" xsi:nil="true"/>
    <Teise_x0020_poole_x0020_asutus_x0023_15 xmlns="2565869c-cbed-4bbf-bfee-b62dbefec6bf" xsi:nil="true"/>
    <Teise_x0020_poole_x0020_asutus_x0023_16 xmlns="2565869c-cbed-4bbf-bfee-b62dbefec6bf" xsi:nil="true"/>
    <Teise_x0020_poole_x0020_asutus_x0023_17 xmlns="2565869c-cbed-4bbf-bfee-b62dbefec6bf" xsi:nil="true"/>
    <Teise_x0020_poole_x0020_asutus_x0023_18 xmlns="2565869c-cbed-4bbf-bfee-b62dbefec6bf" xsi:nil="true"/>
    <Teise_x0020_poole_x0020_asutus_x0023_19 xmlns="2565869c-cbed-4bbf-bfee-b62dbefec6bf" xsi:nil="true"/>
    <Teise_x0020_poole_x0020_asutus_x0023_20 xmlns="2565869c-cbed-4bbf-bfee-b62dbefec6bf" xsi:nil="true"/>
    <Teise_x0020_poole_x0020_asutus_x0023_21 xmlns="2565869c-cbed-4bbf-bfee-b62dbefec6bf" xsi:nil="true"/>
    <Teise_x0020_poole_x0020_asutus_x0023_22 xmlns="2565869c-cbed-4bbf-bfee-b62dbefec6bf" xsi:nil="true"/>
    <Teise_x0020_poole_x0020_asutus_x0023_23 xmlns="2565869c-cbed-4bbf-bfee-b62dbefec6bf" xsi:nil="true"/>
    <Teise_x0020_poole_x0020_asutus_x0023_24 xmlns="2565869c-cbed-4bbf-bfee-b62dbefec6bf" xsi:nil="true"/>
    <Teise_x0020_poole_x0020_asutus_x0023_25 xmlns="2565869c-cbed-4bbf-bfee-b62dbefec6bf" xsi:nil="true"/>
    <Teise_x0020_poole_x0020_allkirjastaja_x0020_ees-_x0020_ja_x0020_perekonnanimi_x0023_1 xmlns="2565869c-cbed-4bbf-bfee-b62dbefec6bf">Edvinas Volkas</Teise_x0020_poole_x0020_allkirjastaja_x0020_ees-_x0020_ja_x0020_perekonnanimi_x0023_1>
    <Teise_x0020_poole_x0020_allkirjastaja_x0020_ees-_x0020_ja_x0020_perekonnanimi_x0023_2 xmlns="2565869c-cbed-4bbf-bfee-b62dbefec6bf" xsi:nil="true"/>
    <Teise_x0020_poole_x0020_allkirjastaja_x0020_ees-_x0020_ja_x0020_perekonnanimi_x0023_3 xmlns="2565869c-cbed-4bbf-bfee-b62dbefec6bf" xsi:nil="true"/>
    <Teise_x0020_poole_x0020_allkirjastaja_x0020_ees-_x0020_ja_x0020_perekonnanimi_x0023_4 xmlns="2565869c-cbed-4bbf-bfee-b62dbefec6bf" xsi:nil="true"/>
    <Teise_x0020_poole_x0020_allkirjastaja_x0020_ees-_x0020_ja_x0020_perekonnanimi_x0023_5 xmlns="2565869c-cbed-4bbf-bfee-b62dbefec6bf" xsi:nil="true"/>
    <Teise_x0020_poole_x0020_allkirjastaja_x0020_ees-_x0020_ja_x0020_perekonnanimi_x0023_6 xmlns="2565869c-cbed-4bbf-bfee-b62dbefec6bf" xsi:nil="true"/>
    <Teise_x0020_poole_x0020_allkirjastaja_x0020_ees-_x0020_ja_x0020_perekonnanimi_x0023_7 xmlns="2565869c-cbed-4bbf-bfee-b62dbefec6bf" xsi:nil="true"/>
    <Teise_x0020_poole_x0020_allkirjastaja_x0020_ees-_x0020_ja_x0020_perekonnanimi_x0023_8 xmlns="2565869c-cbed-4bbf-bfee-b62dbefec6bf" xsi:nil="true"/>
    <Teise_x0020_poole_x0020_allkirjastaja_x0020_ees-_x0020_ja_x0020_perekonnanimi_x0023_9 xmlns="2565869c-cbed-4bbf-bfee-b62dbefec6bf" xsi:nil="true"/>
    <Teise_x0020_poole_x0020_allkirjastaja_x0020_ees-_x0020_ja_x0020_perekonnanimi_x0023_10 xmlns="2565869c-cbed-4bbf-bfee-b62dbefec6bf" xsi:nil="true"/>
    <Teise_x0020_poole_x0020_allkirjastaja_x0020_ees-_x0020_ja_x0020_perekonnanimi_x0023_11 xmlns="2565869c-cbed-4bbf-bfee-b62dbefec6bf" xsi:nil="true"/>
    <Teise_x0020_poole_x0020_allkirjastaja_x0020_ees-_x0020_ja_x0020_perekonnanimi_x0023_12 xmlns="2565869c-cbed-4bbf-bfee-b62dbefec6bf" xsi:nil="true"/>
    <Teise_x0020_poole_x0020_allkirjastaja_x0020_ees-_x0020_ja_x0020_perekonnanimi_x0023_13 xmlns="2565869c-cbed-4bbf-bfee-b62dbefec6bf" xsi:nil="true"/>
    <Teise_x0020_poole_x0020_allkirjastaja_x0020_ees-_x0020_ja_x0020_perekonnanimi_x0023_14 xmlns="2565869c-cbed-4bbf-bfee-b62dbefec6bf" xsi:nil="true"/>
    <Teise_x0020_poole_x0020_allkirjastaja_x0020_ees-_x0020_ja_x0020_perekonnanimi_x0023_15 xmlns="2565869c-cbed-4bbf-bfee-b62dbefec6bf" xsi:nil="true"/>
    <Teise_x0020_poole_x0020_allkirjastaja_x0020_ees-_x0020_ja_x0020_perekonnanimi_x0023_16 xmlns="2565869c-cbed-4bbf-bfee-b62dbefec6bf" xsi:nil="true"/>
    <Teise_x0020_poole_x0020_allkirjastaja_x0020_ees-_x0020_ja_x0020_perekonnanimi_x0023_17 xmlns="2565869c-cbed-4bbf-bfee-b62dbefec6bf" xsi:nil="true"/>
    <Teise_x0020_poole_x0020_allkirjastaja_x0020_ees-_x0020_ja_x0020_perekonnanimi_x0023_18 xmlns="2565869c-cbed-4bbf-bfee-b62dbefec6bf" xsi:nil="true"/>
    <Teise_x0020_poole_x0020_allkirjastaja_x0020_ees-_x0020_ja_x0020_perekonnanimi_x0023_19 xmlns="2565869c-cbed-4bbf-bfee-b62dbefec6bf" xsi:nil="true"/>
    <Teise_x0020_poole_x0020_allkirjastaja_x0020_ees-_x0020_ja_x0020_perekonnanimi_x0023_20 xmlns="2565869c-cbed-4bbf-bfee-b62dbefec6bf" xsi:nil="true"/>
    <Teise_x0020_poole_x0020_allkirjastaja_x0020_ees-_x0020_ja_x0020_perekonnanimi_x0023_21 xmlns="2565869c-cbed-4bbf-bfee-b62dbefec6bf" xsi:nil="true"/>
    <Teise_x0020_poole_x0020_allkirjastaja_x0020_ees-_x0020_ja_x0020_perekonnanimi_x0023_22 xmlns="2565869c-cbed-4bbf-bfee-b62dbefec6bf" xsi:nil="true"/>
    <Teise_x0020_poole_x0020_allkirjastaja_x0020_ees-_x0020_ja_x0020_perekonnanimi_x0023_23 xmlns="2565869c-cbed-4bbf-bfee-b62dbefec6bf" xsi:nil="true"/>
    <Teise_x0020_poole_x0020_allkirjastaja_x0020_ees-_x0020_ja_x0020_perekonnanimi_x0023_24 xmlns="2565869c-cbed-4bbf-bfee-b62dbefec6bf" xsi:nil="true"/>
    <Teise_x0020_poole_x0020_allkirjastaja_x0020_ees-_x0020_ja_x0020_perekonnanimi_x0023_25 xmlns="2565869c-cbed-4bbf-bfee-b62dbefec6bf" xsi:nil="true"/>
    <Teise_x0020_poole_x0020_allkirjastaja_x0020_ametinimetus_x0023_1 xmlns="2565869c-cbed-4bbf-bfee-b62dbefec6bf">juhatuse liige</Teise_x0020_poole_x0020_allkirjastaja_x0020_ametinimetus_x0023_1>
    <Teise_x0020_poole_x0020_allkirjastaja_x0020_ametinimetus_x0023_2 xmlns="2565869c-cbed-4bbf-bfee-b62dbefec6bf" xsi:nil="true"/>
    <Teise_x0020_poole_x0020_allkirjastaja_x0020_ametinimetus_x0023_3 xmlns="2565869c-cbed-4bbf-bfee-b62dbefec6bf" xsi:nil="true"/>
    <Teise_x0020_poole_x0020_allkirjastaja_x0020_ametinimetus_x0023_4 xmlns="2565869c-cbed-4bbf-bfee-b62dbefec6bf" xsi:nil="true"/>
    <Teise_x0020_poole_x0020_allkirjastaja_x0020_ametinimetus_x0023_5 xmlns="2565869c-cbed-4bbf-bfee-b62dbefec6bf" xsi:nil="true"/>
    <Teise_x0020_poole_x0020_allkirjastaja_x0020_ametinimetus_x0023_6 xmlns="2565869c-cbed-4bbf-bfee-b62dbefec6bf" xsi:nil="true"/>
    <Teise_x0020_poole_x0020_allkirjastaja_x0020_ametinimetus_x0023_7 xmlns="2565869c-cbed-4bbf-bfee-b62dbefec6bf" xsi:nil="true"/>
    <Teise_x0020_poole_x0020_allkirjastaja_x0020_ametinimetus_x0023_8 xmlns="2565869c-cbed-4bbf-bfee-b62dbefec6bf" xsi:nil="true"/>
    <Teise_x0020_poole_x0020_allkirjastaja_x0020_ametinimetus_x0023_9 xmlns="2565869c-cbed-4bbf-bfee-b62dbefec6bf" xsi:nil="true"/>
    <Teise_x0020_poole_x0020_allkirjastaja_x0020_ametinimetus_x0023_10 xmlns="2565869c-cbed-4bbf-bfee-b62dbefec6bf" xsi:nil="true"/>
    <Teise_x0020_poole_x0020_allkirjastaja_x0020_ametinimetus_x0023_11 xmlns="2565869c-cbed-4bbf-bfee-b62dbefec6bf" xsi:nil="true"/>
    <Teise_x0020_poole_x0020_allkirjastaja_x0020_ametinimetus_x0023_12 xmlns="2565869c-cbed-4bbf-bfee-b62dbefec6bf" xsi:nil="true"/>
    <Teise_x0020_poole_x0020_allkirjastaja_x0020_ametinimetus_x0023_13 xmlns="2565869c-cbed-4bbf-bfee-b62dbefec6bf" xsi:nil="true"/>
    <Teise_x0020_poole_x0020_allkirjastaja_x0020_ametinimetus_x0023_14 xmlns="2565869c-cbed-4bbf-bfee-b62dbefec6bf" xsi:nil="true"/>
    <Teise_x0020_poole_x0020_allkirjastaja_x0020_ametinimetus_x0023_15 xmlns="2565869c-cbed-4bbf-bfee-b62dbefec6bf" xsi:nil="true"/>
    <Teise_x0020_poole_x0020_allkirjastaja_x0020_ametinimetus_x0023_16 xmlns="2565869c-cbed-4bbf-bfee-b62dbefec6bf" xsi:nil="true"/>
    <Teise_x0020_poole_x0020_allkirjastaja_x0020_ametinimetus_x0023_17 xmlns="2565869c-cbed-4bbf-bfee-b62dbefec6bf" xsi:nil="true"/>
    <Teise_x0020_poole_x0020_allkirjastaja_x0020_ametinimetus_x0023_18 xmlns="2565869c-cbed-4bbf-bfee-b62dbefec6bf" xsi:nil="true"/>
    <Teise_x0020_poole_x0020_allkirjastaja_x0020_ametinimetus_x0023_19 xmlns="2565869c-cbed-4bbf-bfee-b62dbefec6bf" xsi:nil="true"/>
    <Teise_x0020_poole_x0020_allkirjastaja_x0020_ametinimetus_x0023_20 xmlns="2565869c-cbed-4bbf-bfee-b62dbefec6bf" xsi:nil="true"/>
    <Teise_x0020_poole_x0020_allkirjastaja_x0020_ametinimetus_x0023_21 xmlns="2565869c-cbed-4bbf-bfee-b62dbefec6bf" xsi:nil="true"/>
    <Teise_x0020_poole_x0020_allkirjastaja_x0020_ametinimetus_x0023_22 xmlns="2565869c-cbed-4bbf-bfee-b62dbefec6bf" xsi:nil="true"/>
    <Teise_x0020_poole_x0020_allkirjastaja_x0020_ametinimetus_x0023_23 xmlns="2565869c-cbed-4bbf-bfee-b62dbefec6bf" xsi:nil="true"/>
    <Teise_x0020_poole_x0020_allkirjastaja_x0020_ametinimetus_x0023_24 xmlns="2565869c-cbed-4bbf-bfee-b62dbefec6bf" xsi:nil="true"/>
    <Teise_x0020_poole_x0020_allkirjastaja_x0020_ametinimetus_x0023_25 xmlns="2565869c-cbed-4bbf-bfee-b62dbefec6bf" xsi:nil="true"/>
    <Teise_x0020_poole_x0020_lepingu_x0020_nr_x0023_1 xmlns="2565869c-cbed-4bbf-bfee-b62dbefec6bf" xsi:nil="true"/>
    <Teise_x0020_poole_x0020_lepingu_x0020_nr_x0023_2 xmlns="2565869c-cbed-4bbf-bfee-b62dbefec6bf" xsi:nil="true"/>
    <Teise_x0020_poole_x0020_lepingu_x0020_nr_x0023_3 xmlns="2565869c-cbed-4bbf-bfee-b62dbefec6bf" xsi:nil="true"/>
    <Teise_x0020_poole_x0020_lepingu_x0020_nr_x0023_4 xmlns="2565869c-cbed-4bbf-bfee-b62dbefec6bf" xsi:nil="true"/>
    <Teise_x0020_poole_x0020_lepingu_x0020_nr_x0023_5 xmlns="2565869c-cbed-4bbf-bfee-b62dbefec6bf" xsi:nil="true"/>
    <Teise_x0020_poole_x0020_lepingu_x0020_nr_x0023_6 xmlns="2565869c-cbed-4bbf-bfee-b62dbefec6bf" xsi:nil="true"/>
    <Teise_x0020_poole_x0020_lepingu_x0020_nr_x0023_7 xmlns="2565869c-cbed-4bbf-bfee-b62dbefec6bf" xsi:nil="true"/>
    <Teise_x0020_poole_x0020_lepingu_x0020_nr_x0023_8 xmlns="2565869c-cbed-4bbf-bfee-b62dbefec6bf" xsi:nil="true"/>
    <Teise_x0020_poole_x0020_lepingu_x0020_nr_x0023_9 xmlns="2565869c-cbed-4bbf-bfee-b62dbefec6bf" xsi:nil="true"/>
    <Teise_x0020_poole_x0020_lepingu_x0020_nr_x0023_10 xmlns="2565869c-cbed-4bbf-bfee-b62dbefec6bf" xsi:nil="true"/>
    <Teise_x0020_poole_x0020_lepingu_x0020_nr_x0023_11 xmlns="2565869c-cbed-4bbf-bfee-b62dbefec6bf" xsi:nil="true"/>
    <Teise_x0020_poole_x0020_lepingu_x0020_nr_x0023_12 xmlns="2565869c-cbed-4bbf-bfee-b62dbefec6bf" xsi:nil="true"/>
    <Teise_x0020_poole_x0020_lepingu_x0020_nr_x0023_13 xmlns="2565869c-cbed-4bbf-bfee-b62dbefec6bf" xsi:nil="true"/>
    <Teise_x0020_poole_x0020_lepingu_x0020_nr_x0023_14 xmlns="2565869c-cbed-4bbf-bfee-b62dbefec6bf" xsi:nil="true"/>
    <Teise_x0020_poole_x0020_lepingu_x0020_nr_x0023_15 xmlns="2565869c-cbed-4bbf-bfee-b62dbefec6bf" xsi:nil="true"/>
    <Teise_x0020_poole_x0020_lepingu_x0020_nr_x0023_16 xmlns="2565869c-cbed-4bbf-bfee-b62dbefec6bf" xsi:nil="true"/>
    <Teise_x0020_poole_x0020_lepingu_x0020_nr_x0023_17 xmlns="2565869c-cbed-4bbf-bfee-b62dbefec6bf" xsi:nil="true"/>
    <Teise_x0020_poole_x0020_lepingu_x0020_nr_x0023_18 xmlns="2565869c-cbed-4bbf-bfee-b62dbefec6bf" xsi:nil="true"/>
    <Teise_x0020_poole_x0020_lepingu_x0020_nr_x0023_19 xmlns="2565869c-cbed-4bbf-bfee-b62dbefec6bf" xsi:nil="true"/>
    <Teise_x0020_poole_x0020_lepingu_x0020_nr_x0023_20 xmlns="2565869c-cbed-4bbf-bfee-b62dbefec6bf" xsi:nil="true"/>
    <Teise_x0020_poole_x0020_lepingu_x0020_nr_x0023_21 xmlns="2565869c-cbed-4bbf-bfee-b62dbefec6bf" xsi:nil="true"/>
    <Teise_x0020_poole_x0020_lepingu_x0020_nr_x0023_22 xmlns="2565869c-cbed-4bbf-bfee-b62dbefec6bf" xsi:nil="true"/>
    <Teise_x0020_poole_x0020_lepingu_x0020_nr_x0023_23 xmlns="2565869c-cbed-4bbf-bfee-b62dbefec6bf" xsi:nil="true"/>
    <Teise_x0020_poole_x0020_lepingu_x0020_nr_x0023_24 xmlns="2565869c-cbed-4bbf-bfee-b62dbefec6bf" xsi:nil="true"/>
    <Teise_x0020_poole_x0020_lepingu_x0020_nr_x0023_25 xmlns="2565869c-cbed-4bbf-bfee-b62dbefec6bf" xsi:nil="true"/>
    <Teise_x0020_poole_x0020_lepingu_x0020_kpv_x0023_1 xmlns="2565869c-cbed-4bbf-bfee-b62dbefec6bf" xsi:nil="true"/>
    <Teise_x0020_poole_x0020_lepingu_x0020_kpv_x0023_2 xmlns="2565869c-cbed-4bbf-bfee-b62dbefec6bf" xsi:nil="true"/>
    <Teise_x0020_poole_x0020_lepingu_x0020_kpv_x0023_3 xmlns="2565869c-cbed-4bbf-bfee-b62dbefec6bf" xsi:nil="true"/>
    <Teise_x0020_poole_x0020_lepingu_x0020_kpv_x0023_4 xmlns="2565869c-cbed-4bbf-bfee-b62dbefec6bf" xsi:nil="true"/>
    <Teise_x0020_poole_x0020_lepingu_x0020_kpv_x0023_5 xmlns="2565869c-cbed-4bbf-bfee-b62dbefec6bf" xsi:nil="true"/>
    <Teise_x0020_poole_x0020_lepingu_x0020_kpv_x0023_6 xmlns="2565869c-cbed-4bbf-bfee-b62dbefec6bf" xsi:nil="true"/>
    <Teise_x0020_poole_x0020_lepingu_x0020_kpv_x0023_7 xmlns="2565869c-cbed-4bbf-bfee-b62dbefec6bf" xsi:nil="true"/>
    <Teise_x0020_poole_x0020_lepingu_x0020_kpv_x0023_8 xmlns="2565869c-cbed-4bbf-bfee-b62dbefec6bf" xsi:nil="true"/>
    <Teise_x0020_poole_x0020_lepingu_x0020_kpv_x0023_9 xmlns="2565869c-cbed-4bbf-bfee-b62dbefec6bf" xsi:nil="true"/>
    <Teise_x0020_poole_x0020_lepingu_x0020_kpv_x0023_10 xmlns="2565869c-cbed-4bbf-bfee-b62dbefec6bf" xsi:nil="true"/>
    <Teise_x0020_poole_x0020_lepingu_x0020_kpv_x0023_11 xmlns="2565869c-cbed-4bbf-bfee-b62dbefec6bf" xsi:nil="true"/>
    <Teise_x0020_poole_x0020_lepingu_x0020_kpv_x0023_12 xmlns="2565869c-cbed-4bbf-bfee-b62dbefec6bf" xsi:nil="true"/>
    <Teise_x0020_poole_x0020_lepingu_x0020_kpv_x0023_13 xmlns="2565869c-cbed-4bbf-bfee-b62dbefec6bf" xsi:nil="true"/>
    <Teise_x0020_poole_x0020_lepingu_x0020_kpv_x0023_14 xmlns="2565869c-cbed-4bbf-bfee-b62dbefec6bf" xsi:nil="true"/>
    <Teise_x0020_poole_x0020_lepingu_x0020_kpv_x0023_15 xmlns="2565869c-cbed-4bbf-bfee-b62dbefec6bf" xsi:nil="true"/>
    <Teise_x0020_poole_x0020_lepingu_x0020_kpv_x0023_16 xmlns="2565869c-cbed-4bbf-bfee-b62dbefec6bf" xsi:nil="true"/>
    <Teise_x0020_poole_x0020_lepingu_x0020_kpv_x0023_17 xmlns="2565869c-cbed-4bbf-bfee-b62dbefec6bf" xsi:nil="true"/>
    <Teise_x0020_poole_x0020_lepingu_x0020_kpv_x0023_18 xmlns="2565869c-cbed-4bbf-bfee-b62dbefec6bf" xsi:nil="true"/>
    <Teise_x0020_poole_x0020_lepingu_x0020_kpv_x0023_19 xmlns="2565869c-cbed-4bbf-bfee-b62dbefec6bf" xsi:nil="true"/>
    <Teise_x0020_poole_x0020_lepingu_x0020_kpv_x0023_20 xmlns="2565869c-cbed-4bbf-bfee-b62dbefec6bf" xsi:nil="true"/>
    <Teise_x0020_poole_x0020_lepingu_x0020_kpv_x0023_21 xmlns="2565869c-cbed-4bbf-bfee-b62dbefec6bf" xsi:nil="true"/>
    <Teise_x0020_poole_x0020_lepingu_x0020_kpv_x0023_22 xmlns="2565869c-cbed-4bbf-bfee-b62dbefec6bf" xsi:nil="true"/>
    <Teise_x0020_poole_x0020_lepingu_x0020_kpv_x0023_23 xmlns="2565869c-cbed-4bbf-bfee-b62dbefec6bf" xsi:nil="true"/>
    <Teise_x0020_poole_x0020_lepingu_x0020_kpv_x0023_24 xmlns="2565869c-cbed-4bbf-bfee-b62dbefec6bf" xsi:nil="true"/>
    <Teise_x0020_poole_x0020_lepingu_x0020_kpv_x0023_25 xmlns="2565869c-cbed-4bbf-bfee-b62dbefec6bf" xsi:nil="true"/>
    <Teise_x0020_poole_x0020_kontaktisik_x0023_1 xmlns="2565869c-cbed-4bbf-bfee-b62dbefec6bf">Kaido Heinsalu</Teise_x0020_poole_x0020_kontaktisik_x0023_1>
    <Teise_x0020_poole_x0020_kontaktisik_x0023_2 xmlns="2565869c-cbed-4bbf-bfee-b62dbefec6bf" xsi:nil="true"/>
    <Teise_x0020_poole_x0020_kontaktisik_x0023_3 xmlns="2565869c-cbed-4bbf-bfee-b62dbefec6bf" xsi:nil="true"/>
    <Teise_x0020_poole_x0020_kontaktisik_x0023_4 xmlns="2565869c-cbed-4bbf-bfee-b62dbefec6bf" xsi:nil="true"/>
    <Teise_x0020_poole_x0020_kontaktisik_x0023_5 xmlns="2565869c-cbed-4bbf-bfee-b62dbefec6bf" xsi:nil="true"/>
    <Teise_x0020_poole_x0020_kontaktisik_x0023_6 xmlns="2565869c-cbed-4bbf-bfee-b62dbefec6bf" xsi:nil="true"/>
    <Teise_x0020_poole_x0020_kontaktisik_x0023_7 xmlns="2565869c-cbed-4bbf-bfee-b62dbefec6bf" xsi:nil="true"/>
    <Teise_x0020_poole_x0020_kontaktisik_x0023_8 xmlns="2565869c-cbed-4bbf-bfee-b62dbefec6bf" xsi:nil="true"/>
    <Teise_x0020_poole_x0020_kontaktisik_x0023_9 xmlns="2565869c-cbed-4bbf-bfee-b62dbefec6bf" xsi:nil="true"/>
    <Teise_x0020_poole_x0020_kontaktisik_x0023_10 xmlns="2565869c-cbed-4bbf-bfee-b62dbefec6bf" xsi:nil="true"/>
    <Teise_x0020_poole_x0020_kontaktisik_x0023_11 xmlns="2565869c-cbed-4bbf-bfee-b62dbefec6bf" xsi:nil="true"/>
    <Teise_x0020_poole_x0020_kontaktisik_x0023_12 xmlns="2565869c-cbed-4bbf-bfee-b62dbefec6bf" xsi:nil="true"/>
    <Teise_x0020_poole_x0020_kontaktisik_x0023_13 xmlns="2565869c-cbed-4bbf-bfee-b62dbefec6bf" xsi:nil="true"/>
    <Teise_x0020_poole_x0020_kontaktisik_x0023_14 xmlns="2565869c-cbed-4bbf-bfee-b62dbefec6bf" xsi:nil="true"/>
    <Teise_x0020_poole_x0020_kontaktisik_x0023_15 xmlns="2565869c-cbed-4bbf-bfee-b62dbefec6bf" xsi:nil="true"/>
    <Teise_x0020_poole_x0020_kontaktisik_x0023_16 xmlns="2565869c-cbed-4bbf-bfee-b62dbefec6bf" xsi:nil="true"/>
    <Teise_x0020_poole_x0020_kontaktisik_x0023_17 xmlns="2565869c-cbed-4bbf-bfee-b62dbefec6bf" xsi:nil="true"/>
    <Teise_x0020_poole_x0020_kontaktisik_x0023_18 xmlns="2565869c-cbed-4bbf-bfee-b62dbefec6bf" xsi:nil="true"/>
    <Teise_x0020_poole_x0020_kontaktisik_x0023_19 xmlns="2565869c-cbed-4bbf-bfee-b62dbefec6bf" xsi:nil="true"/>
    <Teise_x0020_poole_x0020_kontaktisik_x0023_20 xmlns="2565869c-cbed-4bbf-bfee-b62dbefec6bf" xsi:nil="true"/>
    <Teise_x0020_poole_x0020_kontaktisik_x0023_21 xmlns="2565869c-cbed-4bbf-bfee-b62dbefec6bf" xsi:nil="true"/>
    <Teise_x0020_poole_x0020_kontaktisik_x0023_22 xmlns="2565869c-cbed-4bbf-bfee-b62dbefec6bf" xsi:nil="true"/>
    <Teise_x0020_poole_x0020_kontaktisik_x0023_23 xmlns="2565869c-cbed-4bbf-bfee-b62dbefec6bf" xsi:nil="true"/>
    <Teise_x0020_poole_x0020_kontaktisik_x0023_24 xmlns="2565869c-cbed-4bbf-bfee-b62dbefec6bf" xsi:nil="true"/>
    <Teise_x0020_poole_x0020_kontaktisik_x0023_25 xmlns="2565869c-cbed-4bbf-bfee-b62dbefec6bf" xsi:nil="true"/>
    <Teise_x0020_poole_x0020_telefoni_x0020_nr_x002F_e-post_x0023_1 xmlns="2565869c-cbed-4bbf-bfee-b62dbefec6bf">edvinas.volkas@bauhof.ee</Teise_x0020_poole_x0020_telefoni_x0020_nr_x002F_e-post_x0023_1>
    <Teise_x0020_poole_x0020_telefoni_x0020_nr_x002F_e-post_x0023_2 xmlns="2565869c-cbed-4bbf-bfee-b62dbefec6bf" xsi:nil="true"/>
    <Teise_x0020_poole_x0020_telefoni_x0020_nr_x002F_e-post_x0023_3 xmlns="2565869c-cbed-4bbf-bfee-b62dbefec6bf" xsi:nil="true"/>
    <Teise_x0020_poole_x0020_telefoni_x0020_nr_x002F_e-post_x0023_4 xmlns="2565869c-cbed-4bbf-bfee-b62dbefec6bf" xsi:nil="true"/>
    <Teise_x0020_poole_x0020_telefoni_x0020_nr_x002F_e-post_x0023_5 xmlns="2565869c-cbed-4bbf-bfee-b62dbefec6bf" xsi:nil="true"/>
    <Teise_x0020_poole_x0020_telefoni_x0020_nr_x002F_e-post_x0023_6 xmlns="2565869c-cbed-4bbf-bfee-b62dbefec6bf" xsi:nil="true"/>
    <Teise_x0020_poole_x0020_telefoni_x0020_nr_x002F_e-post_x0023_7 xmlns="2565869c-cbed-4bbf-bfee-b62dbefec6bf" xsi:nil="true"/>
    <Teise_x0020_poole_x0020_telefoni_x0020_nr_x002F_e-post_x0023_8 xmlns="2565869c-cbed-4bbf-bfee-b62dbefec6bf" xsi:nil="true"/>
    <Teise_x0020_poole_x0020_telefoni_x0020_nr_x002F_e-post_x0023_9 xmlns="2565869c-cbed-4bbf-bfee-b62dbefec6bf" xsi:nil="true"/>
    <Teise_x0020_poole_x0020_telefoni_x0020_nr_x002F_e-post_x0023_10 xmlns="2565869c-cbed-4bbf-bfee-b62dbefec6bf" xsi:nil="true"/>
    <Teise_x0020_poole_x0020_telefoni_x0020_nr_x002F_e-post_x0023_11 xmlns="2565869c-cbed-4bbf-bfee-b62dbefec6bf" xsi:nil="true"/>
    <Teise_x0020_poole_x0020_telefoni_x0020_nr_x002F_e-post_x0023_12 xmlns="2565869c-cbed-4bbf-bfee-b62dbefec6bf" xsi:nil="true"/>
    <Teise_x0020_poole_x0020_telefoni_x0020_nr_x002F_e-post_x0023_13 xmlns="2565869c-cbed-4bbf-bfee-b62dbefec6bf" xsi:nil="true"/>
    <Teise_x0020_poole_x0020_telefoni_x0020_nr_x002F_e-post_x0023_14 xmlns="2565869c-cbed-4bbf-bfee-b62dbefec6bf" xsi:nil="true"/>
    <Teise_x0020_poole_x0020_telefoni_x0020_nr_x002F_e-post_x0023_15 xmlns="2565869c-cbed-4bbf-bfee-b62dbefec6bf" xsi:nil="true"/>
    <Teise_x0020_poole_x0020_telefoni_x0020_nr_x002F_e-post_x0023_16 xmlns="2565869c-cbed-4bbf-bfee-b62dbefec6bf" xsi:nil="true"/>
    <Teise_x0020_poole_x0020_telefoni_x0020_nr_x002F_e-post_x0023_17 xmlns="2565869c-cbed-4bbf-bfee-b62dbefec6bf" xsi:nil="true"/>
    <Teise_x0020_poole_x0020_telefoni_x0020_nr_x002F_e-post_x0023_18 xmlns="2565869c-cbed-4bbf-bfee-b62dbefec6bf" xsi:nil="true"/>
    <Teise_x0020_poole_x0020_telefoni_x0020_nr_x002F_e-post_x0023_19 xmlns="2565869c-cbed-4bbf-bfee-b62dbefec6bf" xsi:nil="true"/>
    <Teise_x0020_poole_x0020_telefoni_x0020_nr_x002F_e-post_x0023_20 xmlns="2565869c-cbed-4bbf-bfee-b62dbefec6bf" xsi:nil="true"/>
    <Teise_x0020_poole_x0020_telefoni_x0020_nr_x002F_e-post_x0023_21 xmlns="2565869c-cbed-4bbf-bfee-b62dbefec6bf" xsi:nil="true"/>
    <Teise_x0020_poole_x0020_telefoni_x0020_nr_x002F_e-post_x0023_22 xmlns="2565869c-cbed-4bbf-bfee-b62dbefec6bf" xsi:nil="true"/>
    <Teise_x0020_poole_x0020_telefoni_x0020_nr_x002F_e-post_x0023_23 xmlns="2565869c-cbed-4bbf-bfee-b62dbefec6bf" xsi:nil="true"/>
    <Teise_x0020_poole_x0020_telefoni_x0020_nr_x002F_e-post_x0023_24 xmlns="2565869c-cbed-4bbf-bfee-b62dbefec6bf" xsi:nil="true"/>
    <Teise_x0020_poole_x0020_telefoni_x0020_nr_x002F_e-post_x0023_25 xmlns="2565869c-cbed-4bbf-bfee-b62dbefec6bf" xsi:nil="true"/>
    <Lepingu_x0020_staatus xmlns="2565869c-cbed-4bbf-bfee-b62dbefec6bf" xsi:nil="true"/>
    <Lepingu_x0020_objekt xmlns="2565869c-cbed-4bbf-bfee-b62dbefec6bf">1.	Leping on sõlmitud riigihanke „Ehitus- ja korrashoiu tagamiseks vajalikud materjalid ning tarvikud“ (viitenumber 222366) tulemusel sõlmitud raamlepingu nr 2-2/20/945-1 alusel läbiviidud minikonkursi viitenumber 283212  „Erinevate kaupade ostmine“ tulemusena minikonkurssi osades 2 ja 4.</Lepingu_x0020_objekt>
    <Lepingu_x0020_maksumus xmlns="2565869c-cbed-4bbf-bfee-b62dbefec6bf" xsi:nil="true"/>
    <Koostaja xmlns="2565869c-cbed-4bbf-bfee-b62dbefec6bf">Moonika Merilaine</Koostaja>
    <Leping_x0020_kehtiv_x0020_alates xmlns="2565869c-cbed-4bbf-bfee-b62dbefec6bf" xsi:nil="true"/>
    <Koostaja_x0020_ees-_x0020_ja_x0020_perekonnanimi xmlns="2565869c-cbed-4bbf-bfee-b62dbefec6bf">Moonika Merilaine</Koostaja_x0020_ees-_x0020_ja_x0020_perekonnanimi>
    <Lepingu_x0020_lõpptähtaeg xmlns="2565869c-cbed-4bbf-bfee-b62dbefec6bf" xsi:nil="true"/>
    <Koostaja_x0020_ametinimetus xmlns="2565869c-cbed-4bbf-bfee-b62dbefec6bf">Ostu projektijuht</Koostaja_x0020_ametinimetus>
    <Lepingu_x0020_tähtaja_x0020_kirjeldus xmlns="2565869c-cbed-4bbf-bfee-b62dbefec6bf" xsi:nil="true"/>
    <Koostaja_x0020_struktuuriüksus xmlns="2565869c-cbed-4bbf-bfee-b62dbefec6bf">Ostubüroo</Koostaja_x0020_struktuuriüksus>
    <Tegelik_x0020_lõpp xmlns="2565869c-cbed-4bbf-bfee-b62dbefec6bf" xsi:nil="true"/>
    <Koostaja_x0020_kontakt xmlns="2565869c-cbed-4bbf-bfee-b62dbefec6bf">Moonika.Merilaine@rkik.ee</Koostaja_x0020_kontakt>
    <Teabekandja xmlns="2565869c-cbed-4bbf-bfee-b62dbefec6bf">Elektrooniline</Teabekandja>
    <Saatmisviis_x0023_1 xmlns="2565869c-cbed-4bbf-bfee-b62dbefec6bf">E-post</Saatmisviis_x0023_1>
    <Saatmisviis_x0023_2 xmlns="2565869c-cbed-4bbf-bfee-b62dbefec6bf" xsi:nil="true"/>
    <Saatmisviis_x0023_3 xmlns="2565869c-cbed-4bbf-bfee-b62dbefec6bf" xsi:nil="true"/>
    <Saatmisviis_x0023_4 xmlns="2565869c-cbed-4bbf-bfee-b62dbefec6bf" xsi:nil="true"/>
    <Saatmisviis_x0023_5 xmlns="2565869c-cbed-4bbf-bfee-b62dbefec6bf" xsi:nil="true"/>
    <Saatmisviis_x0023_6 xmlns="2565869c-cbed-4bbf-bfee-b62dbefec6bf" xsi:nil="true"/>
    <Saatmisviis_x0023_7 xmlns="2565869c-cbed-4bbf-bfee-b62dbefec6bf" xsi:nil="true"/>
    <Saatmisviis_x0023_8 xmlns="2565869c-cbed-4bbf-bfee-b62dbefec6bf" xsi:nil="true"/>
    <Saatmisviis_x0023_9 xmlns="2565869c-cbed-4bbf-bfee-b62dbefec6bf" xsi:nil="true"/>
    <Saatmisviis_x0023_10 xmlns="2565869c-cbed-4bbf-bfee-b62dbefec6bf" xsi:nil="true"/>
    <Saatmisviis_x0023_11 xmlns="2565869c-cbed-4bbf-bfee-b62dbefec6bf" xsi:nil="true"/>
    <Saatmisviis_x0023_12 xmlns="2565869c-cbed-4bbf-bfee-b62dbefec6bf" xsi:nil="true"/>
    <Saatmisviis_x0023_13 xmlns="2565869c-cbed-4bbf-bfee-b62dbefec6bf" xsi:nil="true"/>
    <Saatmisviis_x0023_14 xmlns="2565869c-cbed-4bbf-bfee-b62dbefec6bf" xsi:nil="true"/>
    <Saatmisviis_x0023_15 xmlns="2565869c-cbed-4bbf-bfee-b62dbefec6bf" xsi:nil="true"/>
    <Saatmisviis_x0023_16 xmlns="2565869c-cbed-4bbf-bfee-b62dbefec6bf" xsi:nil="true"/>
    <Saatmisviis_x0023_17 xmlns="2565869c-cbed-4bbf-bfee-b62dbefec6bf" xsi:nil="true"/>
    <Saatmisviis_x0023_18 xmlns="2565869c-cbed-4bbf-bfee-b62dbefec6bf" xsi:nil="true"/>
    <Saatmisviis_x0023_19 xmlns="2565869c-cbed-4bbf-bfee-b62dbefec6bf" xsi:nil="true"/>
    <Saatmisviis_x0023_20 xmlns="2565869c-cbed-4bbf-bfee-b62dbefec6bf" xsi:nil="true"/>
    <Saatmisviis_x0023_21 xmlns="2565869c-cbed-4bbf-bfee-b62dbefec6bf" xsi:nil="true"/>
    <Saatmisviis_x0023_22 xmlns="2565869c-cbed-4bbf-bfee-b62dbefec6bf" xsi:nil="true"/>
    <Saatmisviis_x0023_23 xmlns="2565869c-cbed-4bbf-bfee-b62dbefec6bf" xsi:nil="true"/>
    <Saatmisviis_x0023_24 xmlns="2565869c-cbed-4bbf-bfee-b62dbefec6bf" xsi:nil="true"/>
    <Saatmisviis_x0023_25 xmlns="2565869c-cbed-4bbf-bfee-b62dbefec6bf" xsi:nil="true"/>
    <RMNotes xmlns="2565869c-cbed-4bbf-bfee-b62dbefec6bf">välja saata mitte enne 05.09.2024</RMNotes>
    <RMUniqueID xmlns="2565869c-cbed-4bbf-bfee-b62dbefec6bf">f1908157-abfd-4da5-9790-bf148137cd9d</RMUniqueID>
    <RMInheritedFields xmlns="2565869c-cbed-4bbf-bfee-b62dbefec6bf" xsi:nil="true"/>
    <RMOrderPosition xmlns="2565869c-cbed-4bbf-bfee-b62dbefec6bf" xsi:nil="true"/>
    <RMAccessRestrictionNotificationTime xmlns="2565869c-cbed-4bbf-bfee-b62dbefec6bf" xsi:nil="true"/>
    <RMFileName xmlns="2565869c-cbed-4bbf-bfee-b62dbefec6bf">Avalik_20240905_RKIK_2-2_20_945-2_Hankeleping-Erinevate kaupade ostmine Viitenumber283212</RMFileName>
    <RMPublishedDocumentUniqueId xmlns="2565869c-cbed-4bbf-bfee-b62dbefec6bf" xsi:nil="true"/>
    <RMRevisionStatus xmlns="2565869c-cbed-4bbf-bfee-b62dbefec6bf" xsi:nil="true"/>
    <RMRevisionNumber xmlns="2565869c-cbed-4bbf-bfee-b62dbefec6bf" xsi:nil="true"/>
    <RMPublishedFrom xmlns="2565869c-cbed-4bbf-bfee-b62dbefec6bf" xsi:nil="true"/>
    <RMPublishedUntil xmlns="2565869c-cbed-4bbf-bfee-b62dbefec6bf" xsi:nil="true"/>
    <RMSigner xmlns="2565869c-cbed-4bbf-bfee-b62dbefec6bf">Ivar Janson</RMSigner>
    <RMHighestAccessRestrictionLevel xmlns="2565869c-cbed-4bbf-bfee-b62dbefec6bf" xsi:nil="true"/>
    <Salastatud_x0020_välisteave xmlns="2565869c-cbed-4bbf-bfee-b62dbefec6bf" xsi:nil="true"/>
    <Riik_x0020__x0028_PT_x0029_ xmlns="2565869c-cbed-4bbf-bfee-b62dbefec6bf" xsi:nil="true"/>
    <Salastatuse_x0020_muutmise_x0020_alus xmlns="2565869c-cbed-4bbf-bfee-b62dbefec6bf" xsi:nil="true"/>
    <RMDocumentExpirationDate xmlns="2565869c-cbed-4bbf-bfee-b62dbefec6bf" xsi:nil="true"/>
    <RMShouldArchiveFilesOnRegistration xmlns="2565869c-cbed-4bbf-bfee-b62dbefec6bf">false</RMShouldArchiveFilesOnRegistration>
    <RMStatus xmlns="2565869c-cbed-4bbf-bfee-b62dbefec6bf">InProcess</RMStatus>
    <Lisadepealkirjad xmlns="2565869c-cbed-4bbf-bfee-b62dbefec6bf">Lisa 1.
Lisa 2.
Lisa 3.</Lisadepealkirjad>
    <AKmallile xmlns="2565869c-cbed-4bbf-bfee-b62dbefec6bf" xsi:nil="true"/>
    <AKmallileinglise xmlns="2565869c-cbed-4bbf-bfee-b62dbefec6bf" xsi:nil="true"/>
    <Adressaatmallile xmlns="2565869c-cbed-4bbf-bfee-b62dbefec6bf" xsi:nil="true"/>
  </documentManagement>
</p:properties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52a2ded-a788-4670-9269-f8582a8f31f2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2565869c-cbed-4bbf-bfee-b62dbefec6bf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1dc73a0-3ba2-444d-859e-48fb82e4cbb4}">
  <ds:schemaRefs>
    <ds:schemaRef ds:uri="http://schemas.microsoft.com/office/2006/metadata/properties"/>
    <ds:schemaRef ds:uri="2565869c-cbed-4bbf-bfee-b62dbefec6bf"/>
  </ds:schemaRefs>
</ds:datastoreItem>
</file>

<file path=customXml/itemProps3.xml><?xml version="1.0" encoding="utf-8"?>
<ds:datastoreItem xmlns:ds="http://schemas.openxmlformats.org/officeDocument/2006/customXml" ds:itemID="{307C3EC0-E6F7-46C1-992C-92341804DC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007325-F4CF-433B-BAA2-F3BA2E49C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19</TotalTime>
  <Pages>2</Pages>
  <Words>461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Hankeleping</dc:title>
  <dc:subject/>
  <dc:creator>Gert Uiboaed</dc:creator>
  <cp:keywords/>
  <dc:description/>
  <cp:lastModifiedBy>Katrina Belov</cp:lastModifiedBy>
  <cp:revision>19</cp:revision>
  <cp:lastPrinted>2014-06-02T05:40:00Z</cp:lastPrinted>
  <dcterms:created xsi:type="dcterms:W3CDTF">2024-08-23T09:54:00Z</dcterms:created>
  <dcterms:modified xsi:type="dcterms:W3CDTF">2024-09-05T12:31:00Z</dcterms:modified>
</cp:coreProperties>
</file>